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rsidRPr="00816CD3">
        <w:rPr>
          <w:highlight w:val="yellow"/>
        </w:rPr>
        <w:t>nnnn</w:t>
      </w:r>
      <w:r w:rsidR="0074084C">
        <w:t xml:space="preserve"> </w:t>
      </w:r>
    </w:p>
    <w:p w14:paraId="04568955" w14:textId="43E9CA49" w:rsidR="00776004" w:rsidRPr="00F55AD7" w:rsidRDefault="00816CD3" w:rsidP="0014597C">
      <w:pPr>
        <w:pStyle w:val="Documentname"/>
      </w:pPr>
      <w:r w:rsidRPr="00570B8A">
        <w:t>[</w:t>
      </w:r>
      <w:r w:rsidR="006A479C" w:rsidRPr="00570B8A">
        <w:t>P</w:t>
      </w:r>
      <w:r w:rsidR="006B197F" w:rsidRPr="00570B8A">
        <w:t xml:space="preserve">rovision of VTS </w:t>
      </w:r>
      <w:r w:rsidR="00471779">
        <w:t>with</w:t>
      </w:r>
      <w:r w:rsidR="00471779" w:rsidRPr="00570B8A">
        <w:t xml:space="preserve"> </w:t>
      </w:r>
      <w:r w:rsidR="009F4F96" w:rsidRPr="009F4F96">
        <w:t>A DYNAMIC MIX OF CONVENTIONAL, AUTOMIZED AND AUTONOMOUS SHIPS</w:t>
      </w:r>
      <w:r w:rsidR="00816606" w:rsidRPr="00570B8A">
        <w:t>]</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2E690EBE" w:rsidR="004E0BBB" w:rsidRPr="00F55AD7" w:rsidRDefault="002735DD" w:rsidP="00CB1D11">
      <w:pPr>
        <w:pStyle w:val="Editionnumber"/>
        <w:suppressAutoHyphens/>
      </w:pPr>
      <w:r>
        <w:t xml:space="preserve">Edition </w:t>
      </w:r>
      <w:r w:rsidR="006B197F">
        <w:rPr>
          <w:highlight w:val="yellow"/>
        </w:rPr>
        <w:t>1</w:t>
      </w:r>
      <w:r w:rsidRPr="006B197F">
        <w:rPr>
          <w:highlight w:val="yellow"/>
        </w:rPr>
        <w:t>.</w:t>
      </w:r>
      <w:r w:rsidR="006B197F">
        <w:rPr>
          <w:highlight w:val="yellow"/>
        </w:rPr>
        <w:t>0</w:t>
      </w:r>
    </w:p>
    <w:p w14:paraId="1BD0CECB" w14:textId="77777777" w:rsidR="004E0BBB" w:rsidRDefault="002735DD" w:rsidP="00CB1D11">
      <w:pPr>
        <w:pStyle w:val="Documentdate"/>
        <w:suppressAutoHyphens/>
      </w:pPr>
      <w:r w:rsidRPr="006B197F">
        <w:rPr>
          <w:highlight w:val="yellow"/>
        </w:rPr>
        <w:t>Date</w:t>
      </w:r>
      <w:r>
        <w:t xml:space="preserv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6174276D" w:rsidR="00914E26" w:rsidRPr="00CB7D0F" w:rsidRDefault="00914E26" w:rsidP="00CB1D11">
            <w:pPr>
              <w:pStyle w:val="Tabletext"/>
              <w:suppressAutoHyphens/>
            </w:pPr>
          </w:p>
        </w:tc>
        <w:tc>
          <w:tcPr>
            <w:tcW w:w="6025" w:type="dxa"/>
            <w:vAlign w:val="center"/>
          </w:tcPr>
          <w:p w14:paraId="1DF8FB2B" w14:textId="608049DE"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1357310406"/>
        <w:docPartObj>
          <w:docPartGallery w:val="Table of Contents"/>
          <w:docPartUnique/>
        </w:docPartObj>
      </w:sdtPr>
      <w:sdtEndPr>
        <w:rPr>
          <w:noProof/>
        </w:rPr>
      </w:sdtEndPr>
      <w:sdtContent>
        <w:p w14:paraId="3677D83F" w14:textId="6D9FD9CE" w:rsidR="004278B9" w:rsidRDefault="004278B9">
          <w:pPr>
            <w:pStyle w:val="TOCHeading"/>
          </w:pPr>
          <w:r>
            <w:t>Table of Contents</w:t>
          </w:r>
        </w:p>
        <w:p w14:paraId="11D86906" w14:textId="35655B29" w:rsidR="0088501B" w:rsidRDefault="004278B9">
          <w:pPr>
            <w:pStyle w:val="TOC1"/>
            <w:rPr>
              <w:rFonts w:eastAsiaTheme="minorEastAsia"/>
              <w:b w:val="0"/>
              <w:caps w:val="0"/>
              <w:color w:val="auto"/>
              <w:lang w:val="en-AU" w:eastAsia="en-AU"/>
            </w:rPr>
          </w:pPr>
          <w:r>
            <w:fldChar w:fldCharType="begin"/>
          </w:r>
          <w:r>
            <w:instrText xml:space="preserve"> TOC \o "1-3" \h \z \u </w:instrText>
          </w:r>
          <w:r>
            <w:fldChar w:fldCharType="separate"/>
          </w:r>
          <w:hyperlink w:anchor="_Toc160032254" w:history="1">
            <w:r w:rsidR="0088501B" w:rsidRPr="00EB10D6">
              <w:rPr>
                <w:rStyle w:val="Hyperlink"/>
              </w:rPr>
              <w:t>Assumptions</w:t>
            </w:r>
            <w:r w:rsidR="0088501B">
              <w:rPr>
                <w:webHidden/>
              </w:rPr>
              <w:tab/>
            </w:r>
            <w:r w:rsidR="0088501B">
              <w:rPr>
                <w:webHidden/>
              </w:rPr>
              <w:fldChar w:fldCharType="begin"/>
            </w:r>
            <w:r w:rsidR="0088501B">
              <w:rPr>
                <w:webHidden/>
              </w:rPr>
              <w:instrText xml:space="preserve"> PAGEREF _Toc160032254 \h </w:instrText>
            </w:r>
            <w:r w:rsidR="0088501B">
              <w:rPr>
                <w:webHidden/>
              </w:rPr>
            </w:r>
            <w:r w:rsidR="0088501B">
              <w:rPr>
                <w:webHidden/>
              </w:rPr>
              <w:fldChar w:fldCharType="separate"/>
            </w:r>
            <w:r w:rsidR="0088501B">
              <w:rPr>
                <w:webHidden/>
              </w:rPr>
              <w:t>4</w:t>
            </w:r>
            <w:r w:rsidR="0088501B">
              <w:rPr>
                <w:webHidden/>
              </w:rPr>
              <w:fldChar w:fldCharType="end"/>
            </w:r>
          </w:hyperlink>
        </w:p>
        <w:p w14:paraId="3641D283" w14:textId="02E07EAF" w:rsidR="0088501B" w:rsidRDefault="00000000">
          <w:pPr>
            <w:pStyle w:val="TOC1"/>
            <w:rPr>
              <w:rFonts w:eastAsiaTheme="minorEastAsia"/>
              <w:b w:val="0"/>
              <w:caps w:val="0"/>
              <w:color w:val="auto"/>
              <w:lang w:val="en-AU" w:eastAsia="en-AU"/>
            </w:rPr>
          </w:pPr>
          <w:hyperlink w:anchor="_Toc160032255" w:history="1">
            <w:r w:rsidR="0088501B" w:rsidRPr="00EB10D6">
              <w:rPr>
                <w:rStyle w:val="Hyperlink"/>
              </w:rPr>
              <w:t>1.</w:t>
            </w:r>
            <w:r w:rsidR="0088501B">
              <w:rPr>
                <w:rFonts w:eastAsiaTheme="minorEastAsia"/>
                <w:b w:val="0"/>
                <w:caps w:val="0"/>
                <w:color w:val="auto"/>
                <w:lang w:val="en-AU" w:eastAsia="en-AU"/>
              </w:rPr>
              <w:tab/>
            </w:r>
            <w:r w:rsidR="0088501B" w:rsidRPr="00EB10D6">
              <w:rPr>
                <w:rStyle w:val="Hyperlink"/>
              </w:rPr>
              <w:t>introduction</w:t>
            </w:r>
            <w:r w:rsidR="0088501B">
              <w:rPr>
                <w:webHidden/>
              </w:rPr>
              <w:tab/>
            </w:r>
            <w:r w:rsidR="0088501B">
              <w:rPr>
                <w:webHidden/>
              </w:rPr>
              <w:fldChar w:fldCharType="begin"/>
            </w:r>
            <w:r w:rsidR="0088501B">
              <w:rPr>
                <w:webHidden/>
              </w:rPr>
              <w:instrText xml:space="preserve"> PAGEREF _Toc160032255 \h </w:instrText>
            </w:r>
            <w:r w:rsidR="0088501B">
              <w:rPr>
                <w:webHidden/>
              </w:rPr>
            </w:r>
            <w:r w:rsidR="0088501B">
              <w:rPr>
                <w:webHidden/>
              </w:rPr>
              <w:fldChar w:fldCharType="separate"/>
            </w:r>
            <w:r w:rsidR="0088501B">
              <w:rPr>
                <w:webHidden/>
              </w:rPr>
              <w:t>5</w:t>
            </w:r>
            <w:r w:rsidR="0088501B">
              <w:rPr>
                <w:webHidden/>
              </w:rPr>
              <w:fldChar w:fldCharType="end"/>
            </w:r>
          </w:hyperlink>
        </w:p>
        <w:p w14:paraId="1635C26F" w14:textId="4D2C31DF" w:rsidR="0088501B" w:rsidRDefault="00000000">
          <w:pPr>
            <w:pStyle w:val="TOC1"/>
            <w:rPr>
              <w:rFonts w:eastAsiaTheme="minorEastAsia"/>
              <w:b w:val="0"/>
              <w:caps w:val="0"/>
              <w:color w:val="auto"/>
              <w:lang w:val="en-AU" w:eastAsia="en-AU"/>
            </w:rPr>
          </w:pPr>
          <w:hyperlink w:anchor="_Toc160032256" w:history="1">
            <w:r w:rsidR="0088501B" w:rsidRPr="00EB10D6">
              <w:rPr>
                <w:rStyle w:val="Hyperlink"/>
              </w:rPr>
              <w:t>2.</w:t>
            </w:r>
            <w:r w:rsidR="0088501B">
              <w:rPr>
                <w:rFonts w:eastAsiaTheme="minorEastAsia"/>
                <w:b w:val="0"/>
                <w:caps w:val="0"/>
                <w:color w:val="auto"/>
                <w:lang w:val="en-AU" w:eastAsia="en-AU"/>
              </w:rPr>
              <w:tab/>
            </w:r>
            <w:r w:rsidR="0088501B" w:rsidRPr="00EB10D6">
              <w:rPr>
                <w:rStyle w:val="Hyperlink"/>
              </w:rPr>
              <w:t>document purpose</w:t>
            </w:r>
            <w:r w:rsidR="0088501B">
              <w:rPr>
                <w:webHidden/>
              </w:rPr>
              <w:tab/>
            </w:r>
            <w:r w:rsidR="0088501B">
              <w:rPr>
                <w:webHidden/>
              </w:rPr>
              <w:fldChar w:fldCharType="begin"/>
            </w:r>
            <w:r w:rsidR="0088501B">
              <w:rPr>
                <w:webHidden/>
              </w:rPr>
              <w:instrText xml:space="preserve"> PAGEREF _Toc160032256 \h </w:instrText>
            </w:r>
            <w:r w:rsidR="0088501B">
              <w:rPr>
                <w:webHidden/>
              </w:rPr>
            </w:r>
            <w:r w:rsidR="0088501B">
              <w:rPr>
                <w:webHidden/>
              </w:rPr>
              <w:fldChar w:fldCharType="separate"/>
            </w:r>
            <w:r w:rsidR="0088501B">
              <w:rPr>
                <w:webHidden/>
              </w:rPr>
              <w:t>5</w:t>
            </w:r>
            <w:r w:rsidR="0088501B">
              <w:rPr>
                <w:webHidden/>
              </w:rPr>
              <w:fldChar w:fldCharType="end"/>
            </w:r>
          </w:hyperlink>
        </w:p>
        <w:p w14:paraId="2770E3CF" w14:textId="42DC98E8" w:rsidR="0088501B" w:rsidRDefault="00000000">
          <w:pPr>
            <w:pStyle w:val="TOC2"/>
            <w:rPr>
              <w:rFonts w:eastAsiaTheme="minorEastAsia"/>
              <w:color w:val="auto"/>
              <w:lang w:val="en-AU" w:eastAsia="en-AU"/>
            </w:rPr>
          </w:pPr>
          <w:hyperlink w:anchor="_Toc160032257" w:history="1">
            <w:r w:rsidR="0088501B" w:rsidRPr="00EB10D6">
              <w:rPr>
                <w:rStyle w:val="Hyperlink"/>
              </w:rPr>
              <w:t>2.1.</w:t>
            </w:r>
            <w:r w:rsidR="0088501B">
              <w:rPr>
                <w:rFonts w:eastAsiaTheme="minorEastAsia"/>
                <w:color w:val="auto"/>
                <w:lang w:val="en-AU" w:eastAsia="en-AU"/>
              </w:rPr>
              <w:tab/>
            </w:r>
            <w:r w:rsidR="0088501B" w:rsidRPr="00EB10D6">
              <w:rPr>
                <w:rStyle w:val="Hyperlink"/>
              </w:rPr>
              <w:t>Using this Guideline</w:t>
            </w:r>
            <w:r w:rsidR="0088501B">
              <w:rPr>
                <w:webHidden/>
              </w:rPr>
              <w:tab/>
            </w:r>
            <w:r w:rsidR="0088501B">
              <w:rPr>
                <w:webHidden/>
              </w:rPr>
              <w:fldChar w:fldCharType="begin"/>
            </w:r>
            <w:r w:rsidR="0088501B">
              <w:rPr>
                <w:webHidden/>
              </w:rPr>
              <w:instrText xml:space="preserve"> PAGEREF _Toc160032257 \h </w:instrText>
            </w:r>
            <w:r w:rsidR="0088501B">
              <w:rPr>
                <w:webHidden/>
              </w:rPr>
            </w:r>
            <w:r w:rsidR="0088501B">
              <w:rPr>
                <w:webHidden/>
              </w:rPr>
              <w:fldChar w:fldCharType="separate"/>
            </w:r>
            <w:r w:rsidR="0088501B">
              <w:rPr>
                <w:webHidden/>
              </w:rPr>
              <w:t>5</w:t>
            </w:r>
            <w:r w:rsidR="0088501B">
              <w:rPr>
                <w:webHidden/>
              </w:rPr>
              <w:fldChar w:fldCharType="end"/>
            </w:r>
          </w:hyperlink>
        </w:p>
        <w:p w14:paraId="30E03A9E" w14:textId="6DCEC49C" w:rsidR="0088501B" w:rsidRDefault="00000000">
          <w:pPr>
            <w:pStyle w:val="TOC2"/>
            <w:rPr>
              <w:rFonts w:eastAsiaTheme="minorEastAsia"/>
              <w:color w:val="auto"/>
              <w:lang w:val="en-AU" w:eastAsia="en-AU"/>
            </w:rPr>
          </w:pPr>
          <w:hyperlink w:anchor="_Toc160032279" w:history="1">
            <w:r w:rsidR="0088501B" w:rsidRPr="00EB10D6">
              <w:rPr>
                <w:rStyle w:val="Hyperlink"/>
              </w:rPr>
              <w:t>2.2.</w:t>
            </w:r>
            <w:r w:rsidR="0088501B">
              <w:rPr>
                <w:rFonts w:eastAsiaTheme="minorEastAsia"/>
                <w:color w:val="auto"/>
                <w:lang w:val="en-AU" w:eastAsia="en-AU"/>
              </w:rPr>
              <w:tab/>
            </w:r>
            <w:r w:rsidR="0088501B" w:rsidRPr="00EB10D6">
              <w:rPr>
                <w:rStyle w:val="Hyperlink"/>
              </w:rPr>
              <w:t>Relationship to other documents</w:t>
            </w:r>
            <w:r w:rsidR="0088501B">
              <w:rPr>
                <w:webHidden/>
              </w:rPr>
              <w:tab/>
            </w:r>
            <w:r w:rsidR="0088501B">
              <w:rPr>
                <w:webHidden/>
              </w:rPr>
              <w:fldChar w:fldCharType="begin"/>
            </w:r>
            <w:r w:rsidR="0088501B">
              <w:rPr>
                <w:webHidden/>
              </w:rPr>
              <w:instrText xml:space="preserve"> PAGEREF _Toc160032279 \h </w:instrText>
            </w:r>
            <w:r w:rsidR="0088501B">
              <w:rPr>
                <w:webHidden/>
              </w:rPr>
            </w:r>
            <w:r w:rsidR="0088501B">
              <w:rPr>
                <w:webHidden/>
              </w:rPr>
              <w:fldChar w:fldCharType="separate"/>
            </w:r>
            <w:r w:rsidR="0088501B">
              <w:rPr>
                <w:webHidden/>
              </w:rPr>
              <w:t>6</w:t>
            </w:r>
            <w:r w:rsidR="0088501B">
              <w:rPr>
                <w:webHidden/>
              </w:rPr>
              <w:fldChar w:fldCharType="end"/>
            </w:r>
          </w:hyperlink>
        </w:p>
        <w:p w14:paraId="25357EA4" w14:textId="1A67F842" w:rsidR="0088501B" w:rsidRDefault="00000000">
          <w:pPr>
            <w:pStyle w:val="TOC1"/>
            <w:rPr>
              <w:rFonts w:eastAsiaTheme="minorEastAsia"/>
              <w:b w:val="0"/>
              <w:caps w:val="0"/>
              <w:color w:val="auto"/>
              <w:lang w:val="en-AU" w:eastAsia="en-AU"/>
            </w:rPr>
          </w:pPr>
          <w:hyperlink w:anchor="_Toc160032295" w:history="1">
            <w:r w:rsidR="0088501B" w:rsidRPr="00EB10D6">
              <w:rPr>
                <w:rStyle w:val="Hyperlink"/>
              </w:rPr>
              <w:t>3.</w:t>
            </w:r>
            <w:r w:rsidR="0088501B">
              <w:rPr>
                <w:rFonts w:eastAsiaTheme="minorEastAsia"/>
                <w:b w:val="0"/>
                <w:caps w:val="0"/>
                <w:color w:val="auto"/>
                <w:lang w:val="en-AU" w:eastAsia="en-AU"/>
              </w:rPr>
              <w:tab/>
            </w:r>
            <w:r w:rsidR="0088501B" w:rsidRPr="00EB10D6">
              <w:rPr>
                <w:rStyle w:val="Hyperlink"/>
              </w:rPr>
              <w:t>IMO regulatory framework</w:t>
            </w:r>
            <w:r w:rsidR="0088501B">
              <w:rPr>
                <w:webHidden/>
              </w:rPr>
              <w:tab/>
            </w:r>
            <w:r w:rsidR="0088501B">
              <w:rPr>
                <w:webHidden/>
              </w:rPr>
              <w:fldChar w:fldCharType="begin"/>
            </w:r>
            <w:r w:rsidR="0088501B">
              <w:rPr>
                <w:webHidden/>
              </w:rPr>
              <w:instrText xml:space="preserve"> PAGEREF _Toc160032295 \h </w:instrText>
            </w:r>
            <w:r w:rsidR="0088501B">
              <w:rPr>
                <w:webHidden/>
              </w:rPr>
            </w:r>
            <w:r w:rsidR="0088501B">
              <w:rPr>
                <w:webHidden/>
              </w:rPr>
              <w:fldChar w:fldCharType="separate"/>
            </w:r>
            <w:r w:rsidR="0088501B">
              <w:rPr>
                <w:webHidden/>
              </w:rPr>
              <w:t>6</w:t>
            </w:r>
            <w:r w:rsidR="0088501B">
              <w:rPr>
                <w:webHidden/>
              </w:rPr>
              <w:fldChar w:fldCharType="end"/>
            </w:r>
          </w:hyperlink>
        </w:p>
        <w:p w14:paraId="104818BF" w14:textId="28A54D17" w:rsidR="0088501B" w:rsidRDefault="00000000">
          <w:pPr>
            <w:pStyle w:val="TOC1"/>
            <w:rPr>
              <w:rFonts w:eastAsiaTheme="minorEastAsia"/>
              <w:b w:val="0"/>
              <w:caps w:val="0"/>
              <w:color w:val="auto"/>
              <w:lang w:val="en-AU" w:eastAsia="en-AU"/>
            </w:rPr>
          </w:pPr>
          <w:hyperlink w:anchor="_Toc160032315" w:history="1">
            <w:r w:rsidR="0088501B" w:rsidRPr="00EB10D6">
              <w:rPr>
                <w:rStyle w:val="Hyperlink"/>
              </w:rPr>
              <w:t>4.</w:t>
            </w:r>
            <w:r w:rsidR="0088501B">
              <w:rPr>
                <w:rFonts w:eastAsiaTheme="minorEastAsia"/>
                <w:b w:val="0"/>
                <w:caps w:val="0"/>
                <w:color w:val="auto"/>
                <w:lang w:val="en-AU" w:eastAsia="en-AU"/>
              </w:rPr>
              <w:tab/>
            </w:r>
            <w:r w:rsidR="0088501B" w:rsidRPr="00EB10D6">
              <w:rPr>
                <w:rStyle w:val="Hyperlink"/>
              </w:rPr>
              <w:t>PROVISION OF VTS with A DYNAMIC MIX OF CONVENTIONAL, AUTOMIZED AND AUTONOMOUS SHIPS</w:t>
            </w:r>
            <w:r w:rsidR="0088501B">
              <w:rPr>
                <w:webHidden/>
              </w:rPr>
              <w:tab/>
            </w:r>
            <w:r w:rsidR="0088501B">
              <w:rPr>
                <w:webHidden/>
              </w:rPr>
              <w:fldChar w:fldCharType="begin"/>
            </w:r>
            <w:r w:rsidR="0088501B">
              <w:rPr>
                <w:webHidden/>
              </w:rPr>
              <w:instrText xml:space="preserve"> PAGEREF _Toc160032315 \h </w:instrText>
            </w:r>
            <w:r w:rsidR="0088501B">
              <w:rPr>
                <w:webHidden/>
              </w:rPr>
            </w:r>
            <w:r w:rsidR="0088501B">
              <w:rPr>
                <w:webHidden/>
              </w:rPr>
              <w:fldChar w:fldCharType="separate"/>
            </w:r>
            <w:r w:rsidR="0088501B">
              <w:rPr>
                <w:webHidden/>
              </w:rPr>
              <w:t>8</w:t>
            </w:r>
            <w:r w:rsidR="0088501B">
              <w:rPr>
                <w:webHidden/>
              </w:rPr>
              <w:fldChar w:fldCharType="end"/>
            </w:r>
          </w:hyperlink>
        </w:p>
        <w:p w14:paraId="38EA0F95" w14:textId="2ED0F515" w:rsidR="0088501B" w:rsidRDefault="00000000">
          <w:pPr>
            <w:pStyle w:val="TOC2"/>
            <w:rPr>
              <w:rFonts w:eastAsiaTheme="minorEastAsia"/>
              <w:color w:val="auto"/>
              <w:lang w:val="en-AU" w:eastAsia="en-AU"/>
            </w:rPr>
          </w:pPr>
          <w:hyperlink w:anchor="_Toc160032316" w:history="1">
            <w:r w:rsidR="0088501B" w:rsidRPr="00EB10D6">
              <w:rPr>
                <w:rStyle w:val="Hyperlink"/>
              </w:rPr>
              <w:t>4.1.</w:t>
            </w:r>
            <w:r w:rsidR="0088501B">
              <w:rPr>
                <w:rFonts w:eastAsiaTheme="minorEastAsia"/>
                <w:color w:val="auto"/>
                <w:lang w:val="en-AU" w:eastAsia="en-AU"/>
              </w:rPr>
              <w:tab/>
            </w:r>
            <w:r w:rsidR="0088501B" w:rsidRPr="00EB10D6">
              <w:rPr>
                <w:rStyle w:val="Hyperlink"/>
              </w:rPr>
              <w:t>SITUATIONAL AWARENESS</w:t>
            </w:r>
            <w:r w:rsidR="0088501B">
              <w:rPr>
                <w:webHidden/>
              </w:rPr>
              <w:tab/>
            </w:r>
            <w:r w:rsidR="0088501B">
              <w:rPr>
                <w:webHidden/>
              </w:rPr>
              <w:fldChar w:fldCharType="begin"/>
            </w:r>
            <w:r w:rsidR="0088501B">
              <w:rPr>
                <w:webHidden/>
              </w:rPr>
              <w:instrText xml:space="preserve"> PAGEREF _Toc160032316 \h </w:instrText>
            </w:r>
            <w:r w:rsidR="0088501B">
              <w:rPr>
                <w:webHidden/>
              </w:rPr>
            </w:r>
            <w:r w:rsidR="0088501B">
              <w:rPr>
                <w:webHidden/>
              </w:rPr>
              <w:fldChar w:fldCharType="separate"/>
            </w:r>
            <w:r w:rsidR="0088501B">
              <w:rPr>
                <w:webHidden/>
              </w:rPr>
              <w:t>9</w:t>
            </w:r>
            <w:r w:rsidR="0088501B">
              <w:rPr>
                <w:webHidden/>
              </w:rPr>
              <w:fldChar w:fldCharType="end"/>
            </w:r>
          </w:hyperlink>
        </w:p>
        <w:p w14:paraId="0664A9D0" w14:textId="4C657590" w:rsidR="0088501B" w:rsidRDefault="00000000">
          <w:pPr>
            <w:pStyle w:val="TOC3"/>
            <w:tabs>
              <w:tab w:val="left" w:pos="1134"/>
            </w:tabs>
            <w:rPr>
              <w:rFonts w:eastAsiaTheme="minorEastAsia"/>
              <w:noProof/>
              <w:color w:val="auto"/>
              <w:sz w:val="22"/>
              <w:lang w:val="en-AU" w:eastAsia="en-AU"/>
            </w:rPr>
          </w:pPr>
          <w:hyperlink w:anchor="_Toc160032317" w:history="1">
            <w:r w:rsidR="0088501B" w:rsidRPr="00EB10D6">
              <w:rPr>
                <w:rStyle w:val="Hyperlink"/>
                <w:noProof/>
              </w:rPr>
              <w:t>4.1.1.</w:t>
            </w:r>
            <w:r w:rsidR="0088501B">
              <w:rPr>
                <w:rFonts w:eastAsiaTheme="minorEastAsia"/>
                <w:noProof/>
                <w:color w:val="auto"/>
                <w:sz w:val="22"/>
                <w:lang w:val="en-AU" w:eastAsia="en-AU"/>
              </w:rPr>
              <w:tab/>
            </w:r>
            <w:r w:rsidR="0088501B" w:rsidRPr="00EB10D6">
              <w:rPr>
                <w:rStyle w:val="Hyperlink"/>
                <w:noProof/>
              </w:rPr>
              <w:t>VTS</w:t>
            </w:r>
            <w:r w:rsidR="0088501B">
              <w:rPr>
                <w:noProof/>
                <w:webHidden/>
              </w:rPr>
              <w:tab/>
            </w:r>
            <w:r w:rsidR="0088501B">
              <w:rPr>
                <w:noProof/>
                <w:webHidden/>
              </w:rPr>
              <w:fldChar w:fldCharType="begin"/>
            </w:r>
            <w:r w:rsidR="0088501B">
              <w:rPr>
                <w:noProof/>
                <w:webHidden/>
              </w:rPr>
              <w:instrText xml:space="preserve"> PAGEREF _Toc160032317 \h </w:instrText>
            </w:r>
            <w:r w:rsidR="0088501B">
              <w:rPr>
                <w:noProof/>
                <w:webHidden/>
              </w:rPr>
            </w:r>
            <w:r w:rsidR="0088501B">
              <w:rPr>
                <w:noProof/>
                <w:webHidden/>
              </w:rPr>
              <w:fldChar w:fldCharType="separate"/>
            </w:r>
            <w:r w:rsidR="0088501B">
              <w:rPr>
                <w:noProof/>
                <w:webHidden/>
              </w:rPr>
              <w:t>9</w:t>
            </w:r>
            <w:r w:rsidR="0088501B">
              <w:rPr>
                <w:noProof/>
                <w:webHidden/>
              </w:rPr>
              <w:fldChar w:fldCharType="end"/>
            </w:r>
          </w:hyperlink>
        </w:p>
        <w:p w14:paraId="5ED34C81" w14:textId="5A68CC86" w:rsidR="0088501B" w:rsidRDefault="00000000">
          <w:pPr>
            <w:pStyle w:val="TOC3"/>
            <w:tabs>
              <w:tab w:val="left" w:pos="1134"/>
            </w:tabs>
            <w:rPr>
              <w:rFonts w:eastAsiaTheme="minorEastAsia"/>
              <w:noProof/>
              <w:color w:val="auto"/>
              <w:sz w:val="22"/>
              <w:lang w:val="en-AU" w:eastAsia="en-AU"/>
            </w:rPr>
          </w:pPr>
          <w:hyperlink w:anchor="_Toc160032318" w:history="1">
            <w:r w:rsidR="0088501B" w:rsidRPr="00EB10D6">
              <w:rPr>
                <w:rStyle w:val="Hyperlink"/>
                <w:noProof/>
              </w:rPr>
              <w:t>4.1.2.</w:t>
            </w:r>
            <w:r w:rsidR="0088501B">
              <w:rPr>
                <w:rFonts w:eastAsiaTheme="minorEastAsia"/>
                <w:noProof/>
                <w:color w:val="auto"/>
                <w:sz w:val="22"/>
                <w:lang w:val="en-AU" w:eastAsia="en-AU"/>
              </w:rPr>
              <w:tab/>
            </w:r>
            <w:r w:rsidR="0088501B" w:rsidRPr="00EB10D6">
              <w:rPr>
                <w:rStyle w:val="Hyperlink"/>
                <w:noProof/>
              </w:rPr>
              <w:t>Participating Ships</w:t>
            </w:r>
            <w:r w:rsidR="0088501B">
              <w:rPr>
                <w:noProof/>
                <w:webHidden/>
              </w:rPr>
              <w:tab/>
            </w:r>
            <w:r w:rsidR="0088501B">
              <w:rPr>
                <w:noProof/>
                <w:webHidden/>
              </w:rPr>
              <w:fldChar w:fldCharType="begin"/>
            </w:r>
            <w:r w:rsidR="0088501B">
              <w:rPr>
                <w:noProof/>
                <w:webHidden/>
              </w:rPr>
              <w:instrText xml:space="preserve"> PAGEREF _Toc160032318 \h </w:instrText>
            </w:r>
            <w:r w:rsidR="0088501B">
              <w:rPr>
                <w:noProof/>
                <w:webHidden/>
              </w:rPr>
            </w:r>
            <w:r w:rsidR="0088501B">
              <w:rPr>
                <w:noProof/>
                <w:webHidden/>
              </w:rPr>
              <w:fldChar w:fldCharType="separate"/>
            </w:r>
            <w:r w:rsidR="0088501B">
              <w:rPr>
                <w:noProof/>
                <w:webHidden/>
              </w:rPr>
              <w:t>9</w:t>
            </w:r>
            <w:r w:rsidR="0088501B">
              <w:rPr>
                <w:noProof/>
                <w:webHidden/>
              </w:rPr>
              <w:fldChar w:fldCharType="end"/>
            </w:r>
          </w:hyperlink>
        </w:p>
        <w:p w14:paraId="6B2AD6B0" w14:textId="61F4E543" w:rsidR="0088501B" w:rsidRDefault="00000000">
          <w:pPr>
            <w:pStyle w:val="TOC2"/>
            <w:rPr>
              <w:rFonts w:eastAsiaTheme="minorEastAsia"/>
              <w:color w:val="auto"/>
              <w:lang w:val="en-AU" w:eastAsia="en-AU"/>
            </w:rPr>
          </w:pPr>
          <w:hyperlink w:anchor="_Toc160032319" w:history="1">
            <w:r w:rsidR="0088501B" w:rsidRPr="00EB10D6">
              <w:rPr>
                <w:rStyle w:val="Hyperlink"/>
              </w:rPr>
              <w:t>4.2.</w:t>
            </w:r>
            <w:r w:rsidR="0088501B">
              <w:rPr>
                <w:rFonts w:eastAsiaTheme="minorEastAsia"/>
                <w:color w:val="auto"/>
                <w:lang w:val="en-AU" w:eastAsia="en-AU"/>
              </w:rPr>
              <w:tab/>
            </w:r>
            <w:r w:rsidR="0088501B" w:rsidRPr="00EB10D6">
              <w:rPr>
                <w:rStyle w:val="Hyperlink"/>
              </w:rPr>
              <w:t>INTERACTION</w:t>
            </w:r>
            <w:r w:rsidR="0088501B">
              <w:rPr>
                <w:webHidden/>
              </w:rPr>
              <w:tab/>
            </w:r>
            <w:r w:rsidR="0088501B">
              <w:rPr>
                <w:webHidden/>
              </w:rPr>
              <w:fldChar w:fldCharType="begin"/>
            </w:r>
            <w:r w:rsidR="0088501B">
              <w:rPr>
                <w:webHidden/>
              </w:rPr>
              <w:instrText xml:space="preserve"> PAGEREF _Toc160032319 \h </w:instrText>
            </w:r>
            <w:r w:rsidR="0088501B">
              <w:rPr>
                <w:webHidden/>
              </w:rPr>
            </w:r>
            <w:r w:rsidR="0088501B">
              <w:rPr>
                <w:webHidden/>
              </w:rPr>
              <w:fldChar w:fldCharType="separate"/>
            </w:r>
            <w:r w:rsidR="0088501B">
              <w:rPr>
                <w:webHidden/>
              </w:rPr>
              <w:t>10</w:t>
            </w:r>
            <w:r w:rsidR="0088501B">
              <w:rPr>
                <w:webHidden/>
              </w:rPr>
              <w:fldChar w:fldCharType="end"/>
            </w:r>
          </w:hyperlink>
        </w:p>
        <w:p w14:paraId="657B185E" w14:textId="6119A35D" w:rsidR="0088501B" w:rsidRDefault="00000000">
          <w:pPr>
            <w:pStyle w:val="TOC3"/>
            <w:tabs>
              <w:tab w:val="left" w:pos="1134"/>
            </w:tabs>
            <w:rPr>
              <w:rFonts w:eastAsiaTheme="minorEastAsia"/>
              <w:noProof/>
              <w:color w:val="auto"/>
              <w:sz w:val="22"/>
              <w:lang w:val="en-AU" w:eastAsia="en-AU"/>
            </w:rPr>
          </w:pPr>
          <w:hyperlink w:anchor="_Toc160032320" w:history="1">
            <w:r w:rsidR="0088501B" w:rsidRPr="00EB10D6">
              <w:rPr>
                <w:rStyle w:val="Hyperlink"/>
                <w:noProof/>
              </w:rPr>
              <w:t>4.2.1.</w:t>
            </w:r>
            <w:r w:rsidR="0088501B">
              <w:rPr>
                <w:rFonts w:eastAsiaTheme="minorEastAsia"/>
                <w:noProof/>
                <w:color w:val="auto"/>
                <w:sz w:val="22"/>
                <w:lang w:val="en-AU" w:eastAsia="en-AU"/>
              </w:rPr>
              <w:tab/>
            </w:r>
            <w:r w:rsidR="0088501B" w:rsidRPr="00EB10D6">
              <w:rPr>
                <w:rStyle w:val="Hyperlink"/>
                <w:noProof/>
              </w:rPr>
              <w:t>VTS</w:t>
            </w:r>
            <w:r w:rsidR="0088501B">
              <w:rPr>
                <w:noProof/>
                <w:webHidden/>
              </w:rPr>
              <w:tab/>
            </w:r>
            <w:r w:rsidR="0088501B">
              <w:rPr>
                <w:noProof/>
                <w:webHidden/>
              </w:rPr>
              <w:fldChar w:fldCharType="begin"/>
            </w:r>
            <w:r w:rsidR="0088501B">
              <w:rPr>
                <w:noProof/>
                <w:webHidden/>
              </w:rPr>
              <w:instrText xml:space="preserve"> PAGEREF _Toc160032320 \h </w:instrText>
            </w:r>
            <w:r w:rsidR="0088501B">
              <w:rPr>
                <w:noProof/>
                <w:webHidden/>
              </w:rPr>
            </w:r>
            <w:r w:rsidR="0088501B">
              <w:rPr>
                <w:noProof/>
                <w:webHidden/>
              </w:rPr>
              <w:fldChar w:fldCharType="separate"/>
            </w:r>
            <w:r w:rsidR="0088501B">
              <w:rPr>
                <w:noProof/>
                <w:webHidden/>
              </w:rPr>
              <w:t>10</w:t>
            </w:r>
            <w:r w:rsidR="0088501B">
              <w:rPr>
                <w:noProof/>
                <w:webHidden/>
              </w:rPr>
              <w:fldChar w:fldCharType="end"/>
            </w:r>
          </w:hyperlink>
        </w:p>
        <w:p w14:paraId="3E62C6DC" w14:textId="5E4C49C0" w:rsidR="0088501B" w:rsidRDefault="00000000">
          <w:pPr>
            <w:pStyle w:val="TOC3"/>
            <w:tabs>
              <w:tab w:val="left" w:pos="1134"/>
            </w:tabs>
            <w:rPr>
              <w:rFonts w:eastAsiaTheme="minorEastAsia"/>
              <w:noProof/>
              <w:color w:val="auto"/>
              <w:sz w:val="22"/>
              <w:lang w:val="en-AU" w:eastAsia="en-AU"/>
            </w:rPr>
          </w:pPr>
          <w:hyperlink w:anchor="_Toc160032321" w:history="1">
            <w:r w:rsidR="0088501B" w:rsidRPr="00EB10D6">
              <w:rPr>
                <w:rStyle w:val="Hyperlink"/>
                <w:noProof/>
              </w:rPr>
              <w:t>4.2.2.</w:t>
            </w:r>
            <w:r w:rsidR="0088501B">
              <w:rPr>
                <w:rFonts w:eastAsiaTheme="minorEastAsia"/>
                <w:noProof/>
                <w:color w:val="auto"/>
                <w:sz w:val="22"/>
                <w:lang w:val="en-AU" w:eastAsia="en-AU"/>
              </w:rPr>
              <w:tab/>
            </w:r>
            <w:r w:rsidR="0088501B" w:rsidRPr="00EB10D6">
              <w:rPr>
                <w:rStyle w:val="Hyperlink"/>
                <w:noProof/>
              </w:rPr>
              <w:t>Participating Ships</w:t>
            </w:r>
            <w:r w:rsidR="0088501B">
              <w:rPr>
                <w:noProof/>
                <w:webHidden/>
              </w:rPr>
              <w:tab/>
            </w:r>
            <w:r w:rsidR="0088501B">
              <w:rPr>
                <w:noProof/>
                <w:webHidden/>
              </w:rPr>
              <w:fldChar w:fldCharType="begin"/>
            </w:r>
            <w:r w:rsidR="0088501B">
              <w:rPr>
                <w:noProof/>
                <w:webHidden/>
              </w:rPr>
              <w:instrText xml:space="preserve"> PAGEREF _Toc160032321 \h </w:instrText>
            </w:r>
            <w:r w:rsidR="0088501B">
              <w:rPr>
                <w:noProof/>
                <w:webHidden/>
              </w:rPr>
            </w:r>
            <w:r w:rsidR="0088501B">
              <w:rPr>
                <w:noProof/>
                <w:webHidden/>
              </w:rPr>
              <w:fldChar w:fldCharType="separate"/>
            </w:r>
            <w:r w:rsidR="0088501B">
              <w:rPr>
                <w:noProof/>
                <w:webHidden/>
              </w:rPr>
              <w:t>11</w:t>
            </w:r>
            <w:r w:rsidR="0088501B">
              <w:rPr>
                <w:noProof/>
                <w:webHidden/>
              </w:rPr>
              <w:fldChar w:fldCharType="end"/>
            </w:r>
          </w:hyperlink>
        </w:p>
        <w:p w14:paraId="6E73B14C" w14:textId="73543881" w:rsidR="0088501B" w:rsidRDefault="00000000">
          <w:pPr>
            <w:pStyle w:val="TOC2"/>
            <w:rPr>
              <w:rFonts w:eastAsiaTheme="minorEastAsia"/>
              <w:color w:val="auto"/>
              <w:lang w:val="en-AU" w:eastAsia="en-AU"/>
            </w:rPr>
          </w:pPr>
          <w:hyperlink w:anchor="_Toc160032322" w:history="1">
            <w:r w:rsidR="0088501B" w:rsidRPr="00EB10D6">
              <w:rPr>
                <w:rStyle w:val="Hyperlink"/>
              </w:rPr>
              <w:t>4.3.</w:t>
            </w:r>
            <w:r w:rsidR="0088501B">
              <w:rPr>
                <w:rFonts w:eastAsiaTheme="minorEastAsia"/>
                <w:color w:val="auto"/>
                <w:lang w:val="en-AU" w:eastAsia="en-AU"/>
              </w:rPr>
              <w:tab/>
            </w:r>
            <w:r w:rsidR="0088501B" w:rsidRPr="00EB10D6">
              <w:rPr>
                <w:rStyle w:val="Hyperlink"/>
              </w:rPr>
              <w:t>MANAGING A MIX OF CONVENTIONAL, AUTOMIZED AND AUTONOMOUS SHIPS</w:t>
            </w:r>
            <w:r w:rsidR="0088501B">
              <w:rPr>
                <w:webHidden/>
              </w:rPr>
              <w:tab/>
            </w:r>
            <w:r w:rsidR="0088501B">
              <w:rPr>
                <w:webHidden/>
              </w:rPr>
              <w:fldChar w:fldCharType="begin"/>
            </w:r>
            <w:r w:rsidR="0088501B">
              <w:rPr>
                <w:webHidden/>
              </w:rPr>
              <w:instrText xml:space="preserve"> PAGEREF _Toc160032322 \h </w:instrText>
            </w:r>
            <w:r w:rsidR="0088501B">
              <w:rPr>
                <w:webHidden/>
              </w:rPr>
            </w:r>
            <w:r w:rsidR="0088501B">
              <w:rPr>
                <w:webHidden/>
              </w:rPr>
              <w:fldChar w:fldCharType="separate"/>
            </w:r>
            <w:r w:rsidR="0088501B">
              <w:rPr>
                <w:webHidden/>
              </w:rPr>
              <w:t>11</w:t>
            </w:r>
            <w:r w:rsidR="0088501B">
              <w:rPr>
                <w:webHidden/>
              </w:rPr>
              <w:fldChar w:fldCharType="end"/>
            </w:r>
          </w:hyperlink>
        </w:p>
        <w:p w14:paraId="2EAFCC51" w14:textId="6765A678" w:rsidR="004278B9" w:rsidRDefault="004278B9">
          <w:r>
            <w:rPr>
              <w:b/>
              <w:bCs/>
              <w:noProof/>
            </w:rPr>
            <w:fldChar w:fldCharType="end"/>
          </w:r>
        </w:p>
      </w:sdtContent>
    </w:sdt>
    <w:p w14:paraId="69585A95" w14:textId="5C0023D9" w:rsidR="005E4659" w:rsidRPr="00176BB8" w:rsidRDefault="005E4659" w:rsidP="00CB1D11">
      <w:pPr>
        <w:pStyle w:val="BodyText"/>
        <w:suppressAutoHyphens/>
      </w:pP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76CDB216" w14:textId="77777777" w:rsidR="009F4F96" w:rsidRDefault="009F4F96" w:rsidP="009F4F96">
      <w:pPr>
        <w:pStyle w:val="Heading1"/>
        <w:numPr>
          <w:ilvl w:val="0"/>
          <w:numId w:val="0"/>
        </w:numPr>
        <w:suppressAutoHyphens/>
        <w:ind w:left="709" w:hanging="709"/>
      </w:pPr>
      <w:bookmarkStart w:id="0" w:name="_Toc158978818"/>
      <w:bookmarkStart w:id="1" w:name="_Toc160032254"/>
      <w:bookmarkStart w:id="2" w:name="_Toc135072337"/>
      <w:r w:rsidRPr="00BA649D">
        <w:lastRenderedPageBreak/>
        <w:t>Assumptions</w:t>
      </w:r>
      <w:bookmarkEnd w:id="0"/>
      <w:bookmarkEnd w:id="1"/>
    </w:p>
    <w:p w14:paraId="4C35F778" w14:textId="77777777" w:rsidR="009F4F96" w:rsidRDefault="009F4F96" w:rsidP="009F4F96">
      <w:pPr>
        <w:pStyle w:val="Heading1separationline"/>
      </w:pPr>
    </w:p>
    <w:tbl>
      <w:tblPr>
        <w:tblStyle w:val="TableGrid"/>
        <w:tblW w:w="0" w:type="auto"/>
        <w:shd w:val="clear" w:color="auto" w:fill="F2F2F2" w:themeFill="background1" w:themeFillShade="F2"/>
        <w:tblLook w:val="04A0" w:firstRow="1" w:lastRow="0" w:firstColumn="1" w:lastColumn="0" w:noHBand="0" w:noVBand="1"/>
      </w:tblPr>
      <w:tblGrid>
        <w:gridCol w:w="10195"/>
      </w:tblGrid>
      <w:tr w:rsidR="009F4F96" w:rsidRPr="00D3477C" w14:paraId="2CC63ED0" w14:textId="77777777" w:rsidTr="009F4F96">
        <w:trPr>
          <w:trHeight w:val="8548"/>
        </w:trPr>
        <w:tc>
          <w:tcPr>
            <w:tcW w:w="10195" w:type="dxa"/>
            <w:shd w:val="clear" w:color="auto" w:fill="F2F2F2" w:themeFill="background1" w:themeFillShade="F2"/>
          </w:tcPr>
          <w:p w14:paraId="4D638BA3" w14:textId="77777777" w:rsidR="009F4F96" w:rsidRDefault="009F4F96" w:rsidP="003300EA">
            <w:pPr>
              <w:pStyle w:val="BodyText"/>
              <w:jc w:val="center"/>
            </w:pPr>
            <w:r w:rsidRPr="00D3477C">
              <w:rPr>
                <w:highlight w:val="yellow"/>
              </w:rPr>
              <w:t>The following assumptions have been adopted in preparing this document.  These will be reviewed at each Committee meeting, noting the development of the MASS Code by the IMO Maritime Safety Committee.</w:t>
            </w:r>
          </w:p>
          <w:p w14:paraId="7EF0CC45" w14:textId="77777777" w:rsidR="009F4F96" w:rsidRPr="00D3477C" w:rsidRDefault="009F4F96" w:rsidP="003300EA">
            <w:pPr>
              <w:pStyle w:val="BodyText"/>
              <w:jc w:val="center"/>
            </w:pPr>
            <w:r w:rsidRPr="009F4F96">
              <w:rPr>
                <w:highlight w:val="yellow"/>
              </w:rPr>
              <w:t>It is expected that these assumptions will be addressed in the MASS Code as adopted [and amended IMO conventions and instruments] and will not be required in the final guidance document</w:t>
            </w:r>
          </w:p>
          <w:p w14:paraId="76D96E05" w14:textId="77777777" w:rsidR="009F4F96" w:rsidRPr="00D3477C" w:rsidRDefault="009F4F96" w:rsidP="005020D1">
            <w:pPr>
              <w:pStyle w:val="BodyText"/>
              <w:numPr>
                <w:ilvl w:val="0"/>
                <w:numId w:val="28"/>
              </w:numPr>
              <w:spacing w:before="120" w:line="240" w:lineRule="auto"/>
            </w:pPr>
            <w:r w:rsidRPr="00D3477C">
              <w:t xml:space="preserve">MASS will be subject to existing IMO instruments, as amended, such as SOLAS.  In addition, MASS will be subject to the MASS Code, which will address MASS issues not adequately or fully addressed in the applied base instruments. </w:t>
            </w:r>
          </w:p>
          <w:p w14:paraId="0E5EB8DF" w14:textId="77777777" w:rsidR="009F4F96" w:rsidRPr="00D3477C" w:rsidRDefault="009F4F96" w:rsidP="005020D1">
            <w:pPr>
              <w:pStyle w:val="BodyText"/>
              <w:numPr>
                <w:ilvl w:val="0"/>
                <w:numId w:val="28"/>
              </w:numPr>
              <w:spacing w:before="120" w:line="240" w:lineRule="auto"/>
            </w:pPr>
            <w:r w:rsidRPr="00D3477C">
              <w:t xml:space="preserve">MASS will be required to broadcast status as to who/what is in command at any time (Master/ROC/automated onboard command systems). </w:t>
            </w:r>
          </w:p>
          <w:p w14:paraId="62E6EAA6" w14:textId="77777777" w:rsidR="009F4F96" w:rsidRPr="00D3477C" w:rsidRDefault="009F4F96" w:rsidP="005020D1">
            <w:pPr>
              <w:pStyle w:val="BodyText"/>
              <w:numPr>
                <w:ilvl w:val="0"/>
                <w:numId w:val="28"/>
              </w:numPr>
              <w:spacing w:before="120" w:line="240" w:lineRule="auto"/>
            </w:pPr>
            <w:r w:rsidRPr="00D3477C">
              <w:t xml:space="preserve">MASS will be required to participate in VTS in the same manner as conventional ships.  That is, the same regulatory requirements to provide reports or information required by VTS and obligations with regards to the issue of advice, warnings and instructions as deemed necessary. </w:t>
            </w:r>
          </w:p>
          <w:p w14:paraId="4FC4BF84" w14:textId="77777777" w:rsidR="009F4F96" w:rsidRPr="00D3477C" w:rsidRDefault="009F4F96" w:rsidP="005020D1">
            <w:pPr>
              <w:pStyle w:val="BodyText"/>
              <w:numPr>
                <w:ilvl w:val="0"/>
                <w:numId w:val="28"/>
              </w:numPr>
              <w:spacing w:before="120" w:line="240" w:lineRule="auto"/>
            </w:pPr>
            <w:r w:rsidRPr="00D3477C">
              <w:t>Standards for digital information and data exchange (technology/medium, data elements, format, syntax, etc) will be referenced in other IALA guidance being developed by the VTS Committee during the 2023-2028 work program, such as:</w:t>
            </w:r>
          </w:p>
          <w:p w14:paraId="49F4034B" w14:textId="77777777" w:rsidR="009F4F96" w:rsidRPr="00D3477C" w:rsidRDefault="009F4F96" w:rsidP="005020D1">
            <w:pPr>
              <w:pStyle w:val="BodyText"/>
              <w:numPr>
                <w:ilvl w:val="1"/>
                <w:numId w:val="28"/>
              </w:numPr>
              <w:spacing w:before="120" w:line="240" w:lineRule="auto"/>
              <w:rPr>
                <w:i/>
                <w:iCs/>
              </w:rPr>
            </w:pPr>
            <w:r w:rsidRPr="00D3477C">
              <w:rPr>
                <w:i/>
                <w:iCs/>
              </w:rPr>
              <w:t>Task 1.1.3 - Develop guidance on VTS digital communications (operational aspects).</w:t>
            </w:r>
          </w:p>
          <w:p w14:paraId="312F3401" w14:textId="77777777" w:rsidR="009F4F96" w:rsidRPr="00D3477C" w:rsidRDefault="009F4F96" w:rsidP="005020D1">
            <w:pPr>
              <w:pStyle w:val="BodyText"/>
              <w:numPr>
                <w:ilvl w:val="1"/>
                <w:numId w:val="28"/>
              </w:numPr>
              <w:spacing w:before="120" w:line="240" w:lineRule="auto"/>
              <w:rPr>
                <w:i/>
                <w:iCs/>
              </w:rPr>
            </w:pPr>
            <w:r w:rsidRPr="00D3477C">
              <w:rPr>
                <w:i/>
                <w:iCs/>
              </w:rPr>
              <w:t>Task 2.5.2 - Develop technical service specifications for digital data exchange between VTS and other entities - primarily ships.</w:t>
            </w:r>
          </w:p>
          <w:p w14:paraId="7AEAE972" w14:textId="77777777" w:rsidR="009F4F96" w:rsidRPr="00D3477C" w:rsidRDefault="009F4F96" w:rsidP="005020D1">
            <w:pPr>
              <w:pStyle w:val="BodyText"/>
              <w:numPr>
                <w:ilvl w:val="1"/>
                <w:numId w:val="28"/>
              </w:numPr>
              <w:spacing w:before="120" w:line="240" w:lineRule="auto"/>
              <w:rPr>
                <w:i/>
                <w:iCs/>
              </w:rPr>
            </w:pPr>
            <w:r w:rsidRPr="00D3477C">
              <w:rPr>
                <w:i/>
                <w:iCs/>
              </w:rPr>
              <w:t>Task 2.8.1 - Develop a Product Specification S-212 under the S-100 framework for VTS.</w:t>
            </w:r>
          </w:p>
          <w:p w14:paraId="210AA783" w14:textId="77777777" w:rsidR="009F4F96" w:rsidRPr="00D3477C" w:rsidRDefault="009F4F96" w:rsidP="005020D1">
            <w:pPr>
              <w:pStyle w:val="BodyText"/>
              <w:numPr>
                <w:ilvl w:val="1"/>
                <w:numId w:val="28"/>
              </w:numPr>
              <w:spacing w:before="120" w:line="240" w:lineRule="auto"/>
            </w:pPr>
            <w:r w:rsidRPr="00D3477C">
              <w:rPr>
                <w:i/>
                <w:iCs/>
              </w:rPr>
              <w:t>Task 2.82 - Review and update Recommendation R0145 (V-145) on the Inter-VTS Exchange Format (IVEF) Service (Output to be a revised Recommendation and associated Guideline including a technical service and/or product specification S-210).</w:t>
            </w:r>
          </w:p>
          <w:p w14:paraId="30C9120D" w14:textId="77777777" w:rsidR="009F4F96" w:rsidRPr="00D3477C" w:rsidRDefault="009F4F96" w:rsidP="005020D1">
            <w:pPr>
              <w:pStyle w:val="BodyText"/>
              <w:numPr>
                <w:ilvl w:val="0"/>
                <w:numId w:val="28"/>
              </w:numPr>
              <w:spacing w:before="120" w:line="240" w:lineRule="auto"/>
            </w:pPr>
            <w:r w:rsidRPr="00D3477C">
              <w:rPr>
                <w:i/>
                <w:iCs/>
              </w:rPr>
              <w:t>This document will be complimentary and contribute to the overarching IALA guideline G</w:t>
            </w:r>
            <w:r w:rsidRPr="00D3477C">
              <w:rPr>
                <w:i/>
                <w:iCs/>
                <w:highlight w:val="yellow"/>
              </w:rPr>
              <w:t>nnnn</w:t>
            </w:r>
            <w:r w:rsidRPr="00D3477C">
              <w:rPr>
                <w:i/>
                <w:iCs/>
              </w:rPr>
              <w:t xml:space="preserve"> - Developments and implications of maritime autonomous surface ships for coastal authorities being prepared by the DTEC Committee.</w:t>
            </w:r>
          </w:p>
        </w:tc>
      </w:tr>
    </w:tbl>
    <w:p w14:paraId="174CC981" w14:textId="77777777" w:rsidR="009F4F96" w:rsidRDefault="009F4F96">
      <w:pPr>
        <w:spacing w:after="200" w:line="276" w:lineRule="auto"/>
        <w:rPr>
          <w:rFonts w:asciiTheme="majorHAnsi" w:eastAsiaTheme="majorEastAsia" w:hAnsiTheme="majorHAnsi" w:cstheme="majorBidi"/>
          <w:b/>
          <w:bCs/>
          <w:caps/>
          <w:color w:val="00558C"/>
          <w:sz w:val="28"/>
          <w:szCs w:val="24"/>
        </w:rPr>
      </w:pPr>
      <w:r>
        <w:br w:type="page"/>
      </w:r>
    </w:p>
    <w:p w14:paraId="31D9309B" w14:textId="11A81F5E" w:rsidR="00CD25CD" w:rsidRDefault="00CD25CD">
      <w:pPr>
        <w:pStyle w:val="Heading1"/>
        <w:suppressAutoHyphens/>
      </w:pPr>
      <w:bookmarkStart w:id="3" w:name="_Toc160032255"/>
      <w:r>
        <w:lastRenderedPageBreak/>
        <w:t>introduction</w:t>
      </w:r>
      <w:bookmarkEnd w:id="3"/>
    </w:p>
    <w:p w14:paraId="79C815C3" w14:textId="553C18CC" w:rsidR="00CD25CD" w:rsidRDefault="00CD25CD" w:rsidP="00CD25CD">
      <w:pPr>
        <w:pStyle w:val="Heading1separationline"/>
      </w:pPr>
    </w:p>
    <w:p w14:paraId="7D901EDA" w14:textId="1F660593" w:rsidR="00CD25CD" w:rsidRPr="00CD25CD" w:rsidRDefault="00CD25CD" w:rsidP="003D367D">
      <w:pPr>
        <w:pStyle w:val="BodyText"/>
      </w:pPr>
      <w:r w:rsidRPr="00CD25CD">
        <w:t>Interaction between VTS and ships has traditionally been via VHF voice.  With the increasing use of automation and autonomy in how ships are navigated, controlled, and operated a new approach is required as to how interaction and situational awareness is achieved by both VTS and participating ships (i.e., the master/MASS Master</w:t>
      </w:r>
      <w:r>
        <w:t>/Remote Operations Centre</w:t>
      </w:r>
      <w:r w:rsidRPr="00CD25CD">
        <w:t xml:space="preserve">).  </w:t>
      </w:r>
    </w:p>
    <w:p w14:paraId="3075688F" w14:textId="4A58203A" w:rsidR="00526F6C" w:rsidRDefault="00526F6C">
      <w:pPr>
        <w:pStyle w:val="Heading1"/>
        <w:suppressAutoHyphens/>
      </w:pPr>
      <w:bookmarkStart w:id="4" w:name="_Toc160032256"/>
      <w:r>
        <w:t>document purpose</w:t>
      </w:r>
      <w:bookmarkEnd w:id="2"/>
      <w:bookmarkEnd w:id="4"/>
      <w:r>
        <w:t xml:space="preserve"> </w:t>
      </w:r>
    </w:p>
    <w:p w14:paraId="3E0C208A" w14:textId="6528197D" w:rsidR="00526F6C" w:rsidRDefault="00526F6C" w:rsidP="00526F6C">
      <w:pPr>
        <w:pStyle w:val="Heading1separationline"/>
      </w:pPr>
    </w:p>
    <w:p w14:paraId="29ED8980" w14:textId="77777777" w:rsidR="00AC68A2" w:rsidRDefault="00AC68A2" w:rsidP="00AC68A2">
      <w:pPr>
        <w:pStyle w:val="BodyText"/>
      </w:pPr>
      <w:r w:rsidRPr="00086CA0">
        <w:t xml:space="preserve">The purpose of this document is to assist </w:t>
      </w:r>
      <w:r>
        <w:t xml:space="preserve">VTS providers prepare for </w:t>
      </w:r>
      <w:bookmarkStart w:id="5" w:name="_Hlk159314195"/>
      <w:r>
        <w:t>i</w:t>
      </w:r>
      <w:r w:rsidRPr="00086CA0">
        <w:t>nteract</w:t>
      </w:r>
      <w:r>
        <w:t>ing</w:t>
      </w:r>
      <w:r w:rsidRPr="00086CA0">
        <w:t xml:space="preserve"> with </w:t>
      </w:r>
      <w:r>
        <w:t>ship</w:t>
      </w:r>
      <w:r w:rsidRPr="00086CA0">
        <w:t xml:space="preserve"> traffic</w:t>
      </w:r>
      <w:r w:rsidRPr="00C55214">
        <w:t xml:space="preserve"> </w:t>
      </w:r>
      <w:bookmarkStart w:id="6" w:name="_Hlk159224904"/>
      <w:r w:rsidRPr="00C55214">
        <w:t>comprising a dynamic mix of conventional, automized and autonomous ships</w:t>
      </w:r>
      <w:r>
        <w:t xml:space="preserve"> </w:t>
      </w:r>
      <w:bookmarkEnd w:id="5"/>
      <w:bookmarkEnd w:id="6"/>
      <w:r>
        <w:t>in a manner that ensures VTS achieves its purpose of</w:t>
      </w:r>
      <w:r w:rsidRPr="00EC44A2">
        <w:t xml:space="preserve"> contribut</w:t>
      </w:r>
      <w:r>
        <w:t>ing</w:t>
      </w:r>
      <w:r w:rsidRPr="00EC44A2">
        <w:t xml:space="preserve"> to the safety of life at sea, improve the safety and efficiency of navigation and support the protection of the environment within a VTS area by mitigating the development of unsafe situations through</w:t>
      </w:r>
      <w:r>
        <w:t>:</w:t>
      </w:r>
    </w:p>
    <w:p w14:paraId="18C0AB8D" w14:textId="77777777" w:rsidR="00AC68A2" w:rsidRPr="003D367D" w:rsidRDefault="00AC68A2" w:rsidP="003D367D">
      <w:pPr>
        <w:pStyle w:val="BodyText"/>
        <w:numPr>
          <w:ilvl w:val="0"/>
          <w:numId w:val="66"/>
        </w:numPr>
        <w:spacing w:before="60" w:after="60" w:line="240" w:lineRule="auto"/>
        <w:ind w:left="714" w:hanging="357"/>
      </w:pPr>
      <w:r w:rsidRPr="003D367D">
        <w:t>providing timely and relevant information on factors that may influence ship movements and assist onboard decision-making.</w:t>
      </w:r>
    </w:p>
    <w:p w14:paraId="3281EE9B" w14:textId="77777777" w:rsidR="00AC68A2" w:rsidRPr="003D367D" w:rsidRDefault="00AC68A2" w:rsidP="003D367D">
      <w:pPr>
        <w:pStyle w:val="BodyText"/>
        <w:numPr>
          <w:ilvl w:val="0"/>
          <w:numId w:val="66"/>
        </w:numPr>
        <w:spacing w:before="60" w:after="60" w:line="240" w:lineRule="auto"/>
        <w:ind w:left="714" w:hanging="357"/>
      </w:pPr>
      <w:r w:rsidRPr="003D367D">
        <w:t>monitoring and managing ship traffic to ensure the safety and efficiency of ship movements.</w:t>
      </w:r>
    </w:p>
    <w:p w14:paraId="3DAB747E" w14:textId="4BA93CB5" w:rsidR="00AC68A2" w:rsidRDefault="00AC68A2" w:rsidP="00EA438C">
      <w:pPr>
        <w:pStyle w:val="BodyText"/>
        <w:numPr>
          <w:ilvl w:val="0"/>
          <w:numId w:val="66"/>
        </w:numPr>
        <w:spacing w:before="60" w:after="60" w:line="240" w:lineRule="auto"/>
        <w:ind w:left="714" w:hanging="357"/>
      </w:pPr>
      <w:r w:rsidRPr="003D367D">
        <w:t>responding to developing unsafe situations.</w:t>
      </w:r>
    </w:p>
    <w:p w14:paraId="368ADBEC" w14:textId="77777777" w:rsidR="00EA438C" w:rsidRPr="003D367D" w:rsidRDefault="00EA438C" w:rsidP="003D367D">
      <w:pPr>
        <w:pStyle w:val="BodyText"/>
        <w:spacing w:before="60" w:after="60" w:line="240" w:lineRule="auto"/>
      </w:pPr>
    </w:p>
    <w:tbl>
      <w:tblPr>
        <w:tblStyle w:val="TableGrid"/>
        <w:tblW w:w="0" w:type="auto"/>
        <w:shd w:val="clear" w:color="auto" w:fill="86F3FF" w:themeFill="accent4" w:themeFillTint="66"/>
        <w:tblLook w:val="04A0" w:firstRow="1" w:lastRow="0" w:firstColumn="1" w:lastColumn="0" w:noHBand="0" w:noVBand="1"/>
      </w:tblPr>
      <w:tblGrid>
        <w:gridCol w:w="10195"/>
      </w:tblGrid>
      <w:tr w:rsidR="0015250A" w14:paraId="04B38A7A" w14:textId="77777777" w:rsidTr="005020D1">
        <w:tc>
          <w:tcPr>
            <w:tcW w:w="10195" w:type="dxa"/>
            <w:shd w:val="clear" w:color="auto" w:fill="86F3FF" w:themeFill="accent4" w:themeFillTint="66"/>
          </w:tcPr>
          <w:p w14:paraId="7B8716CD" w14:textId="77777777" w:rsidR="00C623DC" w:rsidRDefault="00C623DC" w:rsidP="003D367D">
            <w:pPr>
              <w:pStyle w:val="BodyText"/>
            </w:pPr>
            <w:r>
              <w:t>IALA</w:t>
            </w:r>
            <w:r w:rsidRPr="007B1238">
              <w:t xml:space="preserve"> Guideline </w:t>
            </w:r>
            <w:r w:rsidRPr="005020D1">
              <w:rPr>
                <w:highlight w:val="yellow"/>
              </w:rPr>
              <w:t>XXXX</w:t>
            </w:r>
            <w:r>
              <w:t xml:space="preserve"> - &lt;</w:t>
            </w:r>
            <w:r w:rsidRPr="005020D1">
              <w:rPr>
                <w:highlight w:val="yellow"/>
              </w:rPr>
              <w:t>Title</w:t>
            </w:r>
            <w:r>
              <w:t xml:space="preserve">&gt; </w:t>
            </w:r>
            <w:r w:rsidRPr="007B1238">
              <w:t xml:space="preserve">is associated with IALA Recommendation R0127 </w:t>
            </w:r>
            <w:r>
              <w:t xml:space="preserve">- </w:t>
            </w:r>
            <w:r w:rsidRPr="007B1238">
              <w:t>VTS Operations</w:t>
            </w:r>
            <w:r>
              <w:t>.</w:t>
            </w:r>
          </w:p>
          <w:p w14:paraId="0882C344" w14:textId="17EB9832" w:rsidR="00C623DC" w:rsidRDefault="00EE170C" w:rsidP="003D367D">
            <w:pPr>
              <w:pStyle w:val="BodyText"/>
            </w:pPr>
            <w:r w:rsidRPr="00EE170C">
              <w:t>Recognizing the MASS Code adopted by IMO on &lt;</w:t>
            </w:r>
            <w:r w:rsidRPr="003D367D">
              <w:rPr>
                <w:highlight w:val="yellow"/>
              </w:rPr>
              <w:t>Date</w:t>
            </w:r>
            <w:r w:rsidRPr="00EE170C">
              <w:t>&gt; is voluntary</w:t>
            </w:r>
            <w:r>
              <w:t>,</w:t>
            </w:r>
            <w:r w:rsidRPr="00EE170C">
              <w:t xml:space="preserve"> </w:t>
            </w:r>
            <w:r w:rsidR="00C623DC">
              <w:t xml:space="preserve">Guideline </w:t>
            </w:r>
            <w:r w:rsidR="00C623DC" w:rsidRPr="005020D1">
              <w:rPr>
                <w:highlight w:val="yellow"/>
              </w:rPr>
              <w:t>XXXX</w:t>
            </w:r>
            <w:r w:rsidR="00C623DC">
              <w:t xml:space="preserve"> is informative in nature and describes additional desirable practices </w:t>
            </w:r>
            <w:r>
              <w:t xml:space="preserve">for </w:t>
            </w:r>
            <w:r w:rsidRPr="00EE170C">
              <w:t>interacting with ship traffic comprising a dynamic mix of conventional, automized and autonomous ships</w:t>
            </w:r>
            <w:r w:rsidR="00C623DC">
              <w:t xml:space="preserve">.  </w:t>
            </w:r>
            <w:r>
              <w:t>I</w:t>
            </w:r>
            <w:r w:rsidR="00C623DC">
              <w:t>t is not necessary to conform to in order to claim compliance with Recommendation R0127.</w:t>
            </w:r>
          </w:p>
          <w:p w14:paraId="7AA013BD" w14:textId="77777777" w:rsidR="00AC68A2" w:rsidRPr="005B75AF" w:rsidRDefault="00AC68A2" w:rsidP="003D367D">
            <w:pPr>
              <w:pStyle w:val="BodyText"/>
              <w:rPr>
                <w:i/>
                <w:iCs/>
              </w:rPr>
            </w:pPr>
            <w:r w:rsidRPr="00962554">
              <w:rPr>
                <w:i/>
                <w:iCs/>
                <w:u w:val="single"/>
              </w:rPr>
              <w:t>Note:</w:t>
            </w:r>
            <w:r>
              <w:rPr>
                <w:i/>
                <w:iCs/>
              </w:rPr>
              <w:t xml:space="preserve"> </w:t>
            </w:r>
            <w:r w:rsidRPr="007B1238">
              <w:rPr>
                <w:i/>
                <w:iCs/>
              </w:rPr>
              <w:t xml:space="preserve">With the evolution of MASS and </w:t>
            </w:r>
            <w:r>
              <w:rPr>
                <w:i/>
                <w:iCs/>
              </w:rPr>
              <w:t>entry into force</w:t>
            </w:r>
            <w:r w:rsidRPr="007B1238">
              <w:rPr>
                <w:i/>
                <w:iCs/>
              </w:rPr>
              <w:t xml:space="preserve"> of the mandatory MASS Code in 2028 it is expected this guideline will be reviewed and updated regularly</w:t>
            </w:r>
            <w:r>
              <w:rPr>
                <w:i/>
                <w:iCs/>
              </w:rPr>
              <w:t>.</w:t>
            </w:r>
          </w:p>
        </w:tc>
      </w:tr>
    </w:tbl>
    <w:p w14:paraId="5C28A3CD" w14:textId="77777777" w:rsidR="00AC68A2" w:rsidRDefault="00AC68A2" w:rsidP="00AC68A2">
      <w:pPr>
        <w:pStyle w:val="Heading2"/>
      </w:pPr>
      <w:bookmarkStart w:id="7" w:name="_Toc158978813"/>
      <w:bookmarkStart w:id="8" w:name="_Toc160032257"/>
      <w:r>
        <w:t>Using this Guideline</w:t>
      </w:r>
      <w:bookmarkEnd w:id="7"/>
      <w:bookmarkEnd w:id="8"/>
    </w:p>
    <w:p w14:paraId="152C4C44" w14:textId="211E313F" w:rsidR="004566F6" w:rsidRDefault="00AC68A2" w:rsidP="00AC68A2">
      <w:pPr>
        <w:pStyle w:val="BodyText"/>
      </w:pPr>
      <w:r>
        <w:t xml:space="preserve">IALA standards, recommendations and guidelines specifically related to the establishment and operation of VTS have historically been developed on the basis that </w:t>
      </w:r>
      <w:r w:rsidR="004566F6">
        <w:t>:</w:t>
      </w:r>
    </w:p>
    <w:p w14:paraId="184ACCDA" w14:textId="5406BAA0" w:rsidR="004566F6" w:rsidRDefault="00792E02" w:rsidP="003D367D">
      <w:pPr>
        <w:pStyle w:val="BodyText"/>
        <w:numPr>
          <w:ilvl w:val="0"/>
          <w:numId w:val="66"/>
        </w:numPr>
        <w:spacing w:before="60" w:after="60" w:line="240" w:lineRule="auto"/>
        <w:ind w:left="714" w:hanging="357"/>
      </w:pPr>
      <w:r>
        <w:t>S</w:t>
      </w:r>
      <w:r w:rsidRPr="00792E02">
        <w:t xml:space="preserve">hips </w:t>
      </w:r>
      <w:r>
        <w:t>h</w:t>
      </w:r>
      <w:r w:rsidR="004566F6" w:rsidRPr="004566F6">
        <w:t>ave at least a minimum level of manning on board to carry out the various tasks required to ensure safe, secure, and environmentally sound ship operations</w:t>
      </w:r>
      <w:r w:rsidR="004566F6">
        <w:t>; and</w:t>
      </w:r>
    </w:p>
    <w:p w14:paraId="1C795625" w14:textId="19C33BE5" w:rsidR="004566F6" w:rsidRDefault="00792E02" w:rsidP="003D367D">
      <w:pPr>
        <w:pStyle w:val="BodyText"/>
        <w:numPr>
          <w:ilvl w:val="0"/>
          <w:numId w:val="66"/>
        </w:numPr>
        <w:spacing w:before="60" w:after="60" w:line="240" w:lineRule="auto"/>
        <w:ind w:left="714" w:hanging="357"/>
      </w:pPr>
      <w:r>
        <w:t>The interaction between VTS and ships is</w:t>
      </w:r>
      <w:r w:rsidR="00AC68A2">
        <w:t xml:space="preserve"> by VHF voice</w:t>
      </w:r>
      <w:r w:rsidR="000A3B1D">
        <w:t xml:space="preserve"> and</w:t>
      </w:r>
      <w:r w:rsidR="004C5C47">
        <w:t>,</w:t>
      </w:r>
      <w:r w:rsidR="000A3B1D">
        <w:t xml:space="preserve"> as a result, all</w:t>
      </w:r>
      <w:r w:rsidR="004566F6">
        <w:t xml:space="preserve"> traffic </w:t>
      </w:r>
      <w:r w:rsidR="002E6DBB">
        <w:t xml:space="preserve">and VTS </w:t>
      </w:r>
      <w:r w:rsidR="0066437F">
        <w:t>maintain situational awareness by being aware</w:t>
      </w:r>
      <w:r w:rsidR="004566F6">
        <w:t xml:space="preserve"> of </w:t>
      </w:r>
      <w:r w:rsidR="000A3B1D">
        <w:t>each</w:t>
      </w:r>
      <w:r w:rsidR="004566F6">
        <w:t xml:space="preserve"> interaction between VTS and individual ships.</w:t>
      </w:r>
    </w:p>
    <w:p w14:paraId="034FF23A" w14:textId="7A0C1A2B" w:rsidR="001F2B3D" w:rsidRDefault="00110B52" w:rsidP="00AC68A2">
      <w:pPr>
        <w:pStyle w:val="BodyText"/>
      </w:pPr>
      <w:r>
        <w:rPr>
          <w:noProof/>
        </w:rPr>
        <w:drawing>
          <wp:anchor distT="0" distB="0" distL="114300" distR="114300" simplePos="0" relativeHeight="251659264" behindDoc="1" locked="0" layoutInCell="1" allowOverlap="1" wp14:anchorId="547D8C73" wp14:editId="1C795625">
            <wp:simplePos x="0" y="0"/>
            <wp:positionH relativeFrom="column">
              <wp:posOffset>4295775</wp:posOffset>
            </wp:positionH>
            <wp:positionV relativeFrom="paragraph">
              <wp:posOffset>13335</wp:posOffset>
            </wp:positionV>
            <wp:extent cx="2201545" cy="1595120"/>
            <wp:effectExtent l="0" t="0" r="8255" b="5080"/>
            <wp:wrapTight wrapText="bothSides">
              <wp:wrapPolygon edited="0">
                <wp:start x="0" y="0"/>
                <wp:lineTo x="0" y="21411"/>
                <wp:lineTo x="21494" y="21411"/>
                <wp:lineTo x="2149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5">
                      <a:extLst>
                        <a:ext uri="{28A0092B-C50C-407E-A947-70E740481C1C}">
                          <a14:useLocalDpi xmlns:a14="http://schemas.microsoft.com/office/drawing/2010/main" val="0"/>
                        </a:ext>
                      </a:extLst>
                    </a:blip>
                    <a:stretch>
                      <a:fillRect/>
                    </a:stretch>
                  </pic:blipFill>
                  <pic:spPr>
                    <a:xfrm>
                      <a:off x="0" y="0"/>
                      <a:ext cx="2201545" cy="1595120"/>
                    </a:xfrm>
                    <a:prstGeom prst="rect">
                      <a:avLst/>
                    </a:prstGeom>
                  </pic:spPr>
                </pic:pic>
              </a:graphicData>
            </a:graphic>
            <wp14:sizeRelH relativeFrom="margin">
              <wp14:pctWidth>0</wp14:pctWidth>
            </wp14:sizeRelH>
            <wp14:sizeRelV relativeFrom="margin">
              <wp14:pctHeight>0</wp14:pctHeight>
            </wp14:sizeRelV>
          </wp:anchor>
        </w:drawing>
      </w:r>
      <w:r w:rsidR="00AC68A2" w:rsidRPr="0037029F">
        <w:t xml:space="preserve">The increasing use of automation in the operation of ships, along with the anticipated increase in the use of remote control and autonomous operation of key functions, </w:t>
      </w:r>
      <w:r w:rsidR="001F2B3D">
        <w:t>require</w:t>
      </w:r>
      <w:r w:rsidR="000A3B1D">
        <w:t>s</w:t>
      </w:r>
      <w:r w:rsidR="001F2B3D">
        <w:t xml:space="preserve"> a different approach and therefore some adjustment to the accepted norms regarding interaction</w:t>
      </w:r>
      <w:r>
        <w:t xml:space="preserve"> to provide information, </w:t>
      </w:r>
      <w:r w:rsidR="001F2B3D" w:rsidRPr="001F2B3D">
        <w:t>or issue advice, warnings</w:t>
      </w:r>
      <w:r>
        <w:t>,</w:t>
      </w:r>
      <w:r w:rsidR="001F2B3D" w:rsidRPr="001F2B3D">
        <w:t xml:space="preserve"> and instructions</w:t>
      </w:r>
      <w:r>
        <w:t xml:space="preserve"> to</w:t>
      </w:r>
      <w:r w:rsidRPr="00110B52">
        <w:t xml:space="preserve"> manag</w:t>
      </w:r>
      <w:r>
        <w:t>e</w:t>
      </w:r>
      <w:r w:rsidRPr="00110B52">
        <w:t xml:space="preserve"> ship traffic and respond to developing unsafe situations</w:t>
      </w:r>
      <w:r>
        <w:t>.</w:t>
      </w:r>
    </w:p>
    <w:p w14:paraId="6D08E237" w14:textId="28D0977E" w:rsidR="00AC68A2" w:rsidRDefault="00AC68A2" w:rsidP="00AC68A2">
      <w:pPr>
        <w:pStyle w:val="BodyText"/>
      </w:pPr>
      <w:r>
        <w:t>This Guideline has been prepared in a manner that:</w:t>
      </w:r>
    </w:p>
    <w:p w14:paraId="08DB4754" w14:textId="18B80A79" w:rsidR="00AC68A2" w:rsidRDefault="00AC68A2" w:rsidP="004C5C47">
      <w:pPr>
        <w:pStyle w:val="BodyText"/>
        <w:numPr>
          <w:ilvl w:val="0"/>
          <w:numId w:val="64"/>
        </w:numPr>
        <w:spacing w:before="60" w:after="60" w:line="240" w:lineRule="auto"/>
      </w:pPr>
      <w:r>
        <w:t xml:space="preserve">Recognizes the evolution of </w:t>
      </w:r>
      <w:r w:rsidRPr="00D56E0A">
        <w:t>automation and autonomy in the context of how ships are navigated</w:t>
      </w:r>
      <w:r>
        <w:t xml:space="preserve">, </w:t>
      </w:r>
      <w:r w:rsidRPr="00D56E0A">
        <w:t>controlled</w:t>
      </w:r>
      <w:r>
        <w:t xml:space="preserve">, and </w:t>
      </w:r>
      <w:r w:rsidRPr="00D56E0A">
        <w:t>operat</w:t>
      </w:r>
      <w:r>
        <w:t>ed over the next twenty years</w:t>
      </w:r>
      <w:r w:rsidR="00110B52">
        <w:t>.</w:t>
      </w:r>
    </w:p>
    <w:p w14:paraId="5F4C11FE" w14:textId="0F6C60BE" w:rsidR="00AC68A2" w:rsidRDefault="00AC68A2" w:rsidP="004C5C47">
      <w:pPr>
        <w:pStyle w:val="BodyText"/>
        <w:numPr>
          <w:ilvl w:val="0"/>
          <w:numId w:val="64"/>
        </w:numPr>
        <w:spacing w:before="60" w:after="60" w:line="240" w:lineRule="auto"/>
      </w:pPr>
      <w:r>
        <w:t>R</w:t>
      </w:r>
      <w:r w:rsidRPr="00465906">
        <w:t>ecogniz</w:t>
      </w:r>
      <w:r>
        <w:t>es</w:t>
      </w:r>
      <w:r w:rsidRPr="00465906">
        <w:t xml:space="preserve"> </w:t>
      </w:r>
      <w:r>
        <w:t xml:space="preserve">the operational requirements to manage ship traffic comprising </w:t>
      </w:r>
      <w:r w:rsidRPr="00465906">
        <w:t xml:space="preserve">a mix of conventional ships, automated, autonomous ships may not be adequately addressed in existing IALA </w:t>
      </w:r>
      <w:r>
        <w:t>s</w:t>
      </w:r>
      <w:r w:rsidRPr="00465906">
        <w:t xml:space="preserve">tandards, </w:t>
      </w:r>
      <w:r w:rsidR="00E42134" w:rsidRPr="00E42134">
        <w:t xml:space="preserve">and additional guidance </w:t>
      </w:r>
      <w:r w:rsidR="00E42134">
        <w:t>is</w:t>
      </w:r>
      <w:r w:rsidR="00E42134" w:rsidRPr="00E42134">
        <w:t xml:space="preserve"> required to achieve a level of safety that is equivalent to that </w:t>
      </w:r>
      <w:r w:rsidR="00E42134">
        <w:t xml:space="preserve">traditionally </w:t>
      </w:r>
      <w:r w:rsidR="00E42134" w:rsidRPr="00E42134">
        <w:t>expected.</w:t>
      </w:r>
      <w:r w:rsidR="00E42134" w:rsidRPr="00E42134" w:rsidDel="00E42134">
        <w:t xml:space="preserve"> </w:t>
      </w:r>
    </w:p>
    <w:p w14:paraId="64DBADEE" w14:textId="4E129AF4" w:rsidR="00DF52F4" w:rsidRDefault="003B5E1D" w:rsidP="004C5C47">
      <w:pPr>
        <w:pStyle w:val="BodyText"/>
        <w:numPr>
          <w:ilvl w:val="0"/>
          <w:numId w:val="64"/>
        </w:numPr>
        <w:spacing w:before="60" w:after="60" w:line="240" w:lineRule="auto"/>
      </w:pPr>
      <w:r>
        <w:lastRenderedPageBreak/>
        <w:t>Identifies</w:t>
      </w:r>
      <w:r w:rsidR="00DF52F4">
        <w:t xml:space="preserve"> additional desirable practices to interact and manage ship traffic </w:t>
      </w:r>
      <w:r w:rsidR="003B386D">
        <w:t xml:space="preserve">comprising a </w:t>
      </w:r>
      <w:r w:rsidRPr="003B5E1D">
        <w:t>dynamic mix of conventional, automized and autonomous ships</w:t>
      </w:r>
      <w:r>
        <w:t xml:space="preserve"> </w:t>
      </w:r>
      <w:r w:rsidRPr="003B5E1D">
        <w:t xml:space="preserve">insofar as they are not adequately or fully addressed in other </w:t>
      </w:r>
      <w:r>
        <w:t>IALA recommendations and guidelines</w:t>
      </w:r>
      <w:r w:rsidRPr="003B5E1D">
        <w:t>.</w:t>
      </w:r>
    </w:p>
    <w:p w14:paraId="40194193" w14:textId="77777777" w:rsidR="00EE170C" w:rsidRDefault="00AC68A2" w:rsidP="004C5C47">
      <w:pPr>
        <w:pStyle w:val="BodyText"/>
        <w:numPr>
          <w:ilvl w:val="0"/>
          <w:numId w:val="64"/>
        </w:numPr>
        <w:spacing w:before="60" w:after="60" w:line="240" w:lineRule="auto"/>
      </w:pPr>
      <w:r>
        <w:t>Recognizes</w:t>
      </w:r>
      <w:r w:rsidRPr="0066106F">
        <w:t xml:space="preserve"> certain operational functions associated with a ship’s operation may be controlled automatically</w:t>
      </w:r>
      <w:r>
        <w:t>/autonomously</w:t>
      </w:r>
      <w:r w:rsidR="004C5C47">
        <w:t>, either</w:t>
      </w:r>
      <w:r w:rsidRPr="0066106F">
        <w:t xml:space="preserve"> onboard or from a location, or locations remote from the ship.</w:t>
      </w:r>
      <w:r w:rsidR="00EE170C" w:rsidRPr="00EE170C">
        <w:t xml:space="preserve"> </w:t>
      </w:r>
    </w:p>
    <w:p w14:paraId="25452DAE" w14:textId="160CCDAE" w:rsidR="00C158D6" w:rsidRPr="003A40B9" w:rsidRDefault="00C158D6" w:rsidP="004C5C47">
      <w:pPr>
        <w:pStyle w:val="BodyText"/>
        <w:numPr>
          <w:ilvl w:val="0"/>
          <w:numId w:val="64"/>
        </w:numPr>
        <w:spacing w:before="60" w:after="60" w:line="240" w:lineRule="auto"/>
      </w:pPr>
      <w:r w:rsidRPr="003A40B9">
        <w:t>Recognises that automated systems/ Masters/MASS masters/ ROCs may not always have the information/awareness that a VTS has.</w:t>
      </w:r>
    </w:p>
    <w:p w14:paraId="5CE3F502" w14:textId="318A3184" w:rsidR="004C5C47" w:rsidRDefault="00EE170C" w:rsidP="004C5C47">
      <w:pPr>
        <w:pStyle w:val="BodyText"/>
        <w:numPr>
          <w:ilvl w:val="0"/>
          <w:numId w:val="64"/>
        </w:numPr>
        <w:spacing w:before="60" w:after="60" w:line="240" w:lineRule="auto"/>
      </w:pPr>
      <w:r>
        <w:t>Provides a framework for VTS providers to</w:t>
      </w:r>
      <w:r w:rsidRPr="00CB4F37">
        <w:t xml:space="preserve"> adapt their processes </w:t>
      </w:r>
      <w:r>
        <w:t xml:space="preserve">and </w:t>
      </w:r>
      <w:r w:rsidRPr="00CB4F37">
        <w:t xml:space="preserve">systems </w:t>
      </w:r>
      <w:r w:rsidRPr="001B7A72">
        <w:t>to ensure</w:t>
      </w:r>
      <w:r>
        <w:t xml:space="preserve"> interaction continues to facilitate situation awareness both within the VTS and between VTS, allied services, automated systems, Masters/MASS masters and Remote Operation Centres.</w:t>
      </w:r>
    </w:p>
    <w:p w14:paraId="5DDBC40F" w14:textId="0E4DD32D" w:rsidR="00934310" w:rsidRPr="00AE13FA" w:rsidRDefault="00AE13FA">
      <w:pPr>
        <w:pStyle w:val="Heading2"/>
      </w:pPr>
      <w:bookmarkStart w:id="9" w:name="_Toc159316250"/>
      <w:bookmarkStart w:id="10" w:name="_Toc159340931"/>
      <w:bookmarkStart w:id="11" w:name="_Toc159351707"/>
      <w:bookmarkStart w:id="12" w:name="_Toc159352286"/>
      <w:bookmarkStart w:id="13" w:name="_Toc159353311"/>
      <w:bookmarkStart w:id="14" w:name="_Toc159354697"/>
      <w:bookmarkStart w:id="15" w:name="_Toc159393552"/>
      <w:bookmarkStart w:id="16" w:name="_Toc159435039"/>
      <w:bookmarkStart w:id="17" w:name="_Toc159851402"/>
      <w:bookmarkStart w:id="18" w:name="_Toc159851483"/>
      <w:bookmarkStart w:id="19" w:name="_Toc159858641"/>
      <w:bookmarkStart w:id="20" w:name="_Toc159858709"/>
      <w:bookmarkStart w:id="21" w:name="_Toc160026064"/>
      <w:bookmarkStart w:id="22" w:name="_Toc160027561"/>
      <w:bookmarkStart w:id="23" w:name="_Toc160027632"/>
      <w:bookmarkStart w:id="24" w:name="_Toc160032258"/>
      <w:bookmarkStart w:id="25" w:name="_Toc159316251"/>
      <w:bookmarkStart w:id="26" w:name="_Toc159340932"/>
      <w:bookmarkStart w:id="27" w:name="_Toc159351708"/>
      <w:bookmarkStart w:id="28" w:name="_Toc159352287"/>
      <w:bookmarkStart w:id="29" w:name="_Toc159353312"/>
      <w:bookmarkStart w:id="30" w:name="_Toc159354698"/>
      <w:bookmarkStart w:id="31" w:name="_Toc159393553"/>
      <w:bookmarkStart w:id="32" w:name="_Toc159435040"/>
      <w:bookmarkStart w:id="33" w:name="_Toc159851403"/>
      <w:bookmarkStart w:id="34" w:name="_Toc159851484"/>
      <w:bookmarkStart w:id="35" w:name="_Toc159858642"/>
      <w:bookmarkStart w:id="36" w:name="_Toc159858710"/>
      <w:bookmarkStart w:id="37" w:name="_Toc160026065"/>
      <w:bookmarkStart w:id="38" w:name="_Toc160027562"/>
      <w:bookmarkStart w:id="39" w:name="_Toc160027633"/>
      <w:bookmarkStart w:id="40" w:name="_Toc160032259"/>
      <w:bookmarkStart w:id="41" w:name="_Toc159316252"/>
      <w:bookmarkStart w:id="42" w:name="_Toc159340933"/>
      <w:bookmarkStart w:id="43" w:name="_Toc159351709"/>
      <w:bookmarkStart w:id="44" w:name="_Toc159352288"/>
      <w:bookmarkStart w:id="45" w:name="_Toc159353313"/>
      <w:bookmarkStart w:id="46" w:name="_Toc159354699"/>
      <w:bookmarkStart w:id="47" w:name="_Toc159393554"/>
      <w:bookmarkStart w:id="48" w:name="_Toc159435041"/>
      <w:bookmarkStart w:id="49" w:name="_Toc159851404"/>
      <w:bookmarkStart w:id="50" w:name="_Toc159851485"/>
      <w:bookmarkStart w:id="51" w:name="_Toc159858643"/>
      <w:bookmarkStart w:id="52" w:name="_Toc159858711"/>
      <w:bookmarkStart w:id="53" w:name="_Toc160026066"/>
      <w:bookmarkStart w:id="54" w:name="_Toc160027563"/>
      <w:bookmarkStart w:id="55" w:name="_Toc160027634"/>
      <w:bookmarkStart w:id="56" w:name="_Toc160032260"/>
      <w:bookmarkStart w:id="57" w:name="_Toc159316253"/>
      <w:bookmarkStart w:id="58" w:name="_Toc159340934"/>
      <w:bookmarkStart w:id="59" w:name="_Toc159351710"/>
      <w:bookmarkStart w:id="60" w:name="_Toc159352289"/>
      <w:bookmarkStart w:id="61" w:name="_Toc159353314"/>
      <w:bookmarkStart w:id="62" w:name="_Toc159354700"/>
      <w:bookmarkStart w:id="63" w:name="_Toc159393555"/>
      <w:bookmarkStart w:id="64" w:name="_Toc159435042"/>
      <w:bookmarkStart w:id="65" w:name="_Toc159851405"/>
      <w:bookmarkStart w:id="66" w:name="_Toc159851486"/>
      <w:bookmarkStart w:id="67" w:name="_Toc159858644"/>
      <w:bookmarkStart w:id="68" w:name="_Toc159858712"/>
      <w:bookmarkStart w:id="69" w:name="_Toc160026067"/>
      <w:bookmarkStart w:id="70" w:name="_Toc160027564"/>
      <w:bookmarkStart w:id="71" w:name="_Toc160027635"/>
      <w:bookmarkStart w:id="72" w:name="_Toc160032261"/>
      <w:bookmarkStart w:id="73" w:name="_Toc159316254"/>
      <w:bookmarkStart w:id="74" w:name="_Toc159340935"/>
      <w:bookmarkStart w:id="75" w:name="_Toc159351711"/>
      <w:bookmarkStart w:id="76" w:name="_Toc159352290"/>
      <w:bookmarkStart w:id="77" w:name="_Toc159353315"/>
      <w:bookmarkStart w:id="78" w:name="_Toc159354701"/>
      <w:bookmarkStart w:id="79" w:name="_Toc159393556"/>
      <w:bookmarkStart w:id="80" w:name="_Toc159435043"/>
      <w:bookmarkStart w:id="81" w:name="_Toc159851406"/>
      <w:bookmarkStart w:id="82" w:name="_Toc159851487"/>
      <w:bookmarkStart w:id="83" w:name="_Toc159858645"/>
      <w:bookmarkStart w:id="84" w:name="_Toc159858713"/>
      <w:bookmarkStart w:id="85" w:name="_Toc160026068"/>
      <w:bookmarkStart w:id="86" w:name="_Toc160027565"/>
      <w:bookmarkStart w:id="87" w:name="_Toc160027636"/>
      <w:bookmarkStart w:id="88" w:name="_Toc160032262"/>
      <w:bookmarkStart w:id="89" w:name="_Toc159316255"/>
      <w:bookmarkStart w:id="90" w:name="_Toc159340936"/>
      <w:bookmarkStart w:id="91" w:name="_Toc159351712"/>
      <w:bookmarkStart w:id="92" w:name="_Toc159352291"/>
      <w:bookmarkStart w:id="93" w:name="_Toc159353316"/>
      <w:bookmarkStart w:id="94" w:name="_Toc159354702"/>
      <w:bookmarkStart w:id="95" w:name="_Toc159393557"/>
      <w:bookmarkStart w:id="96" w:name="_Toc159435044"/>
      <w:bookmarkStart w:id="97" w:name="_Toc159851407"/>
      <w:bookmarkStart w:id="98" w:name="_Toc159851488"/>
      <w:bookmarkStart w:id="99" w:name="_Toc159858646"/>
      <w:bookmarkStart w:id="100" w:name="_Toc159858714"/>
      <w:bookmarkStart w:id="101" w:name="_Toc160026069"/>
      <w:bookmarkStart w:id="102" w:name="_Toc160027566"/>
      <w:bookmarkStart w:id="103" w:name="_Toc160027637"/>
      <w:bookmarkStart w:id="104" w:name="_Toc160032263"/>
      <w:bookmarkStart w:id="105" w:name="_Toc159316256"/>
      <w:bookmarkStart w:id="106" w:name="_Toc159340937"/>
      <w:bookmarkStart w:id="107" w:name="_Toc159351713"/>
      <w:bookmarkStart w:id="108" w:name="_Toc159352292"/>
      <w:bookmarkStart w:id="109" w:name="_Toc159353317"/>
      <w:bookmarkStart w:id="110" w:name="_Toc159354703"/>
      <w:bookmarkStart w:id="111" w:name="_Toc159393558"/>
      <w:bookmarkStart w:id="112" w:name="_Toc159435045"/>
      <w:bookmarkStart w:id="113" w:name="_Toc159851408"/>
      <w:bookmarkStart w:id="114" w:name="_Toc159851489"/>
      <w:bookmarkStart w:id="115" w:name="_Toc159858647"/>
      <w:bookmarkStart w:id="116" w:name="_Toc159858715"/>
      <w:bookmarkStart w:id="117" w:name="_Toc160026070"/>
      <w:bookmarkStart w:id="118" w:name="_Toc160027567"/>
      <w:bookmarkStart w:id="119" w:name="_Toc160027638"/>
      <w:bookmarkStart w:id="120" w:name="_Toc160032264"/>
      <w:bookmarkStart w:id="121" w:name="_Toc159316262"/>
      <w:bookmarkStart w:id="122" w:name="_Toc159340943"/>
      <w:bookmarkStart w:id="123" w:name="_Toc159351719"/>
      <w:bookmarkStart w:id="124" w:name="_Toc159352298"/>
      <w:bookmarkStart w:id="125" w:name="_Toc159353323"/>
      <w:bookmarkStart w:id="126" w:name="_Toc159354709"/>
      <w:bookmarkStart w:id="127" w:name="_Toc159393564"/>
      <w:bookmarkStart w:id="128" w:name="_Toc159435051"/>
      <w:bookmarkStart w:id="129" w:name="_Toc159851414"/>
      <w:bookmarkStart w:id="130" w:name="_Toc159851495"/>
      <w:bookmarkStart w:id="131" w:name="_Toc159858653"/>
      <w:bookmarkStart w:id="132" w:name="_Toc159858721"/>
      <w:bookmarkStart w:id="133" w:name="_Toc160026076"/>
      <w:bookmarkStart w:id="134" w:name="_Toc160027573"/>
      <w:bookmarkStart w:id="135" w:name="_Toc160027644"/>
      <w:bookmarkStart w:id="136" w:name="_Toc160032270"/>
      <w:bookmarkStart w:id="137" w:name="_Toc159316263"/>
      <w:bookmarkStart w:id="138" w:name="_Toc159340944"/>
      <w:bookmarkStart w:id="139" w:name="_Toc159351720"/>
      <w:bookmarkStart w:id="140" w:name="_Toc159352299"/>
      <w:bookmarkStart w:id="141" w:name="_Toc159353324"/>
      <w:bookmarkStart w:id="142" w:name="_Toc159354710"/>
      <w:bookmarkStart w:id="143" w:name="_Toc159393565"/>
      <w:bookmarkStart w:id="144" w:name="_Toc159435052"/>
      <w:bookmarkStart w:id="145" w:name="_Toc159851415"/>
      <w:bookmarkStart w:id="146" w:name="_Toc159851496"/>
      <w:bookmarkStart w:id="147" w:name="_Toc159858654"/>
      <w:bookmarkStart w:id="148" w:name="_Toc159858722"/>
      <w:bookmarkStart w:id="149" w:name="_Toc160026077"/>
      <w:bookmarkStart w:id="150" w:name="_Toc160027574"/>
      <w:bookmarkStart w:id="151" w:name="_Toc160027645"/>
      <w:bookmarkStart w:id="152" w:name="_Toc160032271"/>
      <w:bookmarkStart w:id="153" w:name="_Toc159316264"/>
      <w:bookmarkStart w:id="154" w:name="_Toc159340945"/>
      <w:bookmarkStart w:id="155" w:name="_Toc159351721"/>
      <w:bookmarkStart w:id="156" w:name="_Toc159352300"/>
      <w:bookmarkStart w:id="157" w:name="_Toc159353325"/>
      <w:bookmarkStart w:id="158" w:name="_Toc159354711"/>
      <w:bookmarkStart w:id="159" w:name="_Toc159393566"/>
      <w:bookmarkStart w:id="160" w:name="_Toc159435053"/>
      <w:bookmarkStart w:id="161" w:name="_Toc159851416"/>
      <w:bookmarkStart w:id="162" w:name="_Toc159851497"/>
      <w:bookmarkStart w:id="163" w:name="_Toc159858655"/>
      <w:bookmarkStart w:id="164" w:name="_Toc159858723"/>
      <w:bookmarkStart w:id="165" w:name="_Toc160026078"/>
      <w:bookmarkStart w:id="166" w:name="_Toc160027575"/>
      <w:bookmarkStart w:id="167" w:name="_Toc160027646"/>
      <w:bookmarkStart w:id="168" w:name="_Toc160032272"/>
      <w:bookmarkStart w:id="169" w:name="_Toc159316265"/>
      <w:bookmarkStart w:id="170" w:name="_Toc159340946"/>
      <w:bookmarkStart w:id="171" w:name="_Toc159351722"/>
      <w:bookmarkStart w:id="172" w:name="_Toc159352301"/>
      <w:bookmarkStart w:id="173" w:name="_Toc159353326"/>
      <w:bookmarkStart w:id="174" w:name="_Toc159354712"/>
      <w:bookmarkStart w:id="175" w:name="_Toc159393567"/>
      <w:bookmarkStart w:id="176" w:name="_Toc159435054"/>
      <w:bookmarkStart w:id="177" w:name="_Toc159851417"/>
      <w:bookmarkStart w:id="178" w:name="_Toc159851498"/>
      <w:bookmarkStart w:id="179" w:name="_Toc159858656"/>
      <w:bookmarkStart w:id="180" w:name="_Toc159858724"/>
      <w:bookmarkStart w:id="181" w:name="_Toc160026079"/>
      <w:bookmarkStart w:id="182" w:name="_Toc160027576"/>
      <w:bookmarkStart w:id="183" w:name="_Toc160027647"/>
      <w:bookmarkStart w:id="184" w:name="_Toc160032273"/>
      <w:bookmarkStart w:id="185" w:name="_Toc159316266"/>
      <w:bookmarkStart w:id="186" w:name="_Toc159340947"/>
      <w:bookmarkStart w:id="187" w:name="_Toc159351723"/>
      <w:bookmarkStart w:id="188" w:name="_Toc159352302"/>
      <w:bookmarkStart w:id="189" w:name="_Toc159353327"/>
      <w:bookmarkStart w:id="190" w:name="_Toc159354713"/>
      <w:bookmarkStart w:id="191" w:name="_Toc159393568"/>
      <w:bookmarkStart w:id="192" w:name="_Toc159435055"/>
      <w:bookmarkStart w:id="193" w:name="_Toc159851418"/>
      <w:bookmarkStart w:id="194" w:name="_Toc159851499"/>
      <w:bookmarkStart w:id="195" w:name="_Toc159858657"/>
      <w:bookmarkStart w:id="196" w:name="_Toc159858725"/>
      <w:bookmarkStart w:id="197" w:name="_Toc160026080"/>
      <w:bookmarkStart w:id="198" w:name="_Toc160027577"/>
      <w:bookmarkStart w:id="199" w:name="_Toc160027648"/>
      <w:bookmarkStart w:id="200" w:name="_Toc160032274"/>
      <w:bookmarkStart w:id="201" w:name="_Toc159316267"/>
      <w:bookmarkStart w:id="202" w:name="_Toc159340948"/>
      <w:bookmarkStart w:id="203" w:name="_Toc159351724"/>
      <w:bookmarkStart w:id="204" w:name="_Toc159352303"/>
      <w:bookmarkStart w:id="205" w:name="_Toc159353328"/>
      <w:bookmarkStart w:id="206" w:name="_Toc159354714"/>
      <w:bookmarkStart w:id="207" w:name="_Toc159393569"/>
      <w:bookmarkStart w:id="208" w:name="_Toc159435056"/>
      <w:bookmarkStart w:id="209" w:name="_Toc159851419"/>
      <w:bookmarkStart w:id="210" w:name="_Toc159851500"/>
      <w:bookmarkStart w:id="211" w:name="_Toc159858658"/>
      <w:bookmarkStart w:id="212" w:name="_Toc159858726"/>
      <w:bookmarkStart w:id="213" w:name="_Toc160026081"/>
      <w:bookmarkStart w:id="214" w:name="_Toc160027578"/>
      <w:bookmarkStart w:id="215" w:name="_Toc160027649"/>
      <w:bookmarkStart w:id="216" w:name="_Toc160032275"/>
      <w:bookmarkStart w:id="217" w:name="_Toc159316268"/>
      <w:bookmarkStart w:id="218" w:name="_Toc159340949"/>
      <w:bookmarkStart w:id="219" w:name="_Toc159351725"/>
      <w:bookmarkStart w:id="220" w:name="_Toc159352304"/>
      <w:bookmarkStart w:id="221" w:name="_Toc159353329"/>
      <w:bookmarkStart w:id="222" w:name="_Toc159354715"/>
      <w:bookmarkStart w:id="223" w:name="_Toc159393570"/>
      <w:bookmarkStart w:id="224" w:name="_Toc159435057"/>
      <w:bookmarkStart w:id="225" w:name="_Toc159851420"/>
      <w:bookmarkStart w:id="226" w:name="_Toc159851501"/>
      <w:bookmarkStart w:id="227" w:name="_Toc159858659"/>
      <w:bookmarkStart w:id="228" w:name="_Toc159858727"/>
      <w:bookmarkStart w:id="229" w:name="_Toc160026082"/>
      <w:bookmarkStart w:id="230" w:name="_Toc160027579"/>
      <w:bookmarkStart w:id="231" w:name="_Toc160027650"/>
      <w:bookmarkStart w:id="232" w:name="_Toc160032276"/>
      <w:bookmarkStart w:id="233" w:name="_Toc159316269"/>
      <w:bookmarkStart w:id="234" w:name="_Toc159340950"/>
      <w:bookmarkStart w:id="235" w:name="_Toc159351726"/>
      <w:bookmarkStart w:id="236" w:name="_Toc159352305"/>
      <w:bookmarkStart w:id="237" w:name="_Toc159353330"/>
      <w:bookmarkStart w:id="238" w:name="_Toc159354716"/>
      <w:bookmarkStart w:id="239" w:name="_Toc159393571"/>
      <w:bookmarkStart w:id="240" w:name="_Toc159435058"/>
      <w:bookmarkStart w:id="241" w:name="_Toc159851421"/>
      <w:bookmarkStart w:id="242" w:name="_Toc159851502"/>
      <w:bookmarkStart w:id="243" w:name="_Toc159858660"/>
      <w:bookmarkStart w:id="244" w:name="_Toc159858728"/>
      <w:bookmarkStart w:id="245" w:name="_Toc160026083"/>
      <w:bookmarkStart w:id="246" w:name="_Toc160027580"/>
      <w:bookmarkStart w:id="247" w:name="_Toc160027651"/>
      <w:bookmarkStart w:id="248" w:name="_Toc160032277"/>
      <w:bookmarkStart w:id="249" w:name="_Toc159316270"/>
      <w:bookmarkStart w:id="250" w:name="_Toc159340951"/>
      <w:bookmarkStart w:id="251" w:name="_Toc159351727"/>
      <w:bookmarkStart w:id="252" w:name="_Toc159352306"/>
      <w:bookmarkStart w:id="253" w:name="_Toc159353331"/>
      <w:bookmarkStart w:id="254" w:name="_Toc159354717"/>
      <w:bookmarkStart w:id="255" w:name="_Toc159393572"/>
      <w:bookmarkStart w:id="256" w:name="_Toc159435059"/>
      <w:bookmarkStart w:id="257" w:name="_Toc159851422"/>
      <w:bookmarkStart w:id="258" w:name="_Toc159851503"/>
      <w:bookmarkStart w:id="259" w:name="_Toc159858661"/>
      <w:bookmarkStart w:id="260" w:name="_Toc159858729"/>
      <w:bookmarkStart w:id="261" w:name="_Toc160026084"/>
      <w:bookmarkStart w:id="262" w:name="_Toc160027581"/>
      <w:bookmarkStart w:id="263" w:name="_Toc160027652"/>
      <w:bookmarkStart w:id="264" w:name="_Toc160032278"/>
      <w:bookmarkStart w:id="265" w:name="_Toc135072339"/>
      <w:bookmarkStart w:id="266" w:name="_Toc16003227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r w:rsidRPr="00AE13FA">
        <w:t>Relationship to other documents</w:t>
      </w:r>
      <w:bookmarkEnd w:id="265"/>
      <w:bookmarkEnd w:id="266"/>
    </w:p>
    <w:p w14:paraId="24A0044B" w14:textId="3FCFAD30" w:rsidR="00B54481" w:rsidRDefault="003F63E1">
      <w:pPr>
        <w:pStyle w:val="BodyText"/>
      </w:pPr>
      <w:r>
        <w:t>This Guideline should be read in conjunction with</w:t>
      </w:r>
      <w:r w:rsidR="00B54481">
        <w:t>:</w:t>
      </w:r>
    </w:p>
    <w:p w14:paraId="6DE0B492" w14:textId="551A531A" w:rsidR="00A5631B" w:rsidRDefault="00EC7CDF" w:rsidP="00DA32D8">
      <w:pPr>
        <w:pStyle w:val="BodyText"/>
        <w:numPr>
          <w:ilvl w:val="0"/>
          <w:numId w:val="26"/>
        </w:numPr>
        <w:spacing w:before="120" w:line="240" w:lineRule="auto"/>
        <w:ind w:hanging="357"/>
      </w:pPr>
      <w:r>
        <w:t xml:space="preserve"> </w:t>
      </w:r>
      <w:r w:rsidRPr="00EC7CDF">
        <w:rPr>
          <w:b/>
          <w:bCs/>
        </w:rPr>
        <w:t>I</w:t>
      </w:r>
      <w:r w:rsidR="00A5631B" w:rsidRPr="00EC7CDF">
        <w:rPr>
          <w:b/>
          <w:bCs/>
        </w:rPr>
        <w:t>ALA Standard 1040 Vessel Traffic Services</w:t>
      </w:r>
      <w:r w:rsidR="00A5631B">
        <w:t xml:space="preserve"> </w:t>
      </w:r>
      <w:r>
        <w:t xml:space="preserve">- </w:t>
      </w:r>
      <w:r w:rsidR="00A5631B">
        <w:t>extensive guidance</w:t>
      </w:r>
      <w:r w:rsidR="00D5043E">
        <w:t xml:space="preserve"> </w:t>
      </w:r>
      <w:r w:rsidR="002D4BBB">
        <w:t xml:space="preserve">is provided </w:t>
      </w:r>
      <w:r w:rsidR="00A5631B">
        <w:t xml:space="preserve">on practices </w:t>
      </w:r>
      <w:r>
        <w:t>for the day-to-day operation of VTS</w:t>
      </w:r>
      <w:r w:rsidR="002D4BBB">
        <w:t xml:space="preserve">, </w:t>
      </w:r>
      <w:r w:rsidRPr="00EC7CDF">
        <w:t>interacting with ship traffic</w:t>
      </w:r>
      <w:r w:rsidR="002D4BBB">
        <w:t xml:space="preserve"> and situational awareness in</w:t>
      </w:r>
      <w:r w:rsidR="00A5631B">
        <w:t>:</w:t>
      </w:r>
    </w:p>
    <w:p w14:paraId="607C3FC5" w14:textId="32D80D51" w:rsidR="00A5631B" w:rsidRDefault="00A5631B" w:rsidP="00DA32D8">
      <w:pPr>
        <w:pStyle w:val="BodyText"/>
        <w:numPr>
          <w:ilvl w:val="0"/>
          <w:numId w:val="70"/>
        </w:numPr>
        <w:spacing w:before="120" w:line="240" w:lineRule="auto"/>
        <w:ind w:hanging="357"/>
      </w:pPr>
      <w:r w:rsidRPr="003D367D">
        <w:rPr>
          <w:u w:val="single"/>
        </w:rPr>
        <w:t>VTS operations</w:t>
      </w:r>
      <w:r>
        <w:t xml:space="preserve"> - </w:t>
      </w:r>
      <w:r w:rsidRPr="003D367D">
        <w:rPr>
          <w:i/>
          <w:iCs/>
        </w:rPr>
        <w:t>Recommendation 0127 – VTS Operations</w:t>
      </w:r>
      <w:r w:rsidR="00EC7CDF">
        <w:t>, i</w:t>
      </w:r>
      <w:r>
        <w:t>n</w:t>
      </w:r>
      <w:r w:rsidR="00EC7CDF">
        <w:t>cluding</w:t>
      </w:r>
      <w:r>
        <w:t>:</w:t>
      </w:r>
    </w:p>
    <w:p w14:paraId="19A756CA"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1089 - Provision of a VTS.</w:t>
      </w:r>
    </w:p>
    <w:p w14:paraId="43B93E47"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Guideline 1141 - Operational Procedures for Delivering VTS.</w:t>
      </w:r>
    </w:p>
    <w:p w14:paraId="3496FACB" w14:textId="77777777" w:rsidR="00A5631B" w:rsidRDefault="00A5631B" w:rsidP="003D367D">
      <w:pPr>
        <w:pStyle w:val="BodyText"/>
        <w:numPr>
          <w:ilvl w:val="1"/>
          <w:numId w:val="70"/>
        </w:numPr>
        <w:spacing w:before="60" w:after="60" w:line="240" w:lineRule="auto"/>
        <w:ind w:left="1848" w:hanging="357"/>
      </w:pPr>
      <w:r w:rsidRPr="003D367D">
        <w:rPr>
          <w:i/>
          <w:iCs/>
        </w:rPr>
        <w:t>Guideline 1110 - Use of Decision Support Tools for VTS Personnel</w:t>
      </w:r>
      <w:r>
        <w:t>.</w:t>
      </w:r>
    </w:p>
    <w:p w14:paraId="1F1FFEC9" w14:textId="1EC1A571" w:rsidR="00A5631B" w:rsidRDefault="00A5631B" w:rsidP="00DA32D8">
      <w:pPr>
        <w:pStyle w:val="BodyText"/>
        <w:numPr>
          <w:ilvl w:val="0"/>
          <w:numId w:val="70"/>
        </w:numPr>
        <w:spacing w:before="120" w:line="240" w:lineRule="auto"/>
        <w:ind w:hanging="357"/>
      </w:pPr>
      <w:r w:rsidRPr="00EC7CDF">
        <w:rPr>
          <w:u w:val="single"/>
        </w:rPr>
        <w:t>VTS Communications</w:t>
      </w:r>
      <w:r>
        <w:t xml:space="preserve"> - </w:t>
      </w:r>
      <w:r w:rsidRPr="003D367D">
        <w:rPr>
          <w:i/>
          <w:iCs/>
        </w:rPr>
        <w:t>Recommendation 1012 – VTS Communications</w:t>
      </w:r>
      <w:r>
        <w:t>. In particular:</w:t>
      </w:r>
    </w:p>
    <w:p w14:paraId="297E31F9" w14:textId="77777777" w:rsidR="00A5631B" w:rsidRDefault="00A5631B" w:rsidP="00DA32D8">
      <w:pPr>
        <w:pStyle w:val="BodyText"/>
        <w:numPr>
          <w:ilvl w:val="1"/>
          <w:numId w:val="70"/>
        </w:numPr>
        <w:spacing w:before="60" w:after="60" w:line="240" w:lineRule="auto"/>
        <w:ind w:left="1848" w:hanging="357"/>
        <w:rPr>
          <w:i/>
          <w:iCs/>
        </w:rPr>
      </w:pPr>
      <w:r w:rsidRPr="003D367D">
        <w:rPr>
          <w:i/>
          <w:iCs/>
        </w:rPr>
        <w:t>Guideline 1132 VTS Voice Communications and Phraseology</w:t>
      </w:r>
      <w:r>
        <w:rPr>
          <w:i/>
          <w:iCs/>
        </w:rPr>
        <w:t>.</w:t>
      </w:r>
    </w:p>
    <w:p w14:paraId="694FE5D6" w14:textId="77777777" w:rsidR="00A5631B" w:rsidRPr="003D367D" w:rsidRDefault="00A5631B" w:rsidP="003D367D">
      <w:pPr>
        <w:pStyle w:val="BodyText"/>
        <w:numPr>
          <w:ilvl w:val="1"/>
          <w:numId w:val="70"/>
        </w:numPr>
        <w:spacing w:before="60" w:after="60" w:line="240" w:lineRule="auto"/>
        <w:ind w:left="1848" w:hanging="357"/>
        <w:rPr>
          <w:i/>
          <w:iCs/>
        </w:rPr>
      </w:pPr>
      <w:r w:rsidRPr="003D367D">
        <w:rPr>
          <w:i/>
          <w:iCs/>
        </w:rPr>
        <w:t>G</w:t>
      </w:r>
      <w:r>
        <w:rPr>
          <w:i/>
          <w:iCs/>
        </w:rPr>
        <w:t xml:space="preserve">uideline </w:t>
      </w:r>
      <w:r w:rsidRPr="00DA32D8">
        <w:rPr>
          <w:i/>
          <w:iCs/>
        </w:rPr>
        <w:t>XXXX</w:t>
      </w:r>
      <w:r w:rsidRPr="003D367D">
        <w:rPr>
          <w:i/>
          <w:iCs/>
        </w:rPr>
        <w:t xml:space="preserve"> - VTS Digital Communications</w:t>
      </w:r>
      <w:r>
        <w:rPr>
          <w:i/>
          <w:iCs/>
        </w:rPr>
        <w:t>.</w:t>
      </w:r>
    </w:p>
    <w:p w14:paraId="411F70D7" w14:textId="2E566506" w:rsidR="00A5631B" w:rsidRPr="003D367D" w:rsidRDefault="00A5631B" w:rsidP="00DA32D8">
      <w:pPr>
        <w:pStyle w:val="BodyText"/>
        <w:numPr>
          <w:ilvl w:val="0"/>
          <w:numId w:val="70"/>
        </w:numPr>
        <w:spacing w:before="120" w:line="240" w:lineRule="auto"/>
        <w:ind w:hanging="357"/>
      </w:pPr>
      <w:r w:rsidRPr="003D367D">
        <w:rPr>
          <w:u w:val="single"/>
        </w:rPr>
        <w:t xml:space="preserve">VTS </w:t>
      </w:r>
      <w:r w:rsidR="002D4BBB" w:rsidRPr="002D4BBB">
        <w:rPr>
          <w:u w:val="single"/>
        </w:rPr>
        <w:t>T</w:t>
      </w:r>
      <w:r w:rsidRPr="003D367D">
        <w:rPr>
          <w:u w:val="single"/>
        </w:rPr>
        <w:t>echnologies</w:t>
      </w:r>
      <w:r>
        <w:t xml:space="preserve"> - </w:t>
      </w:r>
      <w:r w:rsidRPr="003D367D">
        <w:rPr>
          <w:i/>
          <w:iCs/>
        </w:rPr>
        <w:t>Recommendation 0128 - VTS Systems and Equipment</w:t>
      </w:r>
      <w:r>
        <w:rPr>
          <w:i/>
          <w:iCs/>
        </w:rPr>
        <w:t xml:space="preserve">. </w:t>
      </w:r>
      <w:r w:rsidRPr="003D367D">
        <w:t>Specifically:</w:t>
      </w:r>
    </w:p>
    <w:p w14:paraId="6E38C2C4" w14:textId="5A080054" w:rsidR="00A5631B" w:rsidRPr="00612A6D" w:rsidRDefault="00A5631B" w:rsidP="00DA32D8">
      <w:pPr>
        <w:pStyle w:val="BodyText"/>
        <w:numPr>
          <w:ilvl w:val="1"/>
          <w:numId w:val="70"/>
        </w:numPr>
        <w:spacing w:before="120" w:line="240" w:lineRule="auto"/>
        <w:ind w:hanging="357"/>
      </w:pPr>
      <w:r w:rsidRPr="003D367D">
        <w:rPr>
          <w:i/>
          <w:iCs/>
        </w:rPr>
        <w:t>Guideline 1111 - Establishing Functional and Performance Requirements for VTS Systems and Equipment.</w:t>
      </w:r>
    </w:p>
    <w:p w14:paraId="0BD4343B" w14:textId="753A6F97" w:rsidR="00EC7CDF" w:rsidRPr="003D367D" w:rsidRDefault="00EC7CDF" w:rsidP="00DA32D8">
      <w:pPr>
        <w:pStyle w:val="BodyText"/>
        <w:numPr>
          <w:ilvl w:val="0"/>
          <w:numId w:val="70"/>
        </w:numPr>
        <w:spacing w:before="120" w:line="240" w:lineRule="auto"/>
        <w:ind w:hanging="357"/>
      </w:pPr>
      <w:r w:rsidRPr="002D4BBB">
        <w:rPr>
          <w:u w:val="single"/>
        </w:rPr>
        <w:t>VTS Data and Information Management</w:t>
      </w:r>
      <w:r>
        <w:t xml:space="preserve"> - </w:t>
      </w:r>
      <w:r w:rsidRPr="00EC7CDF">
        <w:rPr>
          <w:i/>
          <w:iCs/>
        </w:rPr>
        <w:t>Recommendation 0125 - VTS Portrayal</w:t>
      </w:r>
      <w:r>
        <w:rPr>
          <w:i/>
          <w:iCs/>
        </w:rPr>
        <w:t xml:space="preserve">. </w:t>
      </w:r>
      <w:r w:rsidRPr="003D367D">
        <w:t>Specifically:</w:t>
      </w:r>
    </w:p>
    <w:p w14:paraId="00017228" w14:textId="4A07BB4C" w:rsidR="00612A6D" w:rsidRPr="00AC6CDE" w:rsidRDefault="00EC7CDF" w:rsidP="00DA32D8">
      <w:pPr>
        <w:pStyle w:val="BodyText"/>
        <w:numPr>
          <w:ilvl w:val="1"/>
          <w:numId w:val="70"/>
        </w:numPr>
        <w:spacing w:before="120" w:line="240" w:lineRule="auto"/>
        <w:ind w:hanging="357"/>
      </w:pPr>
      <w:r w:rsidRPr="002D4BBB">
        <w:rPr>
          <w:i/>
          <w:iCs/>
        </w:rPr>
        <w:t>Guideline 1177 - Portrayal of VTS Information</w:t>
      </w:r>
      <w:r w:rsidR="002D4BBB">
        <w:t>.</w:t>
      </w:r>
    </w:p>
    <w:p w14:paraId="08F2F259" w14:textId="16D1004D" w:rsidR="00823247" w:rsidRPr="0043600B" w:rsidRDefault="007A3148" w:rsidP="003D367D">
      <w:pPr>
        <w:pStyle w:val="BodyText"/>
        <w:numPr>
          <w:ilvl w:val="0"/>
          <w:numId w:val="70"/>
        </w:numPr>
        <w:spacing w:before="120" w:line="240" w:lineRule="auto"/>
        <w:ind w:hanging="357"/>
      </w:pPr>
      <w:r w:rsidRPr="0043600B">
        <w:t xml:space="preserve">Guideline </w:t>
      </w:r>
      <w:r w:rsidRPr="0043600B">
        <w:rPr>
          <w:highlight w:val="yellow"/>
        </w:rPr>
        <w:t>XXXX</w:t>
      </w:r>
      <w:r w:rsidRPr="0043600B">
        <w:t xml:space="preserve"> </w:t>
      </w:r>
      <w:r w:rsidR="00823247" w:rsidRPr="0043600B">
        <w:t>- Developments and implications of maritime autonomous surface ships for coastal authorities</w:t>
      </w:r>
    </w:p>
    <w:p w14:paraId="6270A398" w14:textId="35C6856B" w:rsidR="00B54481" w:rsidRDefault="00B54481" w:rsidP="00DA32D8">
      <w:pPr>
        <w:pStyle w:val="BodyText"/>
        <w:numPr>
          <w:ilvl w:val="0"/>
          <w:numId w:val="26"/>
        </w:numPr>
        <w:spacing w:before="120" w:line="240" w:lineRule="auto"/>
        <w:ind w:hanging="357"/>
      </w:pPr>
      <w:r w:rsidRPr="002D4BBB">
        <w:rPr>
          <w:b/>
          <w:bCs/>
        </w:rPr>
        <w:t>The IMO MASS Code</w:t>
      </w:r>
      <w:r w:rsidR="00962554" w:rsidRPr="002D4BBB">
        <w:rPr>
          <w:b/>
          <w:bCs/>
        </w:rPr>
        <w:t xml:space="preserve"> and relevant conventions</w:t>
      </w:r>
      <w:r w:rsidR="00962554">
        <w:t>, as amended</w:t>
      </w:r>
      <w:r>
        <w:t>.</w:t>
      </w:r>
    </w:p>
    <w:p w14:paraId="23ACE8E9" w14:textId="77777777" w:rsidR="00FF748A" w:rsidRPr="002D4BBB" w:rsidRDefault="00FF748A" w:rsidP="00DA32D8">
      <w:pPr>
        <w:pStyle w:val="BodyText"/>
        <w:numPr>
          <w:ilvl w:val="0"/>
          <w:numId w:val="26"/>
        </w:numPr>
        <w:spacing w:before="120" w:line="240" w:lineRule="auto"/>
        <w:ind w:hanging="357"/>
        <w:rPr>
          <w:b/>
          <w:bCs/>
        </w:rPr>
      </w:pPr>
      <w:r w:rsidRPr="002D4BBB">
        <w:rPr>
          <w:b/>
          <w:bCs/>
        </w:rPr>
        <w:t>IHO /IALA standards</w:t>
      </w:r>
    </w:p>
    <w:p w14:paraId="3B6FF854" w14:textId="77777777" w:rsidR="00FF748A" w:rsidRDefault="00FF748A" w:rsidP="00DA32D8">
      <w:pPr>
        <w:pStyle w:val="BodyText"/>
        <w:numPr>
          <w:ilvl w:val="0"/>
          <w:numId w:val="65"/>
        </w:numPr>
        <w:spacing w:before="120" w:line="240" w:lineRule="auto"/>
        <w:ind w:hanging="357"/>
      </w:pPr>
      <w:r>
        <w:t>S-100</w:t>
      </w:r>
      <w:r w:rsidRPr="00FF748A">
        <w:rPr>
          <w:highlight w:val="yellow"/>
        </w:rPr>
        <w:t>xxxx</w:t>
      </w:r>
    </w:p>
    <w:p w14:paraId="1BF928EC" w14:textId="1628781F" w:rsidR="00FF748A" w:rsidRPr="00526F6C" w:rsidRDefault="00FF748A" w:rsidP="00DA32D8">
      <w:pPr>
        <w:pStyle w:val="BodyText"/>
        <w:numPr>
          <w:ilvl w:val="0"/>
          <w:numId w:val="65"/>
        </w:numPr>
        <w:spacing w:before="120" w:line="240" w:lineRule="auto"/>
        <w:ind w:hanging="357"/>
      </w:pPr>
      <w:r>
        <w:t>S-200</w:t>
      </w:r>
      <w:r w:rsidRPr="00FF748A">
        <w:rPr>
          <w:highlight w:val="yellow"/>
        </w:rPr>
        <w:t>xxxx</w:t>
      </w:r>
    </w:p>
    <w:p w14:paraId="5DF4466A" w14:textId="6C5CBED1" w:rsidR="00816606" w:rsidRDefault="00425189">
      <w:pPr>
        <w:pStyle w:val="Heading1"/>
        <w:suppressAutoHyphens/>
      </w:pPr>
      <w:bookmarkStart w:id="267" w:name="_Toc159316273"/>
      <w:bookmarkStart w:id="268" w:name="_Toc159340954"/>
      <w:bookmarkStart w:id="269" w:name="_Toc159351730"/>
      <w:bookmarkStart w:id="270" w:name="_Toc159352309"/>
      <w:bookmarkStart w:id="271" w:name="_Toc159353334"/>
      <w:bookmarkStart w:id="272" w:name="_Toc159354720"/>
      <w:bookmarkStart w:id="273" w:name="_Toc159393575"/>
      <w:bookmarkStart w:id="274" w:name="_Toc159435062"/>
      <w:bookmarkStart w:id="275" w:name="_Toc159851425"/>
      <w:bookmarkStart w:id="276" w:name="_Toc159851506"/>
      <w:bookmarkStart w:id="277" w:name="_Toc159858664"/>
      <w:bookmarkStart w:id="278" w:name="_Toc159858732"/>
      <w:bookmarkStart w:id="279" w:name="_Toc160026087"/>
      <w:bookmarkStart w:id="280" w:name="_Toc160027584"/>
      <w:bookmarkStart w:id="281" w:name="_Toc160027655"/>
      <w:bookmarkStart w:id="282" w:name="_Toc160032281"/>
      <w:bookmarkStart w:id="283" w:name="_Toc159316274"/>
      <w:bookmarkStart w:id="284" w:name="_Toc159340955"/>
      <w:bookmarkStart w:id="285" w:name="_Toc159351731"/>
      <w:bookmarkStart w:id="286" w:name="_Toc159352310"/>
      <w:bookmarkStart w:id="287" w:name="_Toc159353335"/>
      <w:bookmarkStart w:id="288" w:name="_Toc159354721"/>
      <w:bookmarkStart w:id="289" w:name="_Toc159393576"/>
      <w:bookmarkStart w:id="290" w:name="_Toc159435063"/>
      <w:bookmarkStart w:id="291" w:name="_Toc159851426"/>
      <w:bookmarkStart w:id="292" w:name="_Toc159851507"/>
      <w:bookmarkStart w:id="293" w:name="_Toc159858665"/>
      <w:bookmarkStart w:id="294" w:name="_Toc159858733"/>
      <w:bookmarkStart w:id="295" w:name="_Toc160026088"/>
      <w:bookmarkStart w:id="296" w:name="_Toc160027585"/>
      <w:bookmarkStart w:id="297" w:name="_Toc160027656"/>
      <w:bookmarkStart w:id="298" w:name="_Toc160032282"/>
      <w:bookmarkStart w:id="299" w:name="_Toc159316275"/>
      <w:bookmarkStart w:id="300" w:name="_Toc159340956"/>
      <w:bookmarkStart w:id="301" w:name="_Toc159351732"/>
      <w:bookmarkStart w:id="302" w:name="_Toc159352311"/>
      <w:bookmarkStart w:id="303" w:name="_Toc159353336"/>
      <w:bookmarkStart w:id="304" w:name="_Toc159354722"/>
      <w:bookmarkStart w:id="305" w:name="_Toc159393577"/>
      <w:bookmarkStart w:id="306" w:name="_Toc159435064"/>
      <w:bookmarkStart w:id="307" w:name="_Toc159851427"/>
      <w:bookmarkStart w:id="308" w:name="_Toc159851508"/>
      <w:bookmarkStart w:id="309" w:name="_Toc159858666"/>
      <w:bookmarkStart w:id="310" w:name="_Toc159858734"/>
      <w:bookmarkStart w:id="311" w:name="_Toc160026089"/>
      <w:bookmarkStart w:id="312" w:name="_Toc160027586"/>
      <w:bookmarkStart w:id="313" w:name="_Toc160027657"/>
      <w:bookmarkStart w:id="314" w:name="_Toc160032283"/>
      <w:bookmarkStart w:id="315" w:name="_Toc159316276"/>
      <w:bookmarkStart w:id="316" w:name="_Toc159340957"/>
      <w:bookmarkStart w:id="317" w:name="_Toc159351733"/>
      <w:bookmarkStart w:id="318" w:name="_Toc159352312"/>
      <w:bookmarkStart w:id="319" w:name="_Toc159353337"/>
      <w:bookmarkStart w:id="320" w:name="_Toc159354723"/>
      <w:bookmarkStart w:id="321" w:name="_Toc159393578"/>
      <w:bookmarkStart w:id="322" w:name="_Toc159435065"/>
      <w:bookmarkStart w:id="323" w:name="_Toc159851428"/>
      <w:bookmarkStart w:id="324" w:name="_Toc159851509"/>
      <w:bookmarkStart w:id="325" w:name="_Toc159858667"/>
      <w:bookmarkStart w:id="326" w:name="_Toc159858735"/>
      <w:bookmarkStart w:id="327" w:name="_Toc160026090"/>
      <w:bookmarkStart w:id="328" w:name="_Toc160027587"/>
      <w:bookmarkStart w:id="329" w:name="_Toc160027658"/>
      <w:bookmarkStart w:id="330" w:name="_Toc160032284"/>
      <w:bookmarkStart w:id="331" w:name="_Toc159316277"/>
      <w:bookmarkStart w:id="332" w:name="_Toc159340958"/>
      <w:bookmarkStart w:id="333" w:name="_Toc159351734"/>
      <w:bookmarkStart w:id="334" w:name="_Toc159352313"/>
      <w:bookmarkStart w:id="335" w:name="_Toc159353338"/>
      <w:bookmarkStart w:id="336" w:name="_Toc159354724"/>
      <w:bookmarkStart w:id="337" w:name="_Toc159393579"/>
      <w:bookmarkStart w:id="338" w:name="_Toc159435066"/>
      <w:bookmarkStart w:id="339" w:name="_Toc159851429"/>
      <w:bookmarkStart w:id="340" w:name="_Toc159851510"/>
      <w:bookmarkStart w:id="341" w:name="_Toc159858668"/>
      <w:bookmarkStart w:id="342" w:name="_Toc159858736"/>
      <w:bookmarkStart w:id="343" w:name="_Toc160026091"/>
      <w:bookmarkStart w:id="344" w:name="_Toc160027588"/>
      <w:bookmarkStart w:id="345" w:name="_Toc160027659"/>
      <w:bookmarkStart w:id="346" w:name="_Toc160032285"/>
      <w:bookmarkStart w:id="347" w:name="_Toc159316278"/>
      <w:bookmarkStart w:id="348" w:name="_Toc159340959"/>
      <w:bookmarkStart w:id="349" w:name="_Toc159351735"/>
      <w:bookmarkStart w:id="350" w:name="_Toc159352314"/>
      <w:bookmarkStart w:id="351" w:name="_Toc159353339"/>
      <w:bookmarkStart w:id="352" w:name="_Toc159354725"/>
      <w:bookmarkStart w:id="353" w:name="_Toc159393580"/>
      <w:bookmarkStart w:id="354" w:name="_Toc159435067"/>
      <w:bookmarkStart w:id="355" w:name="_Toc159851430"/>
      <w:bookmarkStart w:id="356" w:name="_Toc159851511"/>
      <w:bookmarkStart w:id="357" w:name="_Toc159858669"/>
      <w:bookmarkStart w:id="358" w:name="_Toc159858737"/>
      <w:bookmarkStart w:id="359" w:name="_Toc160026092"/>
      <w:bookmarkStart w:id="360" w:name="_Toc160027589"/>
      <w:bookmarkStart w:id="361" w:name="_Toc160027660"/>
      <w:bookmarkStart w:id="362" w:name="_Toc160032286"/>
      <w:bookmarkStart w:id="363" w:name="_Toc159316279"/>
      <w:bookmarkStart w:id="364" w:name="_Toc159340960"/>
      <w:bookmarkStart w:id="365" w:name="_Toc159351736"/>
      <w:bookmarkStart w:id="366" w:name="_Toc159352315"/>
      <w:bookmarkStart w:id="367" w:name="_Toc159353340"/>
      <w:bookmarkStart w:id="368" w:name="_Toc159354726"/>
      <w:bookmarkStart w:id="369" w:name="_Toc159393581"/>
      <w:bookmarkStart w:id="370" w:name="_Toc159435068"/>
      <w:bookmarkStart w:id="371" w:name="_Toc159851431"/>
      <w:bookmarkStart w:id="372" w:name="_Toc159851512"/>
      <w:bookmarkStart w:id="373" w:name="_Toc159858670"/>
      <w:bookmarkStart w:id="374" w:name="_Toc159858738"/>
      <w:bookmarkStart w:id="375" w:name="_Toc160026093"/>
      <w:bookmarkStart w:id="376" w:name="_Toc160027590"/>
      <w:bookmarkStart w:id="377" w:name="_Toc160027661"/>
      <w:bookmarkStart w:id="378" w:name="_Toc160032287"/>
      <w:bookmarkStart w:id="379" w:name="_Toc159316280"/>
      <w:bookmarkStart w:id="380" w:name="_Toc159340961"/>
      <w:bookmarkStart w:id="381" w:name="_Toc159351737"/>
      <w:bookmarkStart w:id="382" w:name="_Toc159352316"/>
      <w:bookmarkStart w:id="383" w:name="_Toc159353341"/>
      <w:bookmarkStart w:id="384" w:name="_Toc159354727"/>
      <w:bookmarkStart w:id="385" w:name="_Toc159393582"/>
      <w:bookmarkStart w:id="386" w:name="_Toc159435069"/>
      <w:bookmarkStart w:id="387" w:name="_Toc159851432"/>
      <w:bookmarkStart w:id="388" w:name="_Toc159851513"/>
      <w:bookmarkStart w:id="389" w:name="_Toc159858671"/>
      <w:bookmarkStart w:id="390" w:name="_Toc159858739"/>
      <w:bookmarkStart w:id="391" w:name="_Toc160026094"/>
      <w:bookmarkStart w:id="392" w:name="_Toc160027591"/>
      <w:bookmarkStart w:id="393" w:name="_Toc160027662"/>
      <w:bookmarkStart w:id="394" w:name="_Toc160032288"/>
      <w:bookmarkStart w:id="395" w:name="_Toc159316281"/>
      <w:bookmarkStart w:id="396" w:name="_Toc159340962"/>
      <w:bookmarkStart w:id="397" w:name="_Toc159351738"/>
      <w:bookmarkStart w:id="398" w:name="_Toc159352317"/>
      <w:bookmarkStart w:id="399" w:name="_Toc159353342"/>
      <w:bookmarkStart w:id="400" w:name="_Toc159354728"/>
      <w:bookmarkStart w:id="401" w:name="_Toc159393583"/>
      <w:bookmarkStart w:id="402" w:name="_Toc159435070"/>
      <w:bookmarkStart w:id="403" w:name="_Toc159851433"/>
      <w:bookmarkStart w:id="404" w:name="_Toc159851514"/>
      <w:bookmarkStart w:id="405" w:name="_Toc159858672"/>
      <w:bookmarkStart w:id="406" w:name="_Toc159858740"/>
      <w:bookmarkStart w:id="407" w:name="_Toc160026095"/>
      <w:bookmarkStart w:id="408" w:name="_Toc160027592"/>
      <w:bookmarkStart w:id="409" w:name="_Toc160027663"/>
      <w:bookmarkStart w:id="410" w:name="_Toc160032289"/>
      <w:bookmarkStart w:id="411" w:name="_Toc159316282"/>
      <w:bookmarkStart w:id="412" w:name="_Toc159340963"/>
      <w:bookmarkStart w:id="413" w:name="_Toc159351739"/>
      <w:bookmarkStart w:id="414" w:name="_Toc159352318"/>
      <w:bookmarkStart w:id="415" w:name="_Toc159353343"/>
      <w:bookmarkStart w:id="416" w:name="_Toc159354729"/>
      <w:bookmarkStart w:id="417" w:name="_Toc159393584"/>
      <w:bookmarkStart w:id="418" w:name="_Toc159435071"/>
      <w:bookmarkStart w:id="419" w:name="_Toc159851434"/>
      <w:bookmarkStart w:id="420" w:name="_Toc159851515"/>
      <w:bookmarkStart w:id="421" w:name="_Toc159858673"/>
      <w:bookmarkStart w:id="422" w:name="_Toc159858741"/>
      <w:bookmarkStart w:id="423" w:name="_Toc160026096"/>
      <w:bookmarkStart w:id="424" w:name="_Toc160027593"/>
      <w:bookmarkStart w:id="425" w:name="_Toc160027664"/>
      <w:bookmarkStart w:id="426" w:name="_Toc160032290"/>
      <w:bookmarkStart w:id="427" w:name="_Toc159316283"/>
      <w:bookmarkStart w:id="428" w:name="_Toc159340964"/>
      <w:bookmarkStart w:id="429" w:name="_Toc159351740"/>
      <w:bookmarkStart w:id="430" w:name="_Toc159352319"/>
      <w:bookmarkStart w:id="431" w:name="_Toc159353344"/>
      <w:bookmarkStart w:id="432" w:name="_Toc159354730"/>
      <w:bookmarkStart w:id="433" w:name="_Toc159393585"/>
      <w:bookmarkStart w:id="434" w:name="_Toc159435072"/>
      <w:bookmarkStart w:id="435" w:name="_Toc159851435"/>
      <w:bookmarkStart w:id="436" w:name="_Toc159851516"/>
      <w:bookmarkStart w:id="437" w:name="_Toc159858674"/>
      <w:bookmarkStart w:id="438" w:name="_Toc159858742"/>
      <w:bookmarkStart w:id="439" w:name="_Toc160026097"/>
      <w:bookmarkStart w:id="440" w:name="_Toc160027594"/>
      <w:bookmarkStart w:id="441" w:name="_Toc160027665"/>
      <w:bookmarkStart w:id="442" w:name="_Toc160032291"/>
      <w:bookmarkStart w:id="443" w:name="_Toc159316284"/>
      <w:bookmarkStart w:id="444" w:name="_Toc159340965"/>
      <w:bookmarkStart w:id="445" w:name="_Toc159351741"/>
      <w:bookmarkStart w:id="446" w:name="_Toc159352320"/>
      <w:bookmarkStart w:id="447" w:name="_Toc159353345"/>
      <w:bookmarkStart w:id="448" w:name="_Toc159354731"/>
      <w:bookmarkStart w:id="449" w:name="_Toc159393586"/>
      <w:bookmarkStart w:id="450" w:name="_Toc159435073"/>
      <w:bookmarkStart w:id="451" w:name="_Toc159851436"/>
      <w:bookmarkStart w:id="452" w:name="_Toc159851517"/>
      <w:bookmarkStart w:id="453" w:name="_Toc159858675"/>
      <w:bookmarkStart w:id="454" w:name="_Toc159858743"/>
      <w:bookmarkStart w:id="455" w:name="_Toc160026098"/>
      <w:bookmarkStart w:id="456" w:name="_Toc160027595"/>
      <w:bookmarkStart w:id="457" w:name="_Toc160027666"/>
      <w:bookmarkStart w:id="458" w:name="_Toc160032292"/>
      <w:bookmarkStart w:id="459" w:name="_Toc159316285"/>
      <w:bookmarkStart w:id="460" w:name="_Toc159340966"/>
      <w:bookmarkStart w:id="461" w:name="_Toc159351742"/>
      <w:bookmarkStart w:id="462" w:name="_Toc159352321"/>
      <w:bookmarkStart w:id="463" w:name="_Toc159353346"/>
      <w:bookmarkStart w:id="464" w:name="_Toc159354732"/>
      <w:bookmarkStart w:id="465" w:name="_Toc159393587"/>
      <w:bookmarkStart w:id="466" w:name="_Toc159435074"/>
      <w:bookmarkStart w:id="467" w:name="_Toc159851437"/>
      <w:bookmarkStart w:id="468" w:name="_Toc159851518"/>
      <w:bookmarkStart w:id="469" w:name="_Toc159858676"/>
      <w:bookmarkStart w:id="470" w:name="_Toc159858744"/>
      <w:bookmarkStart w:id="471" w:name="_Toc160026099"/>
      <w:bookmarkStart w:id="472" w:name="_Toc160027596"/>
      <w:bookmarkStart w:id="473" w:name="_Toc160027667"/>
      <w:bookmarkStart w:id="474" w:name="_Toc160032293"/>
      <w:bookmarkStart w:id="475" w:name="_Toc159316286"/>
      <w:bookmarkStart w:id="476" w:name="_Toc159340967"/>
      <w:bookmarkStart w:id="477" w:name="_Toc159351743"/>
      <w:bookmarkStart w:id="478" w:name="_Toc159352322"/>
      <w:bookmarkStart w:id="479" w:name="_Toc159353347"/>
      <w:bookmarkStart w:id="480" w:name="_Toc159354733"/>
      <w:bookmarkStart w:id="481" w:name="_Toc159393588"/>
      <w:bookmarkStart w:id="482" w:name="_Toc159435075"/>
      <w:bookmarkStart w:id="483" w:name="_Toc159851438"/>
      <w:bookmarkStart w:id="484" w:name="_Toc159851519"/>
      <w:bookmarkStart w:id="485" w:name="_Toc159858677"/>
      <w:bookmarkStart w:id="486" w:name="_Toc159858745"/>
      <w:bookmarkStart w:id="487" w:name="_Toc160026100"/>
      <w:bookmarkStart w:id="488" w:name="_Toc160027597"/>
      <w:bookmarkStart w:id="489" w:name="_Toc160027668"/>
      <w:bookmarkStart w:id="490" w:name="_Toc160032294"/>
      <w:bookmarkStart w:id="491" w:name="_Toc160032295"/>
      <w:bookmarkStart w:id="492" w:name="_Toc135072341"/>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t xml:space="preserve">IMO </w:t>
      </w:r>
      <w:r w:rsidR="005F13D1">
        <w:t>regulatory framework</w:t>
      </w:r>
      <w:bookmarkEnd w:id="491"/>
      <w:bookmarkEnd w:id="492"/>
    </w:p>
    <w:p w14:paraId="1C44D8B2" w14:textId="77777777" w:rsidR="00CF6EC7" w:rsidRDefault="00CF6EC7" w:rsidP="00CF6EC7">
      <w:pPr>
        <w:pStyle w:val="Heading1separationline"/>
      </w:pPr>
    </w:p>
    <w:tbl>
      <w:tblPr>
        <w:tblStyle w:val="TableGrid"/>
        <w:tblW w:w="0" w:type="auto"/>
        <w:tblInd w:w="-5" w:type="dxa"/>
        <w:shd w:val="clear" w:color="auto" w:fill="C2F9FF" w:themeFill="accent4" w:themeFillTint="33"/>
        <w:tblLook w:val="04A0" w:firstRow="1" w:lastRow="0" w:firstColumn="1" w:lastColumn="0" w:noHBand="0" w:noVBand="1"/>
      </w:tblPr>
      <w:tblGrid>
        <w:gridCol w:w="10200"/>
      </w:tblGrid>
      <w:tr w:rsidR="0015250A" w:rsidRPr="00C11F07" w14:paraId="57F57BCE" w14:textId="77777777" w:rsidTr="000D7B5C">
        <w:tc>
          <w:tcPr>
            <w:tcW w:w="10200" w:type="dxa"/>
            <w:shd w:val="clear" w:color="auto" w:fill="C2F9FF" w:themeFill="accent4" w:themeFillTint="33"/>
          </w:tcPr>
          <w:p w14:paraId="23CCA40B" w14:textId="77777777" w:rsidR="000D7B5C" w:rsidRPr="00C11F07" w:rsidRDefault="000D7B5C" w:rsidP="005020D1">
            <w:pPr>
              <w:pStyle w:val="BodyText"/>
              <w:spacing w:before="120" w:line="240" w:lineRule="auto"/>
              <w:rPr>
                <w:sz w:val="20"/>
                <w:szCs w:val="20"/>
              </w:rPr>
            </w:pPr>
            <w:r w:rsidRPr="00C11F07">
              <w:rPr>
                <w:sz w:val="20"/>
                <w:szCs w:val="20"/>
              </w:rPr>
              <w:t>Noting the MASS Code is evolving rapidly the TG agreed that this section:</w:t>
            </w:r>
          </w:p>
          <w:p w14:paraId="7CBDFF74" w14:textId="4325A65F" w:rsidR="000D7B5C" w:rsidRPr="00C11F07" w:rsidRDefault="000D7B5C" w:rsidP="005020D1">
            <w:pPr>
              <w:pStyle w:val="BodyText"/>
              <w:numPr>
                <w:ilvl w:val="0"/>
                <w:numId w:val="33"/>
              </w:numPr>
              <w:spacing w:before="120" w:line="240" w:lineRule="auto"/>
              <w:rPr>
                <w:sz w:val="20"/>
                <w:szCs w:val="20"/>
              </w:rPr>
            </w:pPr>
            <w:r w:rsidRPr="00C11F07">
              <w:rPr>
                <w:sz w:val="20"/>
                <w:szCs w:val="20"/>
              </w:rPr>
              <w:t>Be reviewed/updated following MSC</w:t>
            </w:r>
            <w:r w:rsidR="004214B6" w:rsidRPr="00C11F07">
              <w:rPr>
                <w:sz w:val="20"/>
                <w:szCs w:val="20"/>
              </w:rPr>
              <w:t xml:space="preserve"> meetings</w:t>
            </w:r>
            <w:r w:rsidRPr="00C11F07">
              <w:rPr>
                <w:sz w:val="20"/>
                <w:szCs w:val="20"/>
              </w:rPr>
              <w:t>, providing a high-level overview of the MASS Code functional requirements specifically related to VTS as being developed in:</w:t>
            </w:r>
          </w:p>
          <w:p w14:paraId="1FFDED98" w14:textId="77777777" w:rsidR="000D7B5C" w:rsidRPr="00C11F07" w:rsidRDefault="000D7B5C" w:rsidP="005020D1">
            <w:pPr>
              <w:pStyle w:val="BodyText"/>
              <w:numPr>
                <w:ilvl w:val="1"/>
                <w:numId w:val="33"/>
              </w:numPr>
              <w:rPr>
                <w:sz w:val="20"/>
                <w:szCs w:val="20"/>
              </w:rPr>
            </w:pPr>
            <w:r w:rsidRPr="00C11F07">
              <w:rPr>
                <w:sz w:val="20"/>
                <w:szCs w:val="20"/>
              </w:rPr>
              <w:t>PART 2 - MAIN PRINCIPLES FOR MASS AND MASS FUNCTIONS.</w:t>
            </w:r>
          </w:p>
          <w:p w14:paraId="6B909BC9" w14:textId="77777777" w:rsidR="000D7B5C" w:rsidRPr="00C11F07" w:rsidRDefault="000D7B5C" w:rsidP="005020D1">
            <w:pPr>
              <w:pStyle w:val="BodyText"/>
              <w:numPr>
                <w:ilvl w:val="1"/>
                <w:numId w:val="33"/>
              </w:numPr>
              <w:rPr>
                <w:sz w:val="20"/>
                <w:szCs w:val="20"/>
              </w:rPr>
            </w:pPr>
            <w:r w:rsidRPr="00C11F07">
              <w:rPr>
                <w:sz w:val="20"/>
                <w:szCs w:val="20"/>
              </w:rPr>
              <w:t>PART 3 - GOALS, FUNCTIONAL REQUIREMENTS AND PROVISIONS.</w:t>
            </w:r>
          </w:p>
          <w:p w14:paraId="25B5575F" w14:textId="77777777" w:rsidR="000D7B5C" w:rsidRPr="00C11F07" w:rsidRDefault="000D7B5C" w:rsidP="005020D1">
            <w:pPr>
              <w:pStyle w:val="BodyText"/>
              <w:numPr>
                <w:ilvl w:val="0"/>
                <w:numId w:val="33"/>
              </w:numPr>
              <w:spacing w:before="120" w:line="240" w:lineRule="auto"/>
              <w:rPr>
                <w:sz w:val="20"/>
                <w:szCs w:val="20"/>
              </w:rPr>
            </w:pPr>
            <w:r w:rsidRPr="00C11F07">
              <w:rPr>
                <w:sz w:val="20"/>
                <w:szCs w:val="20"/>
              </w:rPr>
              <w:t>Be completed with finalisation of the non-mandatory code in the second half of 2024.</w:t>
            </w:r>
          </w:p>
        </w:tc>
      </w:tr>
    </w:tbl>
    <w:p w14:paraId="0F2094DE" w14:textId="247696EA" w:rsidR="00056BD5" w:rsidRDefault="00056BD5" w:rsidP="00570A14">
      <w:pPr>
        <w:pStyle w:val="BodyText"/>
        <w:spacing w:before="120" w:line="240" w:lineRule="auto"/>
      </w:pPr>
      <w:r>
        <w:lastRenderedPageBreak/>
        <w:t>T</w:t>
      </w:r>
      <w:r w:rsidRPr="001A74E9">
        <w:t xml:space="preserve">o ensure the </w:t>
      </w:r>
      <w:r>
        <w:t xml:space="preserve">IMO </w:t>
      </w:r>
      <w:r w:rsidRPr="001A74E9">
        <w:t xml:space="preserve">regulatory framework </w:t>
      </w:r>
      <w:r>
        <w:t xml:space="preserve">for shipping keeps pace with </w:t>
      </w:r>
      <w:r w:rsidRPr="001A74E9">
        <w:t>rapidly evolving</w:t>
      </w:r>
      <w:r>
        <w:t xml:space="preserve"> </w:t>
      </w:r>
      <w:r w:rsidRPr="001A74E9">
        <w:t xml:space="preserve">technological developments </w:t>
      </w:r>
      <w:r>
        <w:t>associated with MASS, the IMO</w:t>
      </w:r>
      <w:r w:rsidRPr="007F79C3">
        <w:t xml:space="preserve"> </w:t>
      </w:r>
      <w:r w:rsidR="00E93C0D">
        <w:t>has adopted</w:t>
      </w:r>
      <w:r>
        <w:t xml:space="preserve"> a</w:t>
      </w:r>
      <w:r w:rsidRPr="007F79C3">
        <w:t xml:space="preserve"> goal-based instrument </w:t>
      </w:r>
      <w:r>
        <w:t>(MASS Code).  Specifically, t</w:t>
      </w:r>
      <w:r w:rsidRPr="001C1E0B">
        <w:t>he Code</w:t>
      </w:r>
      <w:r>
        <w:t>:</w:t>
      </w:r>
    </w:p>
    <w:p w14:paraId="7FEF8FEE" w14:textId="68049FF0" w:rsidR="00056BD5" w:rsidRDefault="00056BD5">
      <w:pPr>
        <w:pStyle w:val="BodyText"/>
        <w:numPr>
          <w:ilvl w:val="0"/>
          <w:numId w:val="48"/>
        </w:numPr>
      </w:pPr>
      <w:r>
        <w:t>S</w:t>
      </w:r>
      <w:r w:rsidRPr="001C1E0B">
        <w:t>upplements other IMO instruments</w:t>
      </w:r>
      <w:r>
        <w:t xml:space="preserve"> </w:t>
      </w:r>
      <w:r w:rsidRPr="001C1E0B">
        <w:t>such as SOLAS</w:t>
      </w:r>
      <w:r>
        <w:t>.</w:t>
      </w:r>
    </w:p>
    <w:p w14:paraId="398AF2B5" w14:textId="5BE166CF" w:rsidR="00056BD5" w:rsidRDefault="00056BD5">
      <w:pPr>
        <w:pStyle w:val="BodyText"/>
        <w:numPr>
          <w:ilvl w:val="0"/>
          <w:numId w:val="48"/>
        </w:numPr>
      </w:pPr>
      <w:r>
        <w:t>P</w:t>
      </w:r>
      <w:r w:rsidRPr="001C1E0B">
        <w:t>rovides a regulatory framework for the performance of remote control and autonomous operation of key functions, as applicable.</w:t>
      </w:r>
    </w:p>
    <w:p w14:paraId="7131FCC5" w14:textId="5E38190C" w:rsidR="00312857" w:rsidRDefault="00312857" w:rsidP="00312857">
      <w:pPr>
        <w:pStyle w:val="BodyText"/>
      </w:pPr>
      <w:r>
        <w:t>Key elements of the draft Code related to VTS currently include:</w:t>
      </w:r>
    </w:p>
    <w:tbl>
      <w:tblPr>
        <w:tblStyle w:val="TableGrid"/>
        <w:tblW w:w="0" w:type="auto"/>
        <w:tblLook w:val="04A0" w:firstRow="1" w:lastRow="0" w:firstColumn="1" w:lastColumn="0" w:noHBand="0" w:noVBand="1"/>
      </w:tblPr>
      <w:tblGrid>
        <w:gridCol w:w="10195"/>
      </w:tblGrid>
      <w:tr w:rsidR="0015250A" w:rsidRPr="007E40A0" w14:paraId="14273D1E" w14:textId="77777777" w:rsidTr="00FC4954">
        <w:trPr>
          <w:tblHeader/>
        </w:trPr>
        <w:tc>
          <w:tcPr>
            <w:tcW w:w="10195" w:type="dxa"/>
            <w:shd w:val="clear" w:color="auto" w:fill="F2F2F2" w:themeFill="background1" w:themeFillShade="F2"/>
          </w:tcPr>
          <w:p w14:paraId="4C3FC05A" w14:textId="782ADC2D" w:rsidR="00982653" w:rsidRDefault="00982653" w:rsidP="007E40A0">
            <w:pPr>
              <w:pStyle w:val="BodyText"/>
              <w:jc w:val="center"/>
              <w:rPr>
                <w:b/>
                <w:bCs/>
              </w:rPr>
            </w:pPr>
            <w:r w:rsidRPr="003D367D">
              <w:rPr>
                <w:b/>
                <w:bCs/>
                <w:highlight w:val="yellow"/>
              </w:rPr>
              <w:t>Text to be updated following each MSC / Correspondence Group meeting</w:t>
            </w:r>
          </w:p>
          <w:p w14:paraId="566B03FE" w14:textId="79874241" w:rsidR="007E40A0" w:rsidRPr="007E40A0" w:rsidRDefault="007E40A0" w:rsidP="007E40A0">
            <w:pPr>
              <w:pStyle w:val="BodyText"/>
              <w:jc w:val="center"/>
              <w:rPr>
                <w:b/>
                <w:bCs/>
              </w:rPr>
            </w:pPr>
            <w:r w:rsidRPr="003D367D">
              <w:rPr>
                <w:b/>
                <w:bCs/>
                <w:highlight w:val="yellow"/>
              </w:rPr>
              <w:t>MSC\108\MSC 108-4-1.docx</w:t>
            </w:r>
          </w:p>
        </w:tc>
      </w:tr>
      <w:tr w:rsidR="0015250A" w:rsidRPr="007E40A0" w14:paraId="55C5B061" w14:textId="77777777" w:rsidTr="00FC4954">
        <w:tc>
          <w:tcPr>
            <w:tcW w:w="10195" w:type="dxa"/>
            <w:shd w:val="clear" w:color="auto" w:fill="F2F2F2" w:themeFill="background1" w:themeFillShade="F2"/>
          </w:tcPr>
          <w:p w14:paraId="280EE576" w14:textId="77777777" w:rsidR="00312857" w:rsidRPr="003D367D" w:rsidRDefault="00312857" w:rsidP="00312857">
            <w:pPr>
              <w:rPr>
                <w:b/>
                <w:bCs/>
                <w:sz w:val="20"/>
                <w:szCs w:val="20"/>
              </w:rPr>
            </w:pPr>
            <w:r w:rsidRPr="003D367D">
              <w:rPr>
                <w:b/>
                <w:bCs/>
                <w:sz w:val="20"/>
                <w:szCs w:val="20"/>
              </w:rPr>
              <w:t>2 Principles</w:t>
            </w:r>
          </w:p>
          <w:p w14:paraId="5E85997C" w14:textId="77777777" w:rsidR="00312857" w:rsidRPr="003D367D" w:rsidRDefault="00312857" w:rsidP="00312857">
            <w:pPr>
              <w:rPr>
                <w:sz w:val="20"/>
                <w:szCs w:val="20"/>
              </w:rPr>
            </w:pPr>
            <w:r w:rsidRPr="003D367D">
              <w:rPr>
                <w:sz w:val="20"/>
                <w:szCs w:val="20"/>
              </w:rPr>
              <w:t>This Code is developed on the principles that it be:</w:t>
            </w:r>
          </w:p>
          <w:p w14:paraId="3B3E1361" w14:textId="77777777" w:rsidR="007E40A0" w:rsidRPr="003D367D" w:rsidRDefault="007E40A0" w:rsidP="007E40A0">
            <w:pPr>
              <w:pStyle w:val="ListParagraph"/>
              <w:numPr>
                <w:ilvl w:val="0"/>
                <w:numId w:val="67"/>
              </w:numPr>
              <w:rPr>
                <w:sz w:val="20"/>
                <w:szCs w:val="20"/>
              </w:rPr>
            </w:pPr>
            <w:r w:rsidRPr="003D367D">
              <w:rPr>
                <w:sz w:val="20"/>
                <w:szCs w:val="20"/>
              </w:rPr>
              <w:t>[</w:t>
            </w:r>
            <w:r w:rsidR="00312857" w:rsidRPr="003D367D">
              <w:rPr>
                <w:sz w:val="20"/>
                <w:szCs w:val="20"/>
              </w:rPr>
              <w:t xml:space="preserve">supplementary] [complimentary] to any applicable base </w:t>
            </w:r>
            <w:r w:rsidR="00312857" w:rsidRPr="003D367D">
              <w:rPr>
                <w:strike/>
                <w:sz w:val="20"/>
                <w:szCs w:val="20"/>
              </w:rPr>
              <w:t>IMO</w:t>
            </w:r>
            <w:r w:rsidR="00312857" w:rsidRPr="003D367D">
              <w:rPr>
                <w:sz w:val="20"/>
                <w:szCs w:val="20"/>
              </w:rPr>
              <w:t xml:space="preserve"> instruments, such as SOLAS, and only address MASS issues insofar as they are not adequately or fully addressed in the applicable base instruments;</w:t>
            </w:r>
          </w:p>
          <w:p w14:paraId="67C213D6" w14:textId="77777777" w:rsidR="007E40A0" w:rsidRPr="003D367D" w:rsidRDefault="00312857" w:rsidP="007E40A0">
            <w:pPr>
              <w:pStyle w:val="ListParagraph"/>
              <w:numPr>
                <w:ilvl w:val="0"/>
                <w:numId w:val="67"/>
              </w:numPr>
              <w:rPr>
                <w:sz w:val="20"/>
                <w:szCs w:val="20"/>
              </w:rPr>
            </w:pPr>
            <w:r w:rsidRPr="003D367D">
              <w:rPr>
                <w:sz w:val="20"/>
                <w:szCs w:val="20"/>
              </w:rPr>
              <w:t xml:space="preserve">holistic to ensure the objectives, aims and principles of the IMO base instruments are maintained whilst also [enabling </w:t>
            </w:r>
            <w:r w:rsidRPr="003D367D">
              <w:rPr>
                <w:strike/>
                <w:sz w:val="20"/>
                <w:szCs w:val="20"/>
              </w:rPr>
              <w:t>ensuring that</w:t>
            </w:r>
            <w:r w:rsidRPr="003D367D">
              <w:rPr>
                <w:sz w:val="20"/>
                <w:szCs w:val="20"/>
              </w:rPr>
              <w:t xml:space="preserve">] the challenges of MASS functions and operations [to be </w:t>
            </w:r>
            <w:r w:rsidRPr="003D367D">
              <w:rPr>
                <w:strike/>
                <w:sz w:val="20"/>
                <w:szCs w:val="20"/>
              </w:rPr>
              <w:t>are</w:t>
            </w:r>
            <w:r w:rsidRPr="003D367D">
              <w:rPr>
                <w:sz w:val="20"/>
                <w:szCs w:val="20"/>
              </w:rPr>
              <w:t>] addressed across all instruments;</w:t>
            </w:r>
          </w:p>
          <w:p w14:paraId="679C55DF" w14:textId="77777777" w:rsidR="007E40A0" w:rsidRPr="003D367D" w:rsidRDefault="00312857" w:rsidP="007E40A0">
            <w:pPr>
              <w:pStyle w:val="ListParagraph"/>
              <w:numPr>
                <w:ilvl w:val="0"/>
                <w:numId w:val="67"/>
              </w:numPr>
              <w:rPr>
                <w:sz w:val="20"/>
                <w:szCs w:val="20"/>
              </w:rPr>
            </w:pPr>
            <w:r w:rsidRPr="003D367D">
              <w:rPr>
                <w:sz w:val="20"/>
                <w:szCs w:val="20"/>
              </w:rPr>
              <w:t>goal based and addressing matters at the functional level;</w:t>
            </w:r>
          </w:p>
          <w:p w14:paraId="3D0A12A9" w14:textId="77777777" w:rsidR="007E40A0" w:rsidRPr="003D367D" w:rsidRDefault="00312857" w:rsidP="00312857">
            <w:pPr>
              <w:pStyle w:val="ListParagraph"/>
              <w:numPr>
                <w:ilvl w:val="0"/>
                <w:numId w:val="67"/>
              </w:numPr>
              <w:rPr>
                <w:sz w:val="20"/>
                <w:szCs w:val="20"/>
              </w:rPr>
            </w:pPr>
            <w:r w:rsidRPr="003D367D">
              <w:rPr>
                <w:sz w:val="20"/>
                <w:szCs w:val="20"/>
              </w:rPr>
              <w:t>non mandatory [</w:t>
            </w:r>
            <w:r w:rsidRPr="003D367D">
              <w:rPr>
                <w:strike/>
                <w:sz w:val="20"/>
                <w:szCs w:val="20"/>
              </w:rPr>
              <w:t>but</w:t>
            </w:r>
            <w:r w:rsidRPr="003D367D">
              <w:rPr>
                <w:sz w:val="20"/>
                <w:szCs w:val="20"/>
              </w:rPr>
              <w:t xml:space="preserve"> although] developed in such a way as to facilitate future transition to mandatory status; and</w:t>
            </w:r>
          </w:p>
          <w:p w14:paraId="4A32DF43" w14:textId="5EBE13CA" w:rsidR="00312857" w:rsidRPr="003D367D" w:rsidRDefault="00312857" w:rsidP="003D367D">
            <w:pPr>
              <w:pStyle w:val="ListParagraph"/>
              <w:numPr>
                <w:ilvl w:val="0"/>
                <w:numId w:val="67"/>
              </w:numPr>
              <w:rPr>
                <w:sz w:val="20"/>
                <w:szCs w:val="20"/>
              </w:rPr>
            </w:pPr>
            <w:r w:rsidRPr="003D367D">
              <w:rPr>
                <w:sz w:val="20"/>
                <w:szCs w:val="20"/>
              </w:rPr>
              <w:t>technology neutral and taking note of industry practices and experience in the deployment of new technologies</w:t>
            </w:r>
          </w:p>
          <w:p w14:paraId="7ED3D468" w14:textId="77777777" w:rsidR="00312857" w:rsidRPr="003D367D" w:rsidRDefault="00312857" w:rsidP="00312857">
            <w:pPr>
              <w:pStyle w:val="BodyText"/>
              <w:rPr>
                <w:b/>
                <w:bCs/>
                <w:sz w:val="20"/>
                <w:szCs w:val="20"/>
              </w:rPr>
            </w:pPr>
            <w:r w:rsidRPr="003D367D">
              <w:rPr>
                <w:b/>
                <w:bCs/>
                <w:sz w:val="20"/>
                <w:szCs w:val="20"/>
              </w:rPr>
              <w:t xml:space="preserve">7.36 Master/ Master of a MASS </w:t>
            </w:r>
          </w:p>
          <w:p w14:paraId="1F8886CE" w14:textId="77777777" w:rsidR="00312857" w:rsidRPr="003D367D" w:rsidRDefault="00312857" w:rsidP="00312857">
            <w:pPr>
              <w:pStyle w:val="BodyText"/>
              <w:rPr>
                <w:sz w:val="20"/>
                <w:szCs w:val="20"/>
              </w:rPr>
            </w:pPr>
            <w:r w:rsidRPr="003D367D">
              <w:rPr>
                <w:i/>
                <w:iCs/>
                <w:sz w:val="20"/>
                <w:szCs w:val="20"/>
              </w:rPr>
              <w:t>Master [of a MASS]</w:t>
            </w:r>
            <w:r w:rsidRPr="003D367D">
              <w:rPr>
                <w:sz w:val="20"/>
                <w:szCs w:val="20"/>
              </w:rPr>
              <w:t xml:space="preserve"> means the person [having command of] [being responsible for] a MASS (STCW) </w:t>
            </w:r>
          </w:p>
          <w:p w14:paraId="53A84B66" w14:textId="77777777" w:rsidR="00312857" w:rsidRPr="003D367D" w:rsidRDefault="00312857" w:rsidP="00312857">
            <w:pPr>
              <w:pStyle w:val="BodyText"/>
              <w:rPr>
                <w:sz w:val="20"/>
                <w:szCs w:val="20"/>
              </w:rPr>
            </w:pPr>
            <w:r w:rsidRPr="003D367D">
              <w:rPr>
                <w:sz w:val="20"/>
                <w:szCs w:val="20"/>
              </w:rPr>
              <w:t>Key principles agreed/requirements of a Master (</w:t>
            </w:r>
            <w:r w:rsidRPr="003D367D">
              <w:rPr>
                <w:i/>
                <w:iCs/>
                <w:sz w:val="20"/>
                <w:szCs w:val="20"/>
              </w:rPr>
              <w:t>final location to be confirmed</w:t>
            </w:r>
            <w:r w:rsidRPr="003D367D">
              <w:rPr>
                <w:sz w:val="20"/>
                <w:szCs w:val="20"/>
              </w:rPr>
              <w:t xml:space="preserve">): </w:t>
            </w:r>
          </w:p>
          <w:p w14:paraId="7A617B97" w14:textId="77777777" w:rsidR="00312857" w:rsidRPr="003D367D" w:rsidRDefault="00312857" w:rsidP="003D367D">
            <w:pPr>
              <w:pStyle w:val="BodyText"/>
              <w:ind w:left="708"/>
              <w:rPr>
                <w:sz w:val="20"/>
                <w:szCs w:val="20"/>
              </w:rPr>
            </w:pPr>
            <w:r w:rsidRPr="003D367D">
              <w:rPr>
                <w:sz w:val="20"/>
                <w:szCs w:val="20"/>
              </w:rPr>
              <w:t xml:space="preserve">[ .1 there should be a human master responsible for a MASS, regardless of mode of operation; </w:t>
            </w:r>
          </w:p>
          <w:p w14:paraId="08CF5382" w14:textId="77777777" w:rsidR="00312857" w:rsidRPr="003D367D" w:rsidRDefault="00312857" w:rsidP="003D367D">
            <w:pPr>
              <w:pStyle w:val="BodyText"/>
              <w:ind w:left="708"/>
              <w:rPr>
                <w:sz w:val="20"/>
                <w:szCs w:val="20"/>
              </w:rPr>
            </w:pPr>
            <w:r w:rsidRPr="003D367D">
              <w:rPr>
                <w:sz w:val="20"/>
                <w:szCs w:val="20"/>
              </w:rPr>
              <w:t xml:space="preserve">.2 such master may not need to be on board, depending on the technology used on the MASS and human presence on board, if any; </w:t>
            </w:r>
          </w:p>
          <w:p w14:paraId="14C35B40" w14:textId="77777777" w:rsidR="00312857" w:rsidRPr="003D367D" w:rsidRDefault="00312857" w:rsidP="003D367D">
            <w:pPr>
              <w:pStyle w:val="BodyText"/>
              <w:ind w:left="708"/>
              <w:rPr>
                <w:sz w:val="20"/>
                <w:szCs w:val="20"/>
              </w:rPr>
            </w:pPr>
            <w:r w:rsidRPr="003D367D">
              <w:rPr>
                <w:sz w:val="20"/>
                <w:szCs w:val="20"/>
              </w:rPr>
              <w:t xml:space="preserve">.3 regardless of mode of operation, the master of a MASS should have the means to intervene when necessary; and </w:t>
            </w:r>
          </w:p>
          <w:p w14:paraId="2590627F" w14:textId="77777777" w:rsidR="00312857" w:rsidRPr="003D367D" w:rsidRDefault="00312857" w:rsidP="003D367D">
            <w:pPr>
              <w:pStyle w:val="BodyText"/>
              <w:ind w:left="708"/>
              <w:rPr>
                <w:sz w:val="20"/>
                <w:szCs w:val="20"/>
              </w:rPr>
            </w:pPr>
            <w:r w:rsidRPr="003D367D">
              <w:rPr>
                <w:sz w:val="20"/>
                <w:szCs w:val="20"/>
              </w:rPr>
              <w:t>.4 several masters may be responsible for a MASS on a single voyage, under certain conditions, and that only one master should be responsible at any given time (further consideration of what those conditions are is required).]</w:t>
            </w:r>
          </w:p>
          <w:p w14:paraId="605DB71E" w14:textId="77777777" w:rsidR="00312857" w:rsidRPr="003D367D" w:rsidRDefault="00312857" w:rsidP="00312857">
            <w:pPr>
              <w:pStyle w:val="BodyText"/>
              <w:rPr>
                <w:b/>
                <w:bCs/>
                <w:sz w:val="20"/>
                <w:szCs w:val="20"/>
              </w:rPr>
            </w:pPr>
            <w:r w:rsidRPr="003D367D">
              <w:rPr>
                <w:b/>
                <w:bCs/>
                <w:sz w:val="20"/>
                <w:szCs w:val="20"/>
              </w:rPr>
              <w:t>7.61 Third parties</w:t>
            </w:r>
          </w:p>
          <w:p w14:paraId="0646F3F6" w14:textId="77777777" w:rsidR="00312857" w:rsidRPr="003D367D" w:rsidRDefault="00312857" w:rsidP="00312857">
            <w:pPr>
              <w:pStyle w:val="BodyText"/>
              <w:rPr>
                <w:sz w:val="20"/>
                <w:szCs w:val="20"/>
              </w:rPr>
            </w:pPr>
            <w:r w:rsidRPr="003D367D">
              <w:rPr>
                <w:sz w:val="20"/>
                <w:szCs w:val="20"/>
              </w:rPr>
              <w:t xml:space="preserve">Third Parties means persons that are not involved in the operations but engaging with the MASS, e.g. </w:t>
            </w:r>
            <w:r w:rsidRPr="003D367D">
              <w:rPr>
                <w:sz w:val="20"/>
                <w:szCs w:val="20"/>
                <w:highlight w:val="yellow"/>
              </w:rPr>
              <w:t>VTS</w:t>
            </w:r>
            <w:r w:rsidRPr="003D367D">
              <w:rPr>
                <w:sz w:val="20"/>
                <w:szCs w:val="20"/>
              </w:rPr>
              <w:t>, ports, pilots or other persons in the ROC for maintenance reasons, persons in distress, other vessels.</w:t>
            </w:r>
          </w:p>
          <w:p w14:paraId="6B09D3B8" w14:textId="77777777" w:rsidR="00312857" w:rsidRPr="003D367D" w:rsidRDefault="00312857" w:rsidP="00312857">
            <w:pPr>
              <w:pStyle w:val="BodyText"/>
              <w:rPr>
                <w:b/>
                <w:bCs/>
                <w:sz w:val="20"/>
                <w:szCs w:val="20"/>
              </w:rPr>
            </w:pPr>
            <w:r w:rsidRPr="003D367D">
              <w:rPr>
                <w:b/>
                <w:bCs/>
                <w:sz w:val="20"/>
                <w:szCs w:val="20"/>
              </w:rPr>
              <w:t>7 Connectivity</w:t>
            </w:r>
          </w:p>
          <w:p w14:paraId="730C3240" w14:textId="77777777" w:rsidR="00312857" w:rsidRPr="003D367D" w:rsidRDefault="00312857" w:rsidP="00312857">
            <w:pPr>
              <w:pStyle w:val="BodyText"/>
              <w:rPr>
                <w:sz w:val="20"/>
                <w:szCs w:val="20"/>
              </w:rPr>
            </w:pPr>
            <w:r w:rsidRPr="003D367D">
              <w:rPr>
                <w:sz w:val="20"/>
                <w:szCs w:val="20"/>
              </w:rPr>
              <w:t xml:space="preserve">7.1 MASS should establish reliable, stable and secure connectivity with ROC and other external stakeholders such as MRCC, ports, </w:t>
            </w:r>
            <w:r w:rsidRPr="003D367D">
              <w:rPr>
                <w:sz w:val="20"/>
                <w:szCs w:val="20"/>
                <w:highlight w:val="yellow"/>
              </w:rPr>
              <w:t>VTS</w:t>
            </w:r>
            <w:r w:rsidRPr="003D367D">
              <w:rPr>
                <w:sz w:val="20"/>
                <w:szCs w:val="20"/>
              </w:rPr>
              <w:t>, [LRIT] etc.</w:t>
            </w:r>
          </w:p>
          <w:p w14:paraId="1872F66F" w14:textId="77777777" w:rsidR="007E40A0" w:rsidRPr="003D367D" w:rsidRDefault="007E40A0" w:rsidP="00312857">
            <w:pPr>
              <w:pStyle w:val="BodyText"/>
              <w:rPr>
                <w:b/>
                <w:bCs/>
                <w:sz w:val="20"/>
                <w:szCs w:val="20"/>
              </w:rPr>
            </w:pPr>
            <w:r w:rsidRPr="003D367D">
              <w:rPr>
                <w:b/>
                <w:bCs/>
                <w:sz w:val="20"/>
                <w:szCs w:val="20"/>
              </w:rPr>
              <w:t>1.10 Services for navigation</w:t>
            </w:r>
          </w:p>
          <w:p w14:paraId="1771D026" w14:textId="4F63598D" w:rsidR="00312857" w:rsidRPr="003D367D" w:rsidRDefault="00312857" w:rsidP="00312857">
            <w:pPr>
              <w:pStyle w:val="BodyText"/>
              <w:rPr>
                <w:sz w:val="20"/>
                <w:szCs w:val="20"/>
              </w:rPr>
            </w:pPr>
            <w:r w:rsidRPr="003D367D">
              <w:rPr>
                <w:sz w:val="20"/>
                <w:szCs w:val="20"/>
              </w:rPr>
              <w:t xml:space="preserve">FR1.10.4 In case of MASS without crew on board, observed meteorological data, information relating to ship reporting systems, reports to </w:t>
            </w:r>
            <w:r w:rsidRPr="003D367D">
              <w:rPr>
                <w:sz w:val="20"/>
                <w:szCs w:val="20"/>
                <w:highlight w:val="yellow"/>
              </w:rPr>
              <w:t>VTS</w:t>
            </w:r>
            <w:r w:rsidRPr="003D367D">
              <w:rPr>
                <w:sz w:val="20"/>
                <w:szCs w:val="20"/>
              </w:rPr>
              <w:t xml:space="preserve"> and danger messages should be reported automatically or remotely, as required.</w:t>
            </w:r>
          </w:p>
        </w:tc>
      </w:tr>
    </w:tbl>
    <w:p w14:paraId="11DAF9F1" w14:textId="77777777" w:rsidR="00312857" w:rsidRDefault="00312857" w:rsidP="003D367D">
      <w:pPr>
        <w:pStyle w:val="BodyText"/>
      </w:pPr>
    </w:p>
    <w:p w14:paraId="231BF463" w14:textId="2AAD73A4" w:rsidR="00316F86" w:rsidRDefault="00316F86" w:rsidP="00316F86">
      <w:pPr>
        <w:pStyle w:val="BodyText"/>
        <w:spacing w:before="120" w:line="240" w:lineRule="auto"/>
      </w:pPr>
      <w:r w:rsidRPr="00F5609C">
        <w:t xml:space="preserve">The </w:t>
      </w:r>
      <w:r w:rsidR="002D17EB">
        <w:t>IMO</w:t>
      </w:r>
      <w:r w:rsidRPr="00F5609C">
        <w:t xml:space="preserve"> aims to have </w:t>
      </w:r>
      <w:r>
        <w:t>a</w:t>
      </w:r>
      <w:r w:rsidRPr="00F5609C">
        <w:t xml:space="preserve"> non-mandatory MASS Code finalized in the 2nd half of 2024, </w:t>
      </w:r>
      <w:r w:rsidRPr="00CA478A">
        <w:t>and the adoption of a mandatory Code at MSC 110 (</w:t>
      </w:r>
      <w:r w:rsidR="00943A79">
        <w:t>1st half of</w:t>
      </w:r>
      <w:r w:rsidRPr="00CA478A">
        <w:t xml:space="preserve"> 2025), with a view to entry into force on 1 January 2028</w:t>
      </w:r>
      <w:r>
        <w:t xml:space="preserve">.  </w:t>
      </w:r>
    </w:p>
    <w:p w14:paraId="027B4E7D" w14:textId="77777777" w:rsidR="00316F86" w:rsidRDefault="00316F86" w:rsidP="00316F86">
      <w:pPr>
        <w:pStyle w:val="BodyText"/>
        <w:spacing w:before="120" w:line="240" w:lineRule="auto"/>
      </w:pPr>
      <w:r>
        <w:t>Key milestones to achieving this include:</w:t>
      </w:r>
    </w:p>
    <w:tbl>
      <w:tblPr>
        <w:tblStyle w:val="TableGrid"/>
        <w:tblW w:w="0" w:type="auto"/>
        <w:tblInd w:w="279" w:type="dxa"/>
        <w:tblLook w:val="04A0" w:firstRow="1" w:lastRow="0" w:firstColumn="1" w:lastColumn="0" w:noHBand="0" w:noVBand="1"/>
      </w:tblPr>
      <w:tblGrid>
        <w:gridCol w:w="222"/>
        <w:gridCol w:w="1961"/>
        <w:gridCol w:w="2466"/>
        <w:gridCol w:w="2318"/>
        <w:gridCol w:w="1554"/>
        <w:gridCol w:w="1395"/>
      </w:tblGrid>
      <w:tr w:rsidR="00316F86" w:rsidRPr="005372F8" w14:paraId="1C79A089" w14:textId="77777777" w:rsidTr="004B315B">
        <w:trPr>
          <w:tblHeader/>
        </w:trPr>
        <w:tc>
          <w:tcPr>
            <w:tcW w:w="0" w:type="auto"/>
            <w:shd w:val="clear" w:color="auto" w:fill="B5E1FF" w:themeFill="accent1" w:themeFillTint="33"/>
          </w:tcPr>
          <w:p w14:paraId="4CB31161" w14:textId="3465C8D7" w:rsidR="00316F86" w:rsidRPr="005372F8" w:rsidRDefault="00316F86" w:rsidP="001C298D">
            <w:pPr>
              <w:jc w:val="center"/>
              <w:rPr>
                <w:rFonts w:cstheme="minorHAnsi"/>
                <w:b/>
                <w:bCs/>
                <w:sz w:val="20"/>
                <w:szCs w:val="20"/>
              </w:rPr>
            </w:pPr>
          </w:p>
        </w:tc>
        <w:tc>
          <w:tcPr>
            <w:tcW w:w="0" w:type="auto"/>
            <w:shd w:val="clear" w:color="auto" w:fill="B5E1FF" w:themeFill="accent1" w:themeFillTint="33"/>
          </w:tcPr>
          <w:p w14:paraId="0CAEA73C" w14:textId="77777777" w:rsidR="00316F86" w:rsidRPr="005372F8" w:rsidRDefault="00316F86" w:rsidP="001C298D">
            <w:pPr>
              <w:jc w:val="center"/>
              <w:rPr>
                <w:rFonts w:cstheme="minorHAnsi"/>
                <w:b/>
                <w:bCs/>
                <w:sz w:val="20"/>
                <w:szCs w:val="20"/>
              </w:rPr>
            </w:pPr>
            <w:r w:rsidRPr="005372F8">
              <w:rPr>
                <w:rFonts w:cstheme="minorHAnsi"/>
                <w:b/>
                <w:bCs/>
                <w:sz w:val="20"/>
                <w:szCs w:val="20"/>
              </w:rPr>
              <w:t>MSC 108</w:t>
            </w:r>
          </w:p>
          <w:p w14:paraId="235258FA" w14:textId="77777777" w:rsidR="00316F86" w:rsidRPr="005372F8" w:rsidRDefault="00316F86" w:rsidP="001C298D">
            <w:pPr>
              <w:jc w:val="center"/>
              <w:rPr>
                <w:rFonts w:cstheme="minorHAnsi"/>
                <w:b/>
                <w:bCs/>
                <w:sz w:val="20"/>
                <w:szCs w:val="20"/>
              </w:rPr>
            </w:pPr>
            <w:r w:rsidRPr="005372F8">
              <w:rPr>
                <w:rFonts w:cstheme="minorHAnsi"/>
                <w:b/>
                <w:bCs/>
                <w:sz w:val="20"/>
                <w:szCs w:val="20"/>
              </w:rPr>
              <w:t>1st half 2024</w:t>
            </w:r>
          </w:p>
        </w:tc>
        <w:tc>
          <w:tcPr>
            <w:tcW w:w="0" w:type="auto"/>
            <w:shd w:val="clear" w:color="auto" w:fill="B5E1FF" w:themeFill="accent1" w:themeFillTint="33"/>
          </w:tcPr>
          <w:p w14:paraId="292C40CB" w14:textId="77777777" w:rsidR="00316F86" w:rsidRPr="005372F8" w:rsidRDefault="00316F86" w:rsidP="001C298D">
            <w:pPr>
              <w:jc w:val="center"/>
              <w:rPr>
                <w:rFonts w:cstheme="minorHAnsi"/>
                <w:b/>
                <w:bCs/>
                <w:sz w:val="20"/>
                <w:szCs w:val="20"/>
              </w:rPr>
            </w:pPr>
            <w:r w:rsidRPr="005372F8">
              <w:rPr>
                <w:rFonts w:cstheme="minorHAnsi"/>
                <w:b/>
                <w:bCs/>
                <w:sz w:val="20"/>
                <w:szCs w:val="20"/>
              </w:rPr>
              <w:t>MSC 109</w:t>
            </w:r>
          </w:p>
          <w:p w14:paraId="21BE7AA6" w14:textId="77777777" w:rsidR="00316F86" w:rsidRPr="005372F8" w:rsidRDefault="00316F86" w:rsidP="001C298D">
            <w:pPr>
              <w:jc w:val="center"/>
              <w:rPr>
                <w:rFonts w:cstheme="minorHAnsi"/>
                <w:b/>
                <w:bCs/>
                <w:sz w:val="20"/>
                <w:szCs w:val="20"/>
              </w:rPr>
            </w:pPr>
            <w:r w:rsidRPr="005372F8">
              <w:rPr>
                <w:rFonts w:cstheme="minorHAnsi"/>
                <w:b/>
                <w:bCs/>
                <w:sz w:val="20"/>
                <w:szCs w:val="20"/>
              </w:rPr>
              <w:t>2nd half 2024</w:t>
            </w:r>
          </w:p>
        </w:tc>
        <w:tc>
          <w:tcPr>
            <w:tcW w:w="0" w:type="auto"/>
            <w:shd w:val="clear" w:color="auto" w:fill="B5E1FF" w:themeFill="accent1" w:themeFillTint="33"/>
          </w:tcPr>
          <w:p w14:paraId="2373F00C" w14:textId="77777777" w:rsidR="00316F86" w:rsidRPr="005372F8" w:rsidRDefault="00316F86" w:rsidP="001C298D">
            <w:pPr>
              <w:jc w:val="center"/>
              <w:rPr>
                <w:rFonts w:cstheme="minorHAnsi"/>
                <w:b/>
                <w:bCs/>
                <w:sz w:val="20"/>
                <w:szCs w:val="20"/>
              </w:rPr>
            </w:pPr>
            <w:r w:rsidRPr="005372F8">
              <w:rPr>
                <w:rFonts w:cstheme="minorHAnsi"/>
                <w:b/>
                <w:bCs/>
                <w:sz w:val="20"/>
                <w:szCs w:val="20"/>
              </w:rPr>
              <w:t>MSC 110</w:t>
            </w:r>
          </w:p>
          <w:p w14:paraId="31CCC99D" w14:textId="77777777" w:rsidR="00316F86" w:rsidRPr="006D34AB" w:rsidRDefault="00316F86" w:rsidP="001C298D">
            <w:pPr>
              <w:jc w:val="center"/>
              <w:rPr>
                <w:rFonts w:cstheme="minorHAnsi"/>
                <w:b/>
                <w:bCs/>
                <w:sz w:val="20"/>
                <w:szCs w:val="20"/>
              </w:rPr>
            </w:pPr>
            <w:r w:rsidRPr="005372F8">
              <w:rPr>
                <w:rFonts w:cstheme="minorHAnsi"/>
                <w:b/>
                <w:bCs/>
                <w:sz w:val="20"/>
                <w:szCs w:val="20"/>
              </w:rPr>
              <w:t>1st half 2025</w:t>
            </w:r>
          </w:p>
        </w:tc>
        <w:tc>
          <w:tcPr>
            <w:tcW w:w="0" w:type="auto"/>
            <w:shd w:val="clear" w:color="auto" w:fill="B5E1FF" w:themeFill="accent1" w:themeFillTint="33"/>
          </w:tcPr>
          <w:p w14:paraId="185F49EE" w14:textId="77777777" w:rsidR="00316F86" w:rsidRPr="005372F8" w:rsidRDefault="00316F86" w:rsidP="001C298D">
            <w:pPr>
              <w:jc w:val="center"/>
              <w:rPr>
                <w:rFonts w:cstheme="minorHAnsi"/>
                <w:b/>
                <w:bCs/>
                <w:sz w:val="20"/>
                <w:szCs w:val="20"/>
              </w:rPr>
            </w:pPr>
            <w:r>
              <w:rPr>
                <w:rFonts w:cstheme="minorHAnsi"/>
                <w:b/>
                <w:bCs/>
                <w:sz w:val="20"/>
                <w:szCs w:val="20"/>
              </w:rPr>
              <w:t>1 July 2026</w:t>
            </w:r>
          </w:p>
        </w:tc>
        <w:tc>
          <w:tcPr>
            <w:tcW w:w="0" w:type="auto"/>
            <w:shd w:val="clear" w:color="auto" w:fill="B5E1FF" w:themeFill="accent1" w:themeFillTint="33"/>
          </w:tcPr>
          <w:p w14:paraId="1AA3E44A" w14:textId="77777777" w:rsidR="00316F86" w:rsidRPr="005372F8" w:rsidRDefault="00316F86" w:rsidP="001C298D">
            <w:pPr>
              <w:jc w:val="center"/>
              <w:rPr>
                <w:rFonts w:cstheme="minorHAnsi"/>
                <w:b/>
                <w:bCs/>
                <w:sz w:val="20"/>
                <w:szCs w:val="20"/>
              </w:rPr>
            </w:pPr>
            <w:r>
              <w:rPr>
                <w:rFonts w:cstheme="minorHAnsi"/>
                <w:b/>
                <w:bCs/>
                <w:sz w:val="20"/>
                <w:szCs w:val="20"/>
              </w:rPr>
              <w:t>1 January 2028</w:t>
            </w:r>
          </w:p>
        </w:tc>
      </w:tr>
      <w:tr w:rsidR="00316F86" w:rsidRPr="005372F8" w14:paraId="404BF3E2" w14:textId="77777777" w:rsidTr="004B315B">
        <w:tc>
          <w:tcPr>
            <w:tcW w:w="0" w:type="auto"/>
            <w:vAlign w:val="top"/>
          </w:tcPr>
          <w:p w14:paraId="01105D59" w14:textId="3FD6BD04" w:rsidR="00316F86" w:rsidRPr="006D34AB" w:rsidRDefault="00316F86" w:rsidP="004B315B">
            <w:pPr>
              <w:spacing w:before="60" w:after="120"/>
              <w:rPr>
                <w:rFonts w:cstheme="minorHAnsi"/>
                <w:sz w:val="20"/>
                <w:szCs w:val="20"/>
              </w:rPr>
            </w:pPr>
          </w:p>
        </w:tc>
        <w:tc>
          <w:tcPr>
            <w:tcW w:w="0" w:type="auto"/>
            <w:vAlign w:val="top"/>
          </w:tcPr>
          <w:p w14:paraId="6BD9CDEF" w14:textId="77777777" w:rsidR="00316F86" w:rsidRDefault="00316F86" w:rsidP="004B315B">
            <w:pPr>
              <w:spacing w:before="60" w:after="120"/>
              <w:rPr>
                <w:rFonts w:cstheme="minorHAnsi"/>
                <w:sz w:val="20"/>
                <w:szCs w:val="20"/>
              </w:rPr>
            </w:pPr>
            <w:r w:rsidRPr="006D34AB">
              <w:rPr>
                <w:rFonts w:cstheme="minorHAnsi"/>
                <w:sz w:val="20"/>
                <w:szCs w:val="20"/>
              </w:rPr>
              <w:t>Continue the development of the non-mandatory MASS Code</w:t>
            </w:r>
          </w:p>
          <w:p w14:paraId="1DBE4948" w14:textId="77777777" w:rsidR="00316F86" w:rsidRPr="006D34AB" w:rsidRDefault="00316F86" w:rsidP="004B315B">
            <w:pPr>
              <w:spacing w:before="60" w:after="120"/>
              <w:rPr>
                <w:rFonts w:cstheme="minorHAnsi"/>
                <w:sz w:val="20"/>
                <w:szCs w:val="20"/>
              </w:rPr>
            </w:pPr>
            <w:r w:rsidRPr="006D34AB">
              <w:rPr>
                <w:rFonts w:cstheme="minorHAnsi"/>
                <w:sz w:val="20"/>
                <w:szCs w:val="20"/>
              </w:rPr>
              <w:t>Finalize the non-mandatory MASS Code as annex to a draft MSC resolution</w:t>
            </w:r>
          </w:p>
        </w:tc>
        <w:tc>
          <w:tcPr>
            <w:tcW w:w="0" w:type="auto"/>
            <w:vAlign w:val="top"/>
          </w:tcPr>
          <w:p w14:paraId="280E0D20"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adoption of the new non-mandatory MASS Code</w:t>
            </w:r>
          </w:p>
          <w:p w14:paraId="3E1A406B" w14:textId="77777777" w:rsidR="00316F86" w:rsidRPr="006D34AB" w:rsidRDefault="00316F86" w:rsidP="004B315B">
            <w:pPr>
              <w:spacing w:before="60" w:after="120" w:line="240" w:lineRule="auto"/>
              <w:rPr>
                <w:rFonts w:cstheme="minorHAnsi"/>
                <w:sz w:val="20"/>
                <w:szCs w:val="20"/>
              </w:rPr>
            </w:pPr>
            <w:r w:rsidRPr="006D34AB">
              <w:rPr>
                <w:rFonts w:cstheme="minorHAnsi"/>
                <w:sz w:val="20"/>
                <w:szCs w:val="20"/>
              </w:rPr>
              <w:t>Finalization and approval of amendments to existing instruments necessary for the entry into force of the new instrument</w:t>
            </w:r>
          </w:p>
        </w:tc>
        <w:tc>
          <w:tcPr>
            <w:tcW w:w="0" w:type="auto"/>
            <w:vAlign w:val="top"/>
          </w:tcPr>
          <w:p w14:paraId="102620C4" w14:textId="77777777" w:rsidR="00316F86" w:rsidRPr="006D34AB" w:rsidRDefault="00316F86" w:rsidP="004B315B">
            <w:pPr>
              <w:spacing w:before="60" w:after="120"/>
              <w:rPr>
                <w:rFonts w:cstheme="minorHAnsi"/>
                <w:sz w:val="20"/>
                <w:szCs w:val="20"/>
              </w:rPr>
            </w:pPr>
            <w:r w:rsidRPr="006D34AB">
              <w:rPr>
                <w:rFonts w:cstheme="minorHAnsi"/>
                <w:sz w:val="20"/>
                <w:szCs w:val="20"/>
              </w:rPr>
              <w:t>Adoption of a mandatory MASS Code and associated Convention(s) giving effect to the new MASS Code</w:t>
            </w:r>
            <w:r w:rsidRPr="006D34AB" w:rsidDel="008E6DFB">
              <w:rPr>
                <w:rFonts w:cstheme="minorHAnsi"/>
                <w:sz w:val="20"/>
                <w:szCs w:val="20"/>
              </w:rPr>
              <w:t xml:space="preserve"> </w:t>
            </w:r>
          </w:p>
        </w:tc>
        <w:tc>
          <w:tcPr>
            <w:tcW w:w="0" w:type="auto"/>
            <w:vAlign w:val="top"/>
          </w:tcPr>
          <w:p w14:paraId="21C3B527" w14:textId="77777777" w:rsidR="00316F86" w:rsidRPr="006D34AB" w:rsidRDefault="00316F86" w:rsidP="004B315B">
            <w:pPr>
              <w:spacing w:before="60" w:after="120"/>
              <w:rPr>
                <w:rFonts w:cstheme="minorHAnsi"/>
                <w:sz w:val="20"/>
                <w:szCs w:val="20"/>
              </w:rPr>
            </w:pPr>
            <w:r w:rsidRPr="006D34AB">
              <w:rPr>
                <w:rFonts w:cstheme="minorHAnsi"/>
                <w:sz w:val="20"/>
                <w:szCs w:val="20"/>
              </w:rPr>
              <w:t>Deadline for adoption for entry into force date of 1 January 2028</w:t>
            </w:r>
          </w:p>
        </w:tc>
        <w:tc>
          <w:tcPr>
            <w:tcW w:w="0" w:type="auto"/>
            <w:vAlign w:val="top"/>
          </w:tcPr>
          <w:p w14:paraId="6C096A9D" w14:textId="77777777" w:rsidR="00316F86" w:rsidRPr="006D34AB" w:rsidRDefault="00316F86" w:rsidP="004B315B">
            <w:pPr>
              <w:spacing w:before="60" w:after="120"/>
              <w:rPr>
                <w:rFonts w:cstheme="minorHAnsi"/>
                <w:sz w:val="20"/>
                <w:szCs w:val="20"/>
              </w:rPr>
            </w:pPr>
            <w:r w:rsidRPr="006D34AB">
              <w:rPr>
                <w:rFonts w:cstheme="minorHAnsi"/>
                <w:sz w:val="20"/>
                <w:szCs w:val="20"/>
              </w:rPr>
              <w:t>Entry into force of Mandatory Code</w:t>
            </w:r>
            <w:r>
              <w:rPr>
                <w:rStyle w:val="FootnoteReference"/>
                <w:rFonts w:cstheme="minorHAnsi"/>
                <w:szCs w:val="20"/>
              </w:rPr>
              <w:footnoteReference w:id="1"/>
            </w:r>
          </w:p>
        </w:tc>
      </w:tr>
    </w:tbl>
    <w:p w14:paraId="1AD23FA5" w14:textId="77777777" w:rsidR="00A1652A" w:rsidRDefault="00FE3095" w:rsidP="00316F86">
      <w:pPr>
        <w:pStyle w:val="BodyText"/>
        <w:spacing w:before="120" w:line="240" w:lineRule="auto"/>
      </w:pPr>
      <w:r>
        <w:t>Specifically</w:t>
      </w:r>
      <w:r w:rsidR="00BB747A">
        <w:t>, the Code provides the framework for MASS to operate within the same framework and responsibilities of conventional ships.</w:t>
      </w:r>
      <w:r w:rsidR="00A1652A">
        <w:t xml:space="preserve">  </w:t>
      </w:r>
    </w:p>
    <w:p w14:paraId="6E41CE53" w14:textId="3718B103" w:rsidR="00425189" w:rsidRDefault="000918B3">
      <w:pPr>
        <w:pStyle w:val="Heading1"/>
      </w:pPr>
      <w:bookmarkStart w:id="493" w:name="_Toc159316295"/>
      <w:bookmarkStart w:id="494" w:name="_Toc159340976"/>
      <w:bookmarkStart w:id="495" w:name="_Toc159351752"/>
      <w:bookmarkStart w:id="496" w:name="_Toc159352331"/>
      <w:bookmarkStart w:id="497" w:name="_Toc159353356"/>
      <w:bookmarkStart w:id="498" w:name="_Toc159354742"/>
      <w:bookmarkStart w:id="499" w:name="_Toc159393597"/>
      <w:bookmarkStart w:id="500" w:name="_Toc159435084"/>
      <w:bookmarkStart w:id="501" w:name="_Toc159851447"/>
      <w:bookmarkStart w:id="502" w:name="_Toc159851528"/>
      <w:bookmarkStart w:id="503" w:name="_Toc159858686"/>
      <w:bookmarkStart w:id="504" w:name="_Toc159858754"/>
      <w:bookmarkStart w:id="505" w:name="_Toc160026109"/>
      <w:bookmarkStart w:id="506" w:name="_Toc160027606"/>
      <w:bookmarkStart w:id="507" w:name="_Toc160027677"/>
      <w:bookmarkStart w:id="508" w:name="_Toc160032303"/>
      <w:bookmarkStart w:id="509" w:name="_Toc159316296"/>
      <w:bookmarkStart w:id="510" w:name="_Toc159340977"/>
      <w:bookmarkStart w:id="511" w:name="_Toc159351753"/>
      <w:bookmarkStart w:id="512" w:name="_Toc159352332"/>
      <w:bookmarkStart w:id="513" w:name="_Toc159353357"/>
      <w:bookmarkStart w:id="514" w:name="_Toc159354743"/>
      <w:bookmarkStart w:id="515" w:name="_Toc159393598"/>
      <w:bookmarkStart w:id="516" w:name="_Toc159435085"/>
      <w:bookmarkStart w:id="517" w:name="_Toc159851448"/>
      <w:bookmarkStart w:id="518" w:name="_Toc159851529"/>
      <w:bookmarkStart w:id="519" w:name="_Toc159858687"/>
      <w:bookmarkStart w:id="520" w:name="_Toc159858755"/>
      <w:bookmarkStart w:id="521" w:name="_Toc160026110"/>
      <w:bookmarkStart w:id="522" w:name="_Toc160027607"/>
      <w:bookmarkStart w:id="523" w:name="_Toc160027678"/>
      <w:bookmarkStart w:id="524" w:name="_Toc160032304"/>
      <w:bookmarkStart w:id="525" w:name="_Toc159316297"/>
      <w:bookmarkStart w:id="526" w:name="_Toc159340978"/>
      <w:bookmarkStart w:id="527" w:name="_Toc159351754"/>
      <w:bookmarkStart w:id="528" w:name="_Toc159352333"/>
      <w:bookmarkStart w:id="529" w:name="_Toc159353358"/>
      <w:bookmarkStart w:id="530" w:name="_Toc159354744"/>
      <w:bookmarkStart w:id="531" w:name="_Toc159393599"/>
      <w:bookmarkStart w:id="532" w:name="_Toc159435086"/>
      <w:bookmarkStart w:id="533" w:name="_Toc159851449"/>
      <w:bookmarkStart w:id="534" w:name="_Toc159851530"/>
      <w:bookmarkStart w:id="535" w:name="_Toc159858688"/>
      <w:bookmarkStart w:id="536" w:name="_Toc159858756"/>
      <w:bookmarkStart w:id="537" w:name="_Toc160026111"/>
      <w:bookmarkStart w:id="538" w:name="_Toc160027608"/>
      <w:bookmarkStart w:id="539" w:name="_Toc160027679"/>
      <w:bookmarkStart w:id="540" w:name="_Toc160032305"/>
      <w:bookmarkStart w:id="541" w:name="_Toc159316298"/>
      <w:bookmarkStart w:id="542" w:name="_Toc159340979"/>
      <w:bookmarkStart w:id="543" w:name="_Toc159351755"/>
      <w:bookmarkStart w:id="544" w:name="_Toc159352334"/>
      <w:bookmarkStart w:id="545" w:name="_Toc159353359"/>
      <w:bookmarkStart w:id="546" w:name="_Toc159354745"/>
      <w:bookmarkStart w:id="547" w:name="_Toc159393600"/>
      <w:bookmarkStart w:id="548" w:name="_Toc159435087"/>
      <w:bookmarkStart w:id="549" w:name="_Toc159851450"/>
      <w:bookmarkStart w:id="550" w:name="_Toc159851531"/>
      <w:bookmarkStart w:id="551" w:name="_Toc159858689"/>
      <w:bookmarkStart w:id="552" w:name="_Toc159858757"/>
      <w:bookmarkStart w:id="553" w:name="_Toc160026112"/>
      <w:bookmarkStart w:id="554" w:name="_Toc160027609"/>
      <w:bookmarkStart w:id="555" w:name="_Toc160027680"/>
      <w:bookmarkStart w:id="556" w:name="_Toc160032306"/>
      <w:bookmarkStart w:id="557" w:name="_Toc159316299"/>
      <w:bookmarkStart w:id="558" w:name="_Toc159340980"/>
      <w:bookmarkStart w:id="559" w:name="_Toc159351756"/>
      <w:bookmarkStart w:id="560" w:name="_Toc159352335"/>
      <w:bookmarkStart w:id="561" w:name="_Toc159353360"/>
      <w:bookmarkStart w:id="562" w:name="_Toc159354746"/>
      <w:bookmarkStart w:id="563" w:name="_Toc159393601"/>
      <w:bookmarkStart w:id="564" w:name="_Toc159435088"/>
      <w:bookmarkStart w:id="565" w:name="_Toc159851451"/>
      <w:bookmarkStart w:id="566" w:name="_Toc159851532"/>
      <w:bookmarkStart w:id="567" w:name="_Toc159858690"/>
      <w:bookmarkStart w:id="568" w:name="_Toc159858758"/>
      <w:bookmarkStart w:id="569" w:name="_Toc160026113"/>
      <w:bookmarkStart w:id="570" w:name="_Toc160027610"/>
      <w:bookmarkStart w:id="571" w:name="_Toc160027681"/>
      <w:bookmarkStart w:id="572" w:name="_Toc160032307"/>
      <w:bookmarkStart w:id="573" w:name="_Toc159316300"/>
      <w:bookmarkStart w:id="574" w:name="_Toc159340981"/>
      <w:bookmarkStart w:id="575" w:name="_Toc159351757"/>
      <w:bookmarkStart w:id="576" w:name="_Toc159352336"/>
      <w:bookmarkStart w:id="577" w:name="_Toc159353361"/>
      <w:bookmarkStart w:id="578" w:name="_Toc159354747"/>
      <w:bookmarkStart w:id="579" w:name="_Toc159393602"/>
      <w:bookmarkStart w:id="580" w:name="_Toc159435089"/>
      <w:bookmarkStart w:id="581" w:name="_Toc159851452"/>
      <w:bookmarkStart w:id="582" w:name="_Toc159851533"/>
      <w:bookmarkStart w:id="583" w:name="_Toc159858691"/>
      <w:bookmarkStart w:id="584" w:name="_Toc159858759"/>
      <w:bookmarkStart w:id="585" w:name="_Toc160026114"/>
      <w:bookmarkStart w:id="586" w:name="_Toc160027611"/>
      <w:bookmarkStart w:id="587" w:name="_Toc160027682"/>
      <w:bookmarkStart w:id="588" w:name="_Toc160032308"/>
      <w:bookmarkStart w:id="589" w:name="_Toc159316301"/>
      <w:bookmarkStart w:id="590" w:name="_Toc159340982"/>
      <w:bookmarkStart w:id="591" w:name="_Toc159351758"/>
      <w:bookmarkStart w:id="592" w:name="_Toc159352337"/>
      <w:bookmarkStart w:id="593" w:name="_Toc159353362"/>
      <w:bookmarkStart w:id="594" w:name="_Toc159354748"/>
      <w:bookmarkStart w:id="595" w:name="_Toc159393603"/>
      <w:bookmarkStart w:id="596" w:name="_Toc159435090"/>
      <w:bookmarkStart w:id="597" w:name="_Toc159851453"/>
      <w:bookmarkStart w:id="598" w:name="_Toc159851534"/>
      <w:bookmarkStart w:id="599" w:name="_Toc159858692"/>
      <w:bookmarkStart w:id="600" w:name="_Toc159858760"/>
      <w:bookmarkStart w:id="601" w:name="_Toc160026115"/>
      <w:bookmarkStart w:id="602" w:name="_Toc160027612"/>
      <w:bookmarkStart w:id="603" w:name="_Toc160027683"/>
      <w:bookmarkStart w:id="604" w:name="_Toc160032309"/>
      <w:bookmarkStart w:id="605" w:name="_Toc159316302"/>
      <w:bookmarkStart w:id="606" w:name="_Toc159340983"/>
      <w:bookmarkStart w:id="607" w:name="_Toc159351759"/>
      <w:bookmarkStart w:id="608" w:name="_Toc159352338"/>
      <w:bookmarkStart w:id="609" w:name="_Toc159353363"/>
      <w:bookmarkStart w:id="610" w:name="_Toc159354749"/>
      <w:bookmarkStart w:id="611" w:name="_Toc159393604"/>
      <w:bookmarkStart w:id="612" w:name="_Toc159435091"/>
      <w:bookmarkStart w:id="613" w:name="_Toc159851454"/>
      <w:bookmarkStart w:id="614" w:name="_Toc159851535"/>
      <w:bookmarkStart w:id="615" w:name="_Toc159858693"/>
      <w:bookmarkStart w:id="616" w:name="_Toc159858761"/>
      <w:bookmarkStart w:id="617" w:name="_Toc160026116"/>
      <w:bookmarkStart w:id="618" w:name="_Toc160027613"/>
      <w:bookmarkStart w:id="619" w:name="_Toc160027684"/>
      <w:bookmarkStart w:id="620" w:name="_Toc160032310"/>
      <w:bookmarkStart w:id="621" w:name="_Toc159316303"/>
      <w:bookmarkStart w:id="622" w:name="_Toc159340984"/>
      <w:bookmarkStart w:id="623" w:name="_Toc159351760"/>
      <w:bookmarkStart w:id="624" w:name="_Toc159352339"/>
      <w:bookmarkStart w:id="625" w:name="_Toc159353364"/>
      <w:bookmarkStart w:id="626" w:name="_Toc159354750"/>
      <w:bookmarkStart w:id="627" w:name="_Toc159393605"/>
      <w:bookmarkStart w:id="628" w:name="_Toc159435092"/>
      <w:bookmarkStart w:id="629" w:name="_Toc159851455"/>
      <w:bookmarkStart w:id="630" w:name="_Toc159851536"/>
      <w:bookmarkStart w:id="631" w:name="_Toc159858694"/>
      <w:bookmarkStart w:id="632" w:name="_Toc159858762"/>
      <w:bookmarkStart w:id="633" w:name="_Toc160026117"/>
      <w:bookmarkStart w:id="634" w:name="_Toc160027614"/>
      <w:bookmarkStart w:id="635" w:name="_Toc160027685"/>
      <w:bookmarkStart w:id="636" w:name="_Toc160032311"/>
      <w:bookmarkStart w:id="637" w:name="_Toc159316304"/>
      <w:bookmarkStart w:id="638" w:name="_Toc159340985"/>
      <w:bookmarkStart w:id="639" w:name="_Toc159351761"/>
      <w:bookmarkStart w:id="640" w:name="_Toc159352340"/>
      <w:bookmarkStart w:id="641" w:name="_Toc159353365"/>
      <w:bookmarkStart w:id="642" w:name="_Toc159354751"/>
      <w:bookmarkStart w:id="643" w:name="_Toc159393606"/>
      <w:bookmarkStart w:id="644" w:name="_Toc159435093"/>
      <w:bookmarkStart w:id="645" w:name="_Toc159851456"/>
      <w:bookmarkStart w:id="646" w:name="_Toc159851537"/>
      <w:bookmarkStart w:id="647" w:name="_Toc159858695"/>
      <w:bookmarkStart w:id="648" w:name="_Toc159858763"/>
      <w:bookmarkStart w:id="649" w:name="_Toc160026118"/>
      <w:bookmarkStart w:id="650" w:name="_Toc160027615"/>
      <w:bookmarkStart w:id="651" w:name="_Toc160027686"/>
      <w:bookmarkStart w:id="652" w:name="_Toc160032312"/>
      <w:bookmarkStart w:id="653" w:name="_Toc159316305"/>
      <w:bookmarkStart w:id="654" w:name="_Toc159340986"/>
      <w:bookmarkStart w:id="655" w:name="_Toc159351762"/>
      <w:bookmarkStart w:id="656" w:name="_Toc159352341"/>
      <w:bookmarkStart w:id="657" w:name="_Toc159353366"/>
      <w:bookmarkStart w:id="658" w:name="_Toc159354752"/>
      <w:bookmarkStart w:id="659" w:name="_Toc159393607"/>
      <w:bookmarkStart w:id="660" w:name="_Toc159435094"/>
      <w:bookmarkStart w:id="661" w:name="_Toc159851457"/>
      <w:bookmarkStart w:id="662" w:name="_Toc159851538"/>
      <w:bookmarkStart w:id="663" w:name="_Toc159858696"/>
      <w:bookmarkStart w:id="664" w:name="_Toc159858764"/>
      <w:bookmarkStart w:id="665" w:name="_Toc160026119"/>
      <w:bookmarkStart w:id="666" w:name="_Toc160027616"/>
      <w:bookmarkStart w:id="667" w:name="_Toc160027687"/>
      <w:bookmarkStart w:id="668" w:name="_Toc160032313"/>
      <w:bookmarkStart w:id="669" w:name="_Toc159316306"/>
      <w:bookmarkStart w:id="670" w:name="_Toc159340987"/>
      <w:bookmarkStart w:id="671" w:name="_Toc159351763"/>
      <w:bookmarkStart w:id="672" w:name="_Toc159352342"/>
      <w:bookmarkStart w:id="673" w:name="_Toc159353367"/>
      <w:bookmarkStart w:id="674" w:name="_Toc159354753"/>
      <w:bookmarkStart w:id="675" w:name="_Toc159393608"/>
      <w:bookmarkStart w:id="676" w:name="_Toc159435095"/>
      <w:bookmarkStart w:id="677" w:name="_Toc159851458"/>
      <w:bookmarkStart w:id="678" w:name="_Toc159851539"/>
      <w:bookmarkStart w:id="679" w:name="_Toc159858697"/>
      <w:bookmarkStart w:id="680" w:name="_Toc159858765"/>
      <w:bookmarkStart w:id="681" w:name="_Toc160026120"/>
      <w:bookmarkStart w:id="682" w:name="_Toc160027617"/>
      <w:bookmarkStart w:id="683" w:name="_Toc160027688"/>
      <w:bookmarkStart w:id="684" w:name="_Toc160032314"/>
      <w:bookmarkStart w:id="685" w:name="_Toc160032315"/>
      <w:bookmarkStart w:id="686" w:name="_Toc13507234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r>
        <w:t xml:space="preserve">PROVISION OF </w:t>
      </w:r>
      <w:r w:rsidR="00425189">
        <w:t xml:space="preserve">VTS </w:t>
      </w:r>
      <w:r w:rsidR="00471779">
        <w:t>with</w:t>
      </w:r>
      <w:r w:rsidR="00FF748A">
        <w:t xml:space="preserve"> </w:t>
      </w:r>
      <w:r w:rsidR="00FF748A" w:rsidRPr="00FF748A">
        <w:t>A DYNAMIC MIX OF CONVENTIONAL, AUTOMIZED AND AUTONOMOUS SHIPS</w:t>
      </w:r>
      <w:bookmarkEnd w:id="685"/>
      <w:bookmarkEnd w:id="686"/>
    </w:p>
    <w:p w14:paraId="7CDB61E1" w14:textId="55B4773D" w:rsidR="00425189" w:rsidRDefault="00425189" w:rsidP="00425189">
      <w:pPr>
        <w:pStyle w:val="Heading1separationline"/>
      </w:pPr>
    </w:p>
    <w:p w14:paraId="7B6F2C0F" w14:textId="77777777" w:rsidR="00021E17" w:rsidRDefault="00021E17" w:rsidP="00A33543">
      <w:pPr>
        <w:pStyle w:val="BodyText"/>
      </w:pPr>
      <w:r w:rsidRPr="00021E17">
        <w:t xml:space="preserve">VTS is recognised internationally as a navigational safety measure through the International Convention on the Safety of Life at Sea 74/78 (SOLAS).  </w:t>
      </w:r>
    </w:p>
    <w:p w14:paraId="4D46C24D" w14:textId="5A1BE6B9" w:rsidR="00A33543" w:rsidRDefault="00A33543" w:rsidP="00A33543">
      <w:pPr>
        <w:pStyle w:val="BodyText"/>
      </w:pPr>
      <w:r>
        <w:t xml:space="preserve">VTS achieves its purpose </w:t>
      </w:r>
      <w:bookmarkStart w:id="687" w:name="_Hlk159849916"/>
      <w:r>
        <w:t xml:space="preserve">by monitoring ship traffic and interacting with ships to provide information </w:t>
      </w:r>
      <w:r w:rsidRPr="00A33543">
        <w:t>or issue advice, warnings</w:t>
      </w:r>
      <w:r>
        <w:t>,</w:t>
      </w:r>
      <w:r w:rsidRPr="00A33543">
        <w:t xml:space="preserve"> and instructions</w:t>
      </w:r>
      <w:r>
        <w:t>:</w:t>
      </w:r>
      <w:bookmarkEnd w:id="687"/>
    </w:p>
    <w:p w14:paraId="03D1A525" w14:textId="1D1F2DB9" w:rsidR="00A33543" w:rsidRDefault="003D1214" w:rsidP="00A33543">
      <w:pPr>
        <w:pStyle w:val="BodyText"/>
        <w:numPr>
          <w:ilvl w:val="0"/>
          <w:numId w:val="69"/>
        </w:numPr>
      </w:pPr>
      <w:r>
        <w:t>On</w:t>
      </w:r>
      <w:r w:rsidR="00A33543" w:rsidRPr="00A33543">
        <w:t xml:space="preserve"> factors that may influence ship movements and assist onboard decision-making.</w:t>
      </w:r>
    </w:p>
    <w:p w14:paraId="6A5D9B5E" w14:textId="3CC40630" w:rsidR="00A33543" w:rsidRDefault="003D1214" w:rsidP="00A33543">
      <w:pPr>
        <w:pStyle w:val="BodyText"/>
        <w:numPr>
          <w:ilvl w:val="0"/>
          <w:numId w:val="69"/>
        </w:numPr>
      </w:pPr>
      <w:r>
        <w:t xml:space="preserve">To </w:t>
      </w:r>
      <w:r w:rsidR="00A33543" w:rsidRPr="00A33543">
        <w:t>manag</w:t>
      </w:r>
      <w:r w:rsidR="00034A31">
        <w:t>e</w:t>
      </w:r>
      <w:r w:rsidR="00A33543" w:rsidRPr="00A33543">
        <w:t xml:space="preserve"> ship traffic to ensure the safety and efficiency of ship movements</w:t>
      </w:r>
      <w:r w:rsidR="00034A31">
        <w:t>.</w:t>
      </w:r>
    </w:p>
    <w:p w14:paraId="6B0FB06F" w14:textId="3457D3AA" w:rsidR="00034A31" w:rsidRDefault="003D1214" w:rsidP="003D367D">
      <w:pPr>
        <w:pStyle w:val="BodyText"/>
        <w:numPr>
          <w:ilvl w:val="0"/>
          <w:numId w:val="69"/>
        </w:numPr>
      </w:pPr>
      <w:r>
        <w:t>To r</w:t>
      </w:r>
      <w:r w:rsidR="00034A31" w:rsidRPr="00034A31">
        <w:t>espond to developing unsafe situations</w:t>
      </w:r>
      <w:r w:rsidR="00034A31">
        <w:t>.</w:t>
      </w:r>
    </w:p>
    <w:p w14:paraId="0B8345CD" w14:textId="20DA01F6" w:rsidR="00A33543" w:rsidRDefault="00034A31" w:rsidP="00A33543">
      <w:pPr>
        <w:pStyle w:val="BodyText"/>
      </w:pPr>
      <w:r>
        <w:t xml:space="preserve">Implicit in </w:t>
      </w:r>
      <w:r w:rsidR="008272A2">
        <w:t xml:space="preserve">achieving </w:t>
      </w:r>
      <w:r w:rsidR="003D1214">
        <w:t xml:space="preserve">this </w:t>
      </w:r>
      <w:r>
        <w:t>is the capability to:</w:t>
      </w:r>
    </w:p>
    <w:p w14:paraId="7F7D6373" w14:textId="77777777" w:rsidR="008272A2" w:rsidRDefault="00034A31" w:rsidP="005D5E28">
      <w:pPr>
        <w:pStyle w:val="BodyText"/>
        <w:numPr>
          <w:ilvl w:val="0"/>
          <w:numId w:val="69"/>
        </w:numPr>
      </w:pPr>
      <w:r>
        <w:t>Maintain situational awareness through</w:t>
      </w:r>
      <w:r w:rsidR="008272A2">
        <w:t>:</w:t>
      </w:r>
    </w:p>
    <w:p w14:paraId="62ED7954" w14:textId="580A87BA" w:rsidR="008272A2" w:rsidRDefault="008272A2" w:rsidP="003D367D">
      <w:pPr>
        <w:pStyle w:val="BodyText"/>
        <w:numPr>
          <w:ilvl w:val="0"/>
          <w:numId w:val="79"/>
        </w:numPr>
        <w:ind w:left="1134"/>
      </w:pPr>
      <w:r>
        <w:t>I</w:t>
      </w:r>
      <w:r w:rsidR="00034A31">
        <w:t xml:space="preserve">nformation and reports from individual ships </w:t>
      </w:r>
      <w:r>
        <w:t>such</w:t>
      </w:r>
      <w:r w:rsidR="002C0D72">
        <w:t xml:space="preserve"> as</w:t>
      </w:r>
      <w:r w:rsidR="002C3D58">
        <w:t xml:space="preserve"> route information, c</w:t>
      </w:r>
      <w:r>
        <w:t>ourse and speed</w:t>
      </w:r>
      <w:r w:rsidR="002C3D58">
        <w:t>, a</w:t>
      </w:r>
      <w:r>
        <w:t>ttributes, cargo</w:t>
      </w:r>
      <w:r w:rsidR="00692924">
        <w:t>,</w:t>
      </w:r>
      <w:r>
        <w:t xml:space="preserve"> and communication methods</w:t>
      </w:r>
      <w:r w:rsidR="00692924">
        <w:t>.</w:t>
      </w:r>
    </w:p>
    <w:p w14:paraId="5BC33C9F" w14:textId="0843EAD4" w:rsidR="008B438A" w:rsidRDefault="008B438A" w:rsidP="00B63F86">
      <w:pPr>
        <w:pStyle w:val="BodyText"/>
        <w:numPr>
          <w:ilvl w:val="0"/>
          <w:numId w:val="79"/>
        </w:numPr>
        <w:ind w:left="1134"/>
      </w:pPr>
      <w:r w:rsidRPr="008B438A">
        <w:t xml:space="preserve">Information and reports </w:t>
      </w:r>
      <w:r>
        <w:t xml:space="preserve">from allied services associated with ship movements </w:t>
      </w:r>
      <w:r w:rsidR="003E7AC6">
        <w:t xml:space="preserve">and </w:t>
      </w:r>
      <w:r>
        <w:t>other factors influencing the waterway.</w:t>
      </w:r>
    </w:p>
    <w:p w14:paraId="0A19F817" w14:textId="46D3253D" w:rsidR="00D260DE" w:rsidRDefault="00D260DE" w:rsidP="00B63F86">
      <w:pPr>
        <w:pStyle w:val="BodyText"/>
        <w:numPr>
          <w:ilvl w:val="0"/>
          <w:numId w:val="79"/>
        </w:numPr>
        <w:ind w:left="1134"/>
      </w:pPr>
      <w:r>
        <w:t>Sensors, such as radar and AIS.</w:t>
      </w:r>
    </w:p>
    <w:p w14:paraId="03942F3F" w14:textId="035C61A0" w:rsidR="00034A31" w:rsidRDefault="00692924" w:rsidP="00B63F86">
      <w:pPr>
        <w:pStyle w:val="BodyText"/>
        <w:numPr>
          <w:ilvl w:val="0"/>
          <w:numId w:val="79"/>
        </w:numPr>
        <w:ind w:left="1134"/>
      </w:pPr>
      <w:r>
        <w:t>T</w:t>
      </w:r>
      <w:r w:rsidR="00034A31">
        <w:t>he use of decision support tools</w:t>
      </w:r>
      <w:r>
        <w:t xml:space="preserve"> </w:t>
      </w:r>
      <w:r w:rsidRPr="00692924">
        <w:t>to manage identified risks, support VTS personnel providing timely and relevant information, monitor</w:t>
      </w:r>
      <w:r w:rsidR="003D1214">
        <w:t xml:space="preserve"> and </w:t>
      </w:r>
      <w:r w:rsidRPr="00692924">
        <w:t>manag</w:t>
      </w:r>
      <w:r w:rsidR="003D1214">
        <w:t>e</w:t>
      </w:r>
      <w:r w:rsidRPr="00692924">
        <w:t xml:space="preserve"> ship traffic</w:t>
      </w:r>
      <w:r w:rsidR="00EF1C16">
        <w:t>,</w:t>
      </w:r>
      <w:r w:rsidRPr="00692924">
        <w:t xml:space="preserve"> and respond</w:t>
      </w:r>
      <w:r w:rsidR="003D1214">
        <w:t xml:space="preserve"> t</w:t>
      </w:r>
      <w:r w:rsidRPr="00692924">
        <w:t>o developing unsafe situations.</w:t>
      </w:r>
    </w:p>
    <w:p w14:paraId="309C2910" w14:textId="7DF64EB6" w:rsidR="00034A31" w:rsidRDefault="00034A31" w:rsidP="005D5E28">
      <w:pPr>
        <w:pStyle w:val="BodyText"/>
        <w:numPr>
          <w:ilvl w:val="0"/>
          <w:numId w:val="69"/>
        </w:numPr>
      </w:pPr>
      <w:r>
        <w:t>Interact with individual ships as deemed necessary</w:t>
      </w:r>
      <w:r w:rsidR="008272A2">
        <w:t xml:space="preserve">, on </w:t>
      </w:r>
      <w:r>
        <w:t>request</w:t>
      </w:r>
      <w:r w:rsidR="008272A2">
        <w:t xml:space="preserve"> from a ship or as a matter of procedure.</w:t>
      </w:r>
    </w:p>
    <w:p w14:paraId="6447BB54" w14:textId="076E2400" w:rsidR="00034A31" w:rsidRDefault="00034A31" w:rsidP="005D5E28">
      <w:pPr>
        <w:pStyle w:val="BodyText"/>
        <w:numPr>
          <w:ilvl w:val="0"/>
          <w:numId w:val="69"/>
        </w:numPr>
      </w:pPr>
      <w:r>
        <w:t>Broadcast information to all ships</w:t>
      </w:r>
      <w:r w:rsidR="00E65479">
        <w:t>.</w:t>
      </w:r>
    </w:p>
    <w:p w14:paraId="366FF484" w14:textId="77777777" w:rsidR="00BC080E" w:rsidRDefault="00741577" w:rsidP="00E72EF7">
      <w:pPr>
        <w:pStyle w:val="BodyText"/>
      </w:pPr>
      <w:r>
        <w:t>I</w:t>
      </w:r>
      <w:r w:rsidR="00436356">
        <w:t xml:space="preserve">nteraction </w:t>
      </w:r>
      <w:r w:rsidR="005F6324">
        <w:t>between VTS and ships has</w:t>
      </w:r>
      <w:r w:rsidR="00792E02">
        <w:t xml:space="preserve"> </w:t>
      </w:r>
      <w:r>
        <w:t xml:space="preserve">traditionally </w:t>
      </w:r>
      <w:r w:rsidR="00792E02">
        <w:t xml:space="preserve">been </w:t>
      </w:r>
      <w:r w:rsidR="00672AA3">
        <w:t>via</w:t>
      </w:r>
      <w:r w:rsidR="00692924">
        <w:t xml:space="preserve"> VHF voice</w:t>
      </w:r>
      <w:r w:rsidR="00F360FD">
        <w:t xml:space="preserve"> communications</w:t>
      </w:r>
      <w:r w:rsidR="00692924">
        <w:t>.</w:t>
      </w:r>
      <w:r w:rsidR="003D1214">
        <w:t xml:space="preserve">  </w:t>
      </w:r>
      <w:r w:rsidR="004A3B69">
        <w:t xml:space="preserve">With the </w:t>
      </w:r>
      <w:r w:rsidR="00BE0BA7" w:rsidRPr="00692924">
        <w:t xml:space="preserve">increasing use of automation </w:t>
      </w:r>
      <w:r w:rsidR="004A3B69" w:rsidRPr="004A3B69">
        <w:t>and autonomy in how ships are navigated</w:t>
      </w:r>
      <w:r w:rsidR="006323E5">
        <w:t>,</w:t>
      </w:r>
      <w:r w:rsidR="004A3B69">
        <w:t xml:space="preserve"> </w:t>
      </w:r>
      <w:r w:rsidR="004A3B69" w:rsidRPr="004A3B69">
        <w:t>controlled</w:t>
      </w:r>
      <w:r w:rsidR="006323E5">
        <w:t>,</w:t>
      </w:r>
      <w:r w:rsidR="004A3B69" w:rsidRPr="004A3B69">
        <w:t xml:space="preserve"> </w:t>
      </w:r>
      <w:r w:rsidR="006323E5">
        <w:t>and operated</w:t>
      </w:r>
      <w:r w:rsidR="00021E17">
        <w:t>,</w:t>
      </w:r>
      <w:r w:rsidR="006323E5">
        <w:t xml:space="preserve"> </w:t>
      </w:r>
      <w:r w:rsidR="00DD1183">
        <w:t xml:space="preserve">interaction via </w:t>
      </w:r>
      <w:r w:rsidR="00DD1183" w:rsidRPr="00597598">
        <w:t>digital communication</w:t>
      </w:r>
      <w:r w:rsidR="00DD1183">
        <w:t xml:space="preserve"> </w:t>
      </w:r>
      <w:r w:rsidR="00DD1183" w:rsidRPr="005020D1">
        <w:t xml:space="preserve">will increasingly </w:t>
      </w:r>
      <w:r w:rsidR="00DD1183">
        <w:t>become the norm</w:t>
      </w:r>
      <w:r w:rsidR="005016AD">
        <w:t xml:space="preserve"> for ships to provide information and reports to VTS and for VTS to interact when</w:t>
      </w:r>
      <w:r w:rsidR="005016AD" w:rsidRPr="005016AD">
        <w:t xml:space="preserve"> provid</w:t>
      </w:r>
      <w:r w:rsidR="005016AD">
        <w:t>ing</w:t>
      </w:r>
      <w:r w:rsidR="005016AD" w:rsidRPr="005016AD">
        <w:t xml:space="preserve"> information or issu</w:t>
      </w:r>
      <w:r w:rsidR="005016AD">
        <w:t>ing</w:t>
      </w:r>
      <w:r w:rsidR="005016AD" w:rsidRPr="005016AD">
        <w:t xml:space="preserve"> advice, warnings, and instructions</w:t>
      </w:r>
      <w:r w:rsidR="005016AD">
        <w:t>.</w:t>
      </w:r>
      <w:r w:rsidR="00F360FD">
        <w:t xml:space="preserve">  </w:t>
      </w:r>
    </w:p>
    <w:p w14:paraId="44ADCE71" w14:textId="67FAA37A" w:rsidR="00D260DE" w:rsidRDefault="00254700" w:rsidP="00D118E7">
      <w:pPr>
        <w:pStyle w:val="BodyText"/>
      </w:pPr>
      <w:r>
        <w:t>Key consider</w:t>
      </w:r>
      <w:r w:rsidR="005A79DB">
        <w:t>ations</w:t>
      </w:r>
      <w:r>
        <w:t xml:space="preserve"> in the </w:t>
      </w:r>
      <w:r w:rsidR="00E72EF7">
        <w:t xml:space="preserve">transition to </w:t>
      </w:r>
      <w:r w:rsidR="00D17D86">
        <w:t xml:space="preserve">a mix of VHF voice communication and </w:t>
      </w:r>
      <w:r w:rsidR="00E72EF7">
        <w:t xml:space="preserve">digital communications </w:t>
      </w:r>
      <w:r>
        <w:t>include</w:t>
      </w:r>
      <w:r w:rsidR="00D260DE">
        <w:t>:</w:t>
      </w:r>
    </w:p>
    <w:p w14:paraId="73F6B80C" w14:textId="4909DE04" w:rsidR="00537758" w:rsidRDefault="005A79DB" w:rsidP="003D367D">
      <w:pPr>
        <w:pStyle w:val="BodyText"/>
        <w:numPr>
          <w:ilvl w:val="0"/>
          <w:numId w:val="88"/>
        </w:numPr>
      </w:pPr>
      <w:r w:rsidRPr="003D367D">
        <w:rPr>
          <w:b/>
          <w:bCs/>
        </w:rPr>
        <w:lastRenderedPageBreak/>
        <w:t xml:space="preserve">Situational </w:t>
      </w:r>
      <w:r w:rsidR="006A25DA">
        <w:rPr>
          <w:b/>
          <w:bCs/>
        </w:rPr>
        <w:t>A</w:t>
      </w:r>
      <w:r w:rsidRPr="003D367D">
        <w:rPr>
          <w:b/>
          <w:bCs/>
        </w:rPr>
        <w:t>wareness</w:t>
      </w:r>
      <w:r>
        <w:t xml:space="preserve"> - </w:t>
      </w:r>
      <w:r w:rsidR="00537758" w:rsidRPr="00537758">
        <w:t>Ensur</w:t>
      </w:r>
      <w:r w:rsidR="006A25DA">
        <w:t>ing</w:t>
      </w:r>
      <w:r w:rsidR="00537758" w:rsidRPr="00537758">
        <w:t xml:space="preserve"> situational awareness from both the perspective of VTS and participating ships (i.e., the master/MASS Master/ ROC)</w:t>
      </w:r>
      <w:r w:rsidR="006A25DA">
        <w:t xml:space="preserve"> </w:t>
      </w:r>
      <w:r w:rsidR="006A25DA" w:rsidRPr="00537758">
        <w:t>is achieved as historically has been the case</w:t>
      </w:r>
      <w:r w:rsidR="006A25DA">
        <w:t xml:space="preserve"> </w:t>
      </w:r>
      <w:r w:rsidR="00DA32D8">
        <w:t xml:space="preserve">using VHF voice, </w:t>
      </w:r>
      <w:r w:rsidR="006A25DA">
        <w:t>or</w:t>
      </w:r>
      <w:r w:rsidR="006A25DA" w:rsidRPr="00537758">
        <w:t xml:space="preserve"> </w:t>
      </w:r>
      <w:r w:rsidR="006A25DA">
        <w:t xml:space="preserve">is </w:t>
      </w:r>
      <w:r w:rsidR="006A25DA" w:rsidRPr="00537758">
        <w:t>enhance</w:t>
      </w:r>
      <w:r w:rsidR="006A25DA">
        <w:t>d</w:t>
      </w:r>
      <w:r w:rsidR="006A25DA" w:rsidRPr="00537758">
        <w:t xml:space="preserve">. </w:t>
      </w:r>
    </w:p>
    <w:p w14:paraId="07EA698C" w14:textId="72F8B7B4" w:rsidR="006F42DA" w:rsidRDefault="005A79DB" w:rsidP="006F42DA">
      <w:pPr>
        <w:pStyle w:val="BodyText"/>
        <w:numPr>
          <w:ilvl w:val="0"/>
          <w:numId w:val="86"/>
        </w:numPr>
      </w:pPr>
      <w:r w:rsidRPr="003D367D">
        <w:rPr>
          <w:b/>
          <w:bCs/>
        </w:rPr>
        <w:t>Interaction</w:t>
      </w:r>
      <w:r>
        <w:t xml:space="preserve"> – </w:t>
      </w:r>
      <w:r w:rsidR="006F42DA">
        <w:t xml:space="preserve">Interaction between the VTS and participating can be undertaken seamlessly and in a manner that the intent of </w:t>
      </w:r>
      <w:r w:rsidR="006F42DA" w:rsidRPr="00DA60CD">
        <w:t xml:space="preserve">messages </w:t>
      </w:r>
      <w:r w:rsidR="006F42DA">
        <w:t xml:space="preserve">is </w:t>
      </w:r>
      <w:r w:rsidR="006F42DA" w:rsidRPr="00DA60CD">
        <w:t xml:space="preserve">conveyed to actors </w:t>
      </w:r>
      <w:r w:rsidR="006F42DA">
        <w:t>is</w:t>
      </w:r>
      <w:r w:rsidR="006F42DA" w:rsidRPr="00DA60CD">
        <w:t xml:space="preserve"> the same, irrespective of whether </w:t>
      </w:r>
      <w:r w:rsidR="006F42DA">
        <w:t xml:space="preserve">the communications is by </w:t>
      </w:r>
      <w:r w:rsidR="006F42DA" w:rsidRPr="00DA60CD">
        <w:t>digital means</w:t>
      </w:r>
      <w:r w:rsidR="006F42DA">
        <w:t>, VHF voice, means or both.</w:t>
      </w:r>
    </w:p>
    <w:p w14:paraId="7F749BA8" w14:textId="1A9BBC36" w:rsidR="006A25DA" w:rsidRDefault="006A25DA" w:rsidP="003D367D">
      <w:pPr>
        <w:pStyle w:val="BodyText"/>
        <w:numPr>
          <w:ilvl w:val="0"/>
          <w:numId w:val="87"/>
        </w:numPr>
      </w:pPr>
      <w:r w:rsidRPr="006F42DA">
        <w:rPr>
          <w:b/>
          <w:bCs/>
        </w:rPr>
        <w:t xml:space="preserve">Management - </w:t>
      </w:r>
      <w:r w:rsidR="006F42DA">
        <w:t>Systems, processes and procedures are in place to ensuring capability for interaction a capability to interact when managing ship traffic and responding to developing situations by either or both means.</w:t>
      </w:r>
    </w:p>
    <w:p w14:paraId="7AC93F56" w14:textId="76FCA95B" w:rsidR="003D703A" w:rsidRDefault="001B4175" w:rsidP="001B4175">
      <w:pPr>
        <w:pStyle w:val="BodyText"/>
        <w:ind w:left="46"/>
      </w:pPr>
      <w:r w:rsidRPr="005020D1">
        <w:t xml:space="preserve">These are interrelated and </w:t>
      </w:r>
      <w:r>
        <w:t xml:space="preserve">are critical to </w:t>
      </w:r>
      <w:r w:rsidR="003D703A" w:rsidRPr="003D703A">
        <w:t xml:space="preserve">monitoring and managing ship traffic </w:t>
      </w:r>
      <w:r w:rsidR="003D703A" w:rsidRPr="001B4175">
        <w:t xml:space="preserve">comprising a dynamic mix of conventional, automized and autonomous ships </w:t>
      </w:r>
      <w:r w:rsidR="003D703A" w:rsidRPr="003D703A">
        <w:t>to ensure the safety and efficiency of ship movements</w:t>
      </w:r>
      <w:r w:rsidR="003D703A">
        <w:t xml:space="preserve"> through the</w:t>
      </w:r>
      <w:r w:rsidR="003D703A" w:rsidRPr="001B4175">
        <w:t xml:space="preserve"> provi</w:t>
      </w:r>
      <w:r w:rsidR="003D703A">
        <w:t>sion of</w:t>
      </w:r>
      <w:r w:rsidR="003D703A" w:rsidRPr="001B4175">
        <w:t xml:space="preserve"> information or issue advice, warnings, and instructions.</w:t>
      </w:r>
    </w:p>
    <w:p w14:paraId="729CC9DB" w14:textId="144DF2EA" w:rsidR="006B2303" w:rsidRDefault="003300EA" w:rsidP="006B2303">
      <w:pPr>
        <w:pStyle w:val="Heading2"/>
      </w:pPr>
      <w:bookmarkStart w:id="688" w:name="_Toc160032316"/>
      <w:r>
        <w:t>SITUATIONAL AWARENESS</w:t>
      </w:r>
      <w:bookmarkEnd w:id="688"/>
    </w:p>
    <w:p w14:paraId="7C5B9643" w14:textId="77777777" w:rsidR="006B2303" w:rsidRPr="006B2303" w:rsidRDefault="006B2303" w:rsidP="003D367D">
      <w:pPr>
        <w:pStyle w:val="Heading2separationline"/>
      </w:pPr>
    </w:p>
    <w:p w14:paraId="46FB6358" w14:textId="77777777" w:rsidR="00CD7B66" w:rsidRDefault="00CD7B66" w:rsidP="00FA3FBC">
      <w:pPr>
        <w:pStyle w:val="BodyText"/>
      </w:pPr>
      <w:r w:rsidRPr="00CD7B66">
        <w:t>A key factor in maintaining the safety and efficiency of navigation and support the protection of the environment within a VTS area is for both the VTS and individual ships to maintain situational awareness.</w:t>
      </w:r>
    </w:p>
    <w:p w14:paraId="77948543" w14:textId="18712093" w:rsidR="00FA3FBC" w:rsidRPr="008C1785" w:rsidRDefault="00FA3FBC" w:rsidP="00FA3FBC">
      <w:pPr>
        <w:pStyle w:val="BodyText"/>
      </w:pPr>
      <w:r w:rsidRPr="008C1785">
        <w:t>The International Dictionary of Marine Aids to Navigation defines situational awareness as:</w:t>
      </w:r>
    </w:p>
    <w:p w14:paraId="17C95361" w14:textId="77777777" w:rsidR="00FA3FBC" w:rsidRPr="008C1785" w:rsidRDefault="00FA3FBC" w:rsidP="00FA3FBC">
      <w:pPr>
        <w:pStyle w:val="BodyText"/>
        <w:ind w:left="708"/>
        <w:rPr>
          <w:i/>
          <w:iCs/>
        </w:rPr>
      </w:pPr>
      <w:r w:rsidRPr="008C1785">
        <w:rPr>
          <w:i/>
          <w:iCs/>
        </w:rPr>
        <w:t xml:space="preserve">Situational awareness refers to the ability to identify, process, and comprehend the critical elements of information about what is happening in the surrounding environment at any given time. </w:t>
      </w:r>
    </w:p>
    <w:p w14:paraId="2190636B" w14:textId="191E42DA" w:rsidR="00FA3FBC" w:rsidRDefault="00FA3FBC" w:rsidP="00FA3FBC">
      <w:pPr>
        <w:pStyle w:val="BodyText"/>
        <w:ind w:left="708"/>
      </w:pPr>
      <w:r w:rsidRPr="008C1785">
        <w:rPr>
          <w:i/>
          <w:iCs/>
        </w:rPr>
        <w:t>It involves being aware of what is happening around you and understanding how that information, events, and your own actions will impact your goals and objectives, both immediately and in the near future.</w:t>
      </w:r>
    </w:p>
    <w:tbl>
      <w:tblPr>
        <w:tblStyle w:val="TableGrid"/>
        <w:tblW w:w="0" w:type="auto"/>
        <w:shd w:val="clear" w:color="auto" w:fill="C6EDFF" w:themeFill="accent2" w:themeFillTint="33"/>
        <w:tblLook w:val="04A0" w:firstRow="1" w:lastRow="0" w:firstColumn="1" w:lastColumn="0" w:noHBand="0" w:noVBand="1"/>
      </w:tblPr>
      <w:tblGrid>
        <w:gridCol w:w="10195"/>
      </w:tblGrid>
      <w:tr w:rsidR="0015250A" w:rsidRPr="00C11F07" w14:paraId="604B3EDA" w14:textId="77777777" w:rsidTr="0015250A">
        <w:tc>
          <w:tcPr>
            <w:tcW w:w="10195" w:type="dxa"/>
            <w:shd w:val="clear" w:color="auto" w:fill="C6EDFF" w:themeFill="accent2" w:themeFillTint="33"/>
          </w:tcPr>
          <w:p w14:paraId="13FD56E7" w14:textId="77777777" w:rsidR="0015250A" w:rsidRPr="00C11F07" w:rsidRDefault="0015250A" w:rsidP="004138AD">
            <w:pPr>
              <w:pStyle w:val="BodyText"/>
              <w:rPr>
                <w:b/>
                <w:bCs/>
                <w:sz w:val="20"/>
                <w:szCs w:val="20"/>
              </w:rPr>
            </w:pPr>
            <w:r w:rsidRPr="00C11F07">
              <w:rPr>
                <w:b/>
                <w:bCs/>
                <w:sz w:val="20"/>
                <w:szCs w:val="20"/>
              </w:rPr>
              <w:t>Note</w:t>
            </w:r>
          </w:p>
          <w:p w14:paraId="24B687C8" w14:textId="3A38E4CD" w:rsidR="0015250A" w:rsidRPr="00C11F07" w:rsidRDefault="0015250A" w:rsidP="004138AD">
            <w:pPr>
              <w:pStyle w:val="BodyText"/>
              <w:rPr>
                <w:sz w:val="20"/>
                <w:szCs w:val="20"/>
              </w:rPr>
            </w:pPr>
            <w:r w:rsidRPr="00C11F07">
              <w:rPr>
                <w:sz w:val="20"/>
                <w:szCs w:val="20"/>
              </w:rPr>
              <w:t>The draft MASS Code (</w:t>
            </w:r>
            <w:r w:rsidRPr="00C11F07">
              <w:rPr>
                <w:i/>
                <w:iCs/>
                <w:sz w:val="20"/>
                <w:szCs w:val="20"/>
              </w:rPr>
              <w:t>MSC\108\MSC 108-4-1</w:t>
            </w:r>
            <w:r w:rsidRPr="00C11F07">
              <w:rPr>
                <w:sz w:val="20"/>
                <w:szCs w:val="20"/>
              </w:rPr>
              <w:t xml:space="preserve">) also refers to situational awareness throughout the document, particularly in </w:t>
            </w:r>
          </w:p>
          <w:p w14:paraId="58040F23" w14:textId="0B2EEC56" w:rsidR="0015250A" w:rsidRPr="00C11F07" w:rsidRDefault="0015250A" w:rsidP="0015250A">
            <w:pPr>
              <w:pStyle w:val="BodyText"/>
              <w:numPr>
                <w:ilvl w:val="0"/>
                <w:numId w:val="103"/>
              </w:numPr>
              <w:rPr>
                <w:b/>
                <w:bCs/>
                <w:sz w:val="20"/>
                <w:szCs w:val="20"/>
              </w:rPr>
            </w:pPr>
            <w:r w:rsidRPr="00C11F07">
              <w:rPr>
                <w:b/>
                <w:bCs/>
                <w:sz w:val="20"/>
                <w:szCs w:val="20"/>
              </w:rPr>
              <w:t>7 Terminology and Definitions</w:t>
            </w:r>
          </w:p>
          <w:p w14:paraId="222D6587" w14:textId="2A3134C6" w:rsidR="0015250A" w:rsidRPr="00C11F07" w:rsidRDefault="0015250A" w:rsidP="0015250A">
            <w:pPr>
              <w:pStyle w:val="BodyText"/>
              <w:ind w:left="708"/>
              <w:rPr>
                <w:i/>
                <w:iCs/>
                <w:sz w:val="20"/>
                <w:szCs w:val="20"/>
              </w:rPr>
            </w:pPr>
            <w:r w:rsidRPr="00C11F07">
              <w:rPr>
                <w:i/>
                <w:iCs/>
                <w:sz w:val="20"/>
                <w:szCs w:val="20"/>
              </w:rPr>
              <w:t>7.10 Autonomous Navigation System [Autonomous Navigation System (ANS) means a system which has the functionalities of situational awareness, route planning and determination for collision and grounding risk avoidance, shipʹs heading, speed and track control, etc. (MSC 107/5/10)</w:t>
            </w:r>
          </w:p>
          <w:p w14:paraId="6B2B04E7" w14:textId="77777777" w:rsidR="0015250A" w:rsidRPr="00C11F07" w:rsidRDefault="0015250A" w:rsidP="0015250A">
            <w:pPr>
              <w:pStyle w:val="BodyText"/>
              <w:ind w:left="708"/>
              <w:rPr>
                <w:i/>
                <w:iCs/>
                <w:sz w:val="20"/>
                <w:szCs w:val="20"/>
              </w:rPr>
            </w:pPr>
            <w:r w:rsidRPr="00C11F07">
              <w:rPr>
                <w:i/>
                <w:iCs/>
                <w:sz w:val="20"/>
                <w:szCs w:val="20"/>
              </w:rPr>
              <w:t>7.53 Situational Awareness</w:t>
            </w:r>
          </w:p>
          <w:p w14:paraId="3CC26619" w14:textId="6C67FB57" w:rsidR="0015250A" w:rsidRPr="00C11F07" w:rsidRDefault="0015250A" w:rsidP="0015250A">
            <w:pPr>
              <w:pStyle w:val="BodyText"/>
              <w:ind w:left="708"/>
              <w:rPr>
                <w:i/>
                <w:iCs/>
                <w:sz w:val="20"/>
                <w:szCs w:val="20"/>
              </w:rPr>
            </w:pPr>
            <w:r w:rsidRPr="00C11F07">
              <w:rPr>
                <w:i/>
                <w:iCs/>
                <w:sz w:val="20"/>
                <w:szCs w:val="20"/>
              </w:rPr>
              <w:t>Situational Awareness means the perception of environmental elements and events with respect to time or space, the comprehension of their meaning, and the projection of their future status (Endsley 1995). (RBAT)</w:t>
            </w:r>
          </w:p>
          <w:p w14:paraId="1061AE33" w14:textId="77777777" w:rsidR="0015250A" w:rsidRPr="00C11F07" w:rsidRDefault="0015250A" w:rsidP="0015250A">
            <w:pPr>
              <w:pStyle w:val="BodyText"/>
              <w:numPr>
                <w:ilvl w:val="0"/>
                <w:numId w:val="103"/>
              </w:numPr>
              <w:rPr>
                <w:b/>
                <w:bCs/>
                <w:sz w:val="20"/>
                <w:szCs w:val="20"/>
              </w:rPr>
            </w:pPr>
            <w:r w:rsidRPr="00C11F07">
              <w:rPr>
                <w:b/>
                <w:bCs/>
                <w:sz w:val="20"/>
                <w:szCs w:val="20"/>
              </w:rPr>
              <w:t>PART 3 GOALS, FUNCTIONAL REQUIREMENTS AND PROVISIONS</w:t>
            </w:r>
          </w:p>
          <w:p w14:paraId="26E144E9" w14:textId="77777777" w:rsidR="0015250A" w:rsidRPr="00C11F07" w:rsidRDefault="0015250A" w:rsidP="0015250A">
            <w:pPr>
              <w:pStyle w:val="BodyText"/>
              <w:ind w:left="708"/>
              <w:rPr>
                <w:i/>
                <w:iCs/>
                <w:sz w:val="20"/>
                <w:szCs w:val="20"/>
              </w:rPr>
            </w:pPr>
            <w:r w:rsidRPr="00C11F07">
              <w:rPr>
                <w:i/>
                <w:iCs/>
                <w:sz w:val="20"/>
                <w:szCs w:val="20"/>
              </w:rPr>
              <w:t>1.5 Situational awareness</w:t>
            </w:r>
          </w:p>
          <w:p w14:paraId="21BCBA7E" w14:textId="2B1D7470" w:rsidR="0015250A" w:rsidRPr="00C11F07" w:rsidRDefault="0015250A" w:rsidP="0015250A">
            <w:pPr>
              <w:pStyle w:val="BodyText"/>
              <w:ind w:left="708"/>
              <w:rPr>
                <w:sz w:val="20"/>
                <w:szCs w:val="20"/>
              </w:rPr>
            </w:pPr>
            <w:r w:rsidRPr="00C11F07">
              <w:rPr>
                <w:i/>
                <w:iCs/>
                <w:sz w:val="20"/>
                <w:szCs w:val="20"/>
              </w:rPr>
              <w:t>Situational awareness is the perception of the navigational and technical information provided and the comprehension of their meaning, as required for timely reaction to the situation.</w:t>
            </w:r>
          </w:p>
        </w:tc>
      </w:tr>
    </w:tbl>
    <w:p w14:paraId="7951A97A" w14:textId="47D72372" w:rsidR="004138AD" w:rsidRDefault="004138AD" w:rsidP="004138AD">
      <w:pPr>
        <w:pStyle w:val="BodyText"/>
      </w:pPr>
      <w:r>
        <w:t xml:space="preserve">The transition to interaction being conducted by both traditional VHF voice Communications needs to be managed in a way that ensures </w:t>
      </w:r>
      <w:r w:rsidRPr="004138AD">
        <w:t>situational awareness</w:t>
      </w:r>
      <w:r w:rsidR="002B6CDC" w:rsidRPr="002B6CDC">
        <w:t xml:space="preserve"> </w:t>
      </w:r>
      <w:r w:rsidR="002B6CDC" w:rsidRPr="004138AD">
        <w:t xml:space="preserve">is </w:t>
      </w:r>
      <w:r w:rsidR="002B6CDC">
        <w:t xml:space="preserve">effectively </w:t>
      </w:r>
      <w:r w:rsidR="002B6CDC" w:rsidRPr="004138AD">
        <w:t xml:space="preserve">achieved </w:t>
      </w:r>
      <w:r w:rsidRPr="004138AD">
        <w:t>from both the perspective of VTS and participating ships (i.e., the master/MASS Master/ ROC).</w:t>
      </w:r>
      <w:r w:rsidR="003A40B9">
        <w:t xml:space="preserve">  Refer to Section 4.3.</w:t>
      </w:r>
    </w:p>
    <w:p w14:paraId="3B42B5AC" w14:textId="7EE1547D" w:rsidR="00FA3FBC" w:rsidRDefault="003300EA" w:rsidP="003D367D">
      <w:pPr>
        <w:pStyle w:val="Heading3"/>
      </w:pPr>
      <w:bookmarkStart w:id="689" w:name="_Toc160032317"/>
      <w:r>
        <w:t>VTS</w:t>
      </w:r>
      <w:bookmarkEnd w:id="689"/>
    </w:p>
    <w:p w14:paraId="5C486D10" w14:textId="12820EED" w:rsidR="003B365E" w:rsidRDefault="00072F8C" w:rsidP="00072F8C">
      <w:pPr>
        <w:pStyle w:val="BodyText"/>
      </w:pPr>
      <w:r>
        <w:t xml:space="preserve">In addition to sensors </w:t>
      </w:r>
      <w:r w:rsidR="00EC7AC0">
        <w:t xml:space="preserve">(e.g., radar, </w:t>
      </w:r>
      <w:r w:rsidR="009859FF">
        <w:t>AIS</w:t>
      </w:r>
      <w:r w:rsidR="00EC7AC0">
        <w:t>, etc)</w:t>
      </w:r>
      <w:r w:rsidR="009859FF">
        <w:t xml:space="preserve"> to monitor </w:t>
      </w:r>
      <w:r w:rsidR="00EC7AC0">
        <w:t>transiting</w:t>
      </w:r>
      <w:r w:rsidR="009859FF">
        <w:t xml:space="preserve"> ships, </w:t>
      </w:r>
      <w:r>
        <w:t>VTS has traditionally achieved situation</w:t>
      </w:r>
      <w:r w:rsidR="009859FF">
        <w:t>al</w:t>
      </w:r>
      <w:r>
        <w:t xml:space="preserve"> awareness through</w:t>
      </w:r>
      <w:r w:rsidR="003B365E">
        <w:t>:</w:t>
      </w:r>
    </w:p>
    <w:p w14:paraId="37A156B2" w14:textId="5DD1D27D" w:rsidR="003B365E" w:rsidRDefault="003B365E" w:rsidP="00B54AA4">
      <w:pPr>
        <w:pStyle w:val="BodyText"/>
        <w:numPr>
          <w:ilvl w:val="0"/>
          <w:numId w:val="96"/>
        </w:numPr>
      </w:pPr>
      <w:r>
        <w:t>V</w:t>
      </w:r>
      <w:r w:rsidR="00EC7AC0">
        <w:t>oice communications to</w:t>
      </w:r>
      <w:r w:rsidR="00072F8C">
        <w:t>:</w:t>
      </w:r>
    </w:p>
    <w:p w14:paraId="776D1B30" w14:textId="77777777" w:rsidR="003B365E" w:rsidRDefault="009859FF" w:rsidP="003B365E">
      <w:pPr>
        <w:pStyle w:val="BodyText"/>
        <w:numPr>
          <w:ilvl w:val="1"/>
          <w:numId w:val="96"/>
        </w:numPr>
        <w:ind w:left="1560"/>
      </w:pPr>
      <w:r>
        <w:t>Receive i</w:t>
      </w:r>
      <w:r w:rsidR="00072F8C">
        <w:t>nformation and reports from individual ships such as route information, course and speed, attributes, cargo, and communication methods.</w:t>
      </w:r>
    </w:p>
    <w:p w14:paraId="34822E71" w14:textId="77777777" w:rsidR="003B365E" w:rsidRDefault="009859FF" w:rsidP="003B365E">
      <w:pPr>
        <w:pStyle w:val="BodyText"/>
        <w:numPr>
          <w:ilvl w:val="1"/>
          <w:numId w:val="96"/>
        </w:numPr>
        <w:ind w:left="1560"/>
      </w:pPr>
      <w:r>
        <w:lastRenderedPageBreak/>
        <w:t>Receive i</w:t>
      </w:r>
      <w:r w:rsidR="00072F8C">
        <w:t>nformation and reports from allied services associated with ship movements and other factors influencing the waterway.</w:t>
      </w:r>
    </w:p>
    <w:p w14:paraId="58B20B7E" w14:textId="5F57E83C" w:rsidR="003300EA" w:rsidRDefault="003B365E" w:rsidP="003B365E">
      <w:pPr>
        <w:pStyle w:val="BodyText"/>
        <w:numPr>
          <w:ilvl w:val="0"/>
          <w:numId w:val="96"/>
        </w:numPr>
      </w:pPr>
      <w:r>
        <w:t>D</w:t>
      </w:r>
      <w:r w:rsidR="00072F8C">
        <w:t>ecision support tools to manage identified risks, support VTS personnel provid</w:t>
      </w:r>
      <w:r w:rsidR="00C158D6">
        <w:t>e</w:t>
      </w:r>
      <w:r w:rsidR="00072F8C">
        <w:t xml:space="preserve"> timely and relevant information, manage ship traffic, and respond to developing unsafe situations.</w:t>
      </w:r>
    </w:p>
    <w:p w14:paraId="7B68D33E" w14:textId="2878EB42" w:rsidR="003B365E" w:rsidRDefault="009859FF" w:rsidP="00FA3FBC">
      <w:pPr>
        <w:pStyle w:val="BodyText"/>
      </w:pPr>
      <w:r>
        <w:t xml:space="preserve">With </w:t>
      </w:r>
      <w:r w:rsidRPr="009859FF">
        <w:t xml:space="preserve">the increasing use of automation and autonomy in how ships are navigated, controlled, and operated, </w:t>
      </w:r>
      <w:r>
        <w:t xml:space="preserve">VTS will need to have the capability </w:t>
      </w:r>
      <w:r w:rsidR="00C158D6">
        <w:t>to</w:t>
      </w:r>
      <w:r>
        <w:t xml:space="preserve"> </w:t>
      </w:r>
      <w:r w:rsidR="005329BF">
        <w:t xml:space="preserve">interact with ships by both VHF voice and by </w:t>
      </w:r>
      <w:r w:rsidRPr="009859FF">
        <w:t xml:space="preserve">digital </w:t>
      </w:r>
      <w:r w:rsidR="005329BF" w:rsidRPr="009859FF">
        <w:t>communication</w:t>
      </w:r>
      <w:r w:rsidR="005329BF">
        <w:t>s, or a combination of the two (See Section 4.2).</w:t>
      </w:r>
    </w:p>
    <w:p w14:paraId="095517AC" w14:textId="249AFF41" w:rsidR="003300EA" w:rsidRDefault="003300EA" w:rsidP="003D367D">
      <w:pPr>
        <w:pStyle w:val="Heading3"/>
      </w:pPr>
      <w:bookmarkStart w:id="690" w:name="_Toc160032318"/>
      <w:r>
        <w:t>Participating Ships</w:t>
      </w:r>
      <w:bookmarkEnd w:id="690"/>
    </w:p>
    <w:p w14:paraId="0FA998E3" w14:textId="49F41DC6" w:rsidR="000E23F1" w:rsidRDefault="005329BF" w:rsidP="005329BF">
      <w:pPr>
        <w:pStyle w:val="BodyText"/>
      </w:pPr>
      <w:r>
        <w:t>Traditionally</w:t>
      </w:r>
      <w:r w:rsidR="000E23F1">
        <w:t>, VTS has contributed to the situational awareness of</w:t>
      </w:r>
      <w:r>
        <w:t xml:space="preserve"> ship masters </w:t>
      </w:r>
      <w:r w:rsidR="000E23F1">
        <w:t xml:space="preserve">by </w:t>
      </w:r>
      <w:r w:rsidR="000E23F1" w:rsidRPr="000E23F1">
        <w:t>providing timely and relevant information on factors that may influence ship movements and assist onboard decision-making</w:t>
      </w:r>
      <w:r w:rsidR="000E23F1">
        <w:t xml:space="preserve"> through VHF Voice communications.</w:t>
      </w:r>
    </w:p>
    <w:p w14:paraId="3B35ACA7" w14:textId="6AD1F9E0" w:rsidR="005329BF" w:rsidRDefault="000E23F1" w:rsidP="005329BF">
      <w:pPr>
        <w:pStyle w:val="BodyText"/>
      </w:pPr>
      <w:r>
        <w:t>T</w:t>
      </w:r>
      <w:r w:rsidR="005329BF" w:rsidRPr="005329BF">
        <w:t xml:space="preserve">he use of simplex VHF channels </w:t>
      </w:r>
      <w:r>
        <w:t xml:space="preserve">has </w:t>
      </w:r>
      <w:r w:rsidR="005329BF" w:rsidRPr="005329BF">
        <w:t>ensure</w:t>
      </w:r>
      <w:r>
        <w:t>d</w:t>
      </w:r>
      <w:r w:rsidR="005329BF" w:rsidRPr="005329BF">
        <w:t xml:space="preserve"> that all participants are able to monitor exchanges between each other and the VTS centre.  That is, both sides of any exchange are heard by all other ships.</w:t>
      </w:r>
    </w:p>
    <w:p w14:paraId="543A5AC9" w14:textId="46C45FC8" w:rsidR="003A40B9" w:rsidRDefault="003A40B9" w:rsidP="005329BF">
      <w:pPr>
        <w:pStyle w:val="BodyText"/>
      </w:pPr>
      <w:r>
        <w:t xml:space="preserve">Ensuring </w:t>
      </w:r>
      <w:r w:rsidRPr="003A40B9">
        <w:t xml:space="preserve">both sides of any exchange are heard by all other ships </w:t>
      </w:r>
      <w:r>
        <w:t xml:space="preserve">when interaction is by digital means needs careful consideration to ensure all parties receive </w:t>
      </w:r>
      <w:r w:rsidRPr="003A40B9">
        <w:t xml:space="preserve">relevant information on factors that may influence </w:t>
      </w:r>
      <w:r>
        <w:t xml:space="preserve">their </w:t>
      </w:r>
      <w:r w:rsidRPr="003A40B9">
        <w:t>movements and onboard decision-making</w:t>
      </w:r>
      <w:r>
        <w:t xml:space="preserve"> in a timely manner with </w:t>
      </w:r>
      <w:r w:rsidRPr="003A40B9">
        <w:t>the increasing use of automation and autonomy in how ships are navigated, controlled, and operated</w:t>
      </w:r>
      <w:r>
        <w:t xml:space="preserve"> requires careful consideration</w:t>
      </w:r>
      <w:r w:rsidRPr="003A40B9">
        <w:t xml:space="preserve"> (See Section 4.2).</w:t>
      </w:r>
    </w:p>
    <w:p w14:paraId="06C30948" w14:textId="4C070C62" w:rsidR="006B2303" w:rsidRDefault="005522BF" w:rsidP="006B2303">
      <w:pPr>
        <w:pStyle w:val="Heading2"/>
      </w:pPr>
      <w:bookmarkStart w:id="691" w:name="_Toc160032319"/>
      <w:r>
        <w:rPr>
          <w:caps w:val="0"/>
        </w:rPr>
        <w:t>INTERACTION</w:t>
      </w:r>
      <w:bookmarkEnd w:id="691"/>
    </w:p>
    <w:p w14:paraId="66346D07" w14:textId="721205AC" w:rsidR="006B2303" w:rsidRDefault="006B2303" w:rsidP="006B2303">
      <w:pPr>
        <w:pStyle w:val="Heading2separationline"/>
      </w:pPr>
    </w:p>
    <w:p w14:paraId="2F3E057C" w14:textId="02DF1722" w:rsidR="00D31EC9" w:rsidRDefault="00D31EC9" w:rsidP="00D31EC9">
      <w:pPr>
        <w:pStyle w:val="BodyText"/>
      </w:pPr>
      <w:r w:rsidRPr="00741577">
        <w:t xml:space="preserve">As the maritime domain moves to a dynamic mix of conventional, automized and autonomous ships, VTS should ensure it has the capability to interact with vessel traffic to provide information or issue advice, warnings, and instructions by digital means as well as VHF voice.  </w:t>
      </w:r>
      <w:r w:rsidR="006658FC">
        <w:t>Specifically, this will include:</w:t>
      </w:r>
    </w:p>
    <w:p w14:paraId="07AA865E" w14:textId="77777777" w:rsidR="006658FC" w:rsidRPr="005031C9" w:rsidRDefault="006658FC" w:rsidP="006658FC">
      <w:pPr>
        <w:pStyle w:val="BodyText"/>
        <w:numPr>
          <w:ilvl w:val="0"/>
          <w:numId w:val="69"/>
        </w:numPr>
      </w:pPr>
      <w:bookmarkStart w:id="692" w:name="_Hlk159513685"/>
      <w:r w:rsidRPr="005031C9">
        <w:rPr>
          <w:b/>
          <w:bCs/>
        </w:rPr>
        <w:t>Ships</w:t>
      </w:r>
      <w:r w:rsidRPr="005031C9">
        <w:t xml:space="preserve"> (conventional, automated, and autonomous) </w:t>
      </w:r>
      <w:bookmarkEnd w:id="692"/>
      <w:r w:rsidRPr="005031C9">
        <w:t xml:space="preserve">- to provide reports and information required by a VTS. </w:t>
      </w:r>
    </w:p>
    <w:p w14:paraId="33F175AD" w14:textId="77777777" w:rsidR="006658FC" w:rsidRPr="005031C9" w:rsidRDefault="006658FC" w:rsidP="006658FC">
      <w:pPr>
        <w:pStyle w:val="BodyText"/>
        <w:numPr>
          <w:ilvl w:val="0"/>
          <w:numId w:val="69"/>
        </w:numPr>
      </w:pPr>
      <w:r w:rsidRPr="005031C9">
        <w:rPr>
          <w:b/>
          <w:bCs/>
        </w:rPr>
        <w:t>VTS</w:t>
      </w:r>
      <w:r w:rsidRPr="005031C9">
        <w:t xml:space="preserve"> - to provide ships (conventional, automated, and autonomous) with information on factors that may influence ship movements and assist ‘onboard’ decision-making.</w:t>
      </w:r>
    </w:p>
    <w:p w14:paraId="513C4A29" w14:textId="77777777" w:rsidR="006658FC" w:rsidRPr="005031C9" w:rsidRDefault="006658FC" w:rsidP="006658FC">
      <w:pPr>
        <w:pStyle w:val="BodyText"/>
        <w:numPr>
          <w:ilvl w:val="0"/>
          <w:numId w:val="69"/>
        </w:numPr>
      </w:pPr>
      <w:r w:rsidRPr="005031C9">
        <w:rPr>
          <w:b/>
          <w:bCs/>
        </w:rPr>
        <w:t>VTS</w:t>
      </w:r>
      <w:r w:rsidRPr="005031C9">
        <w:t xml:space="preserve"> - to issue advice, warnings, and instructions to manage ship traffic and respond to developing situations.</w:t>
      </w:r>
    </w:p>
    <w:p w14:paraId="251E7D90" w14:textId="77777777" w:rsidR="006658FC" w:rsidRDefault="003A40B9" w:rsidP="00D31EC9">
      <w:pPr>
        <w:pStyle w:val="BodyText"/>
      </w:pPr>
      <w:r>
        <w:t>With the transition to digital interaction, it is important to recognise</w:t>
      </w:r>
      <w:r w:rsidR="00D31EC9">
        <w:t xml:space="preserve"> t</w:t>
      </w:r>
      <w:r>
        <w:t>he use of the term’s ‘</w:t>
      </w:r>
      <w:r w:rsidRPr="00D31EC9">
        <w:rPr>
          <w:i/>
          <w:iCs/>
        </w:rPr>
        <w:t>interaction’</w:t>
      </w:r>
      <w:r>
        <w:t xml:space="preserve"> and ‘</w:t>
      </w:r>
      <w:r w:rsidRPr="00D31EC9">
        <w:rPr>
          <w:i/>
          <w:iCs/>
        </w:rPr>
        <w:t>communication’</w:t>
      </w:r>
      <w:r>
        <w:t>, noting the IMO resolution for VTS uses the term ‘</w:t>
      </w:r>
      <w:r w:rsidRPr="00D31EC9">
        <w:rPr>
          <w:i/>
          <w:iCs/>
        </w:rPr>
        <w:t>interaction’</w:t>
      </w:r>
      <w:r>
        <w:t xml:space="preserve"> in the definition of VTS.  That is</w:t>
      </w:r>
      <w:r w:rsidR="006658FC">
        <w:t>:</w:t>
      </w:r>
    </w:p>
    <w:p w14:paraId="452EC756" w14:textId="09951621" w:rsidR="006658FC" w:rsidRDefault="003A40B9" w:rsidP="006658FC">
      <w:pPr>
        <w:pStyle w:val="BodyText"/>
        <w:ind w:left="708"/>
      </w:pPr>
      <w:r>
        <w:t>‘</w:t>
      </w:r>
      <w:r w:rsidRPr="006658FC">
        <w:rPr>
          <w:i/>
          <w:iCs/>
        </w:rPr>
        <w:t>the capability to interact with vessel traffic and respond to developing situations</w:t>
      </w:r>
      <w:r w:rsidR="006658FC">
        <w:rPr>
          <w:i/>
          <w:iCs/>
        </w:rPr>
        <w:t>’</w:t>
      </w:r>
      <w:r>
        <w:t xml:space="preserve"> </w:t>
      </w:r>
    </w:p>
    <w:p w14:paraId="2343D45E" w14:textId="150BDCEB" w:rsidR="00D31EC9" w:rsidRDefault="003A40B9" w:rsidP="00D31EC9">
      <w:pPr>
        <w:pStyle w:val="BodyText"/>
      </w:pPr>
      <w:r>
        <w:t xml:space="preserve">In </w:t>
      </w:r>
      <w:r w:rsidR="006658FC">
        <w:t>summary</w:t>
      </w:r>
      <w:r>
        <w:t>:</w:t>
      </w:r>
    </w:p>
    <w:p w14:paraId="51AF57E5" w14:textId="77777777" w:rsidR="00D31EC9" w:rsidRDefault="003A40B9" w:rsidP="006658FC">
      <w:pPr>
        <w:pStyle w:val="BodyText"/>
        <w:numPr>
          <w:ilvl w:val="0"/>
          <w:numId w:val="100"/>
        </w:numPr>
      </w:pPr>
      <w:r w:rsidRPr="00D31EC9">
        <w:rPr>
          <w:u w:val="single"/>
        </w:rPr>
        <w:t>Communication</w:t>
      </w:r>
      <w:r>
        <w:t xml:space="preserve"> - refers to the act of sharing information.</w:t>
      </w:r>
    </w:p>
    <w:p w14:paraId="4FCF9FD8" w14:textId="74007C59" w:rsidR="003A40B9" w:rsidRDefault="003A40B9" w:rsidP="006658FC">
      <w:pPr>
        <w:pStyle w:val="BodyText"/>
        <w:numPr>
          <w:ilvl w:val="0"/>
          <w:numId w:val="100"/>
        </w:numPr>
      </w:pPr>
      <w:r w:rsidRPr="00D31EC9">
        <w:rPr>
          <w:u w:val="single"/>
        </w:rPr>
        <w:t>Interaction</w:t>
      </w:r>
      <w:r>
        <w:t xml:space="preserve"> - refers to acting in such a manner so as to affect the other.</w:t>
      </w:r>
    </w:p>
    <w:p w14:paraId="75606B90" w14:textId="60845194" w:rsidR="00377FA7" w:rsidRPr="0030394C" w:rsidRDefault="003A40B9" w:rsidP="00377FA7">
      <w:pPr>
        <w:pStyle w:val="BodyText"/>
        <w:numPr>
          <w:ilvl w:val="0"/>
          <w:numId w:val="100"/>
        </w:numPr>
        <w:rPr>
          <w:i/>
          <w:iCs/>
        </w:rPr>
      </w:pPr>
      <w:r>
        <w:t>The key difference between ‘</w:t>
      </w:r>
      <w:r w:rsidRPr="00D31EC9">
        <w:rPr>
          <w:i/>
          <w:iCs/>
        </w:rPr>
        <w:t>communication’</w:t>
      </w:r>
      <w:r>
        <w:t xml:space="preserve"> and ‘</w:t>
      </w:r>
      <w:r w:rsidRPr="00D31EC9">
        <w:rPr>
          <w:i/>
          <w:iCs/>
        </w:rPr>
        <w:t>interaction’</w:t>
      </w:r>
      <w:r>
        <w:t xml:space="preserve"> is that ‘</w:t>
      </w:r>
      <w:r w:rsidRPr="00D31EC9">
        <w:rPr>
          <w:i/>
          <w:iCs/>
        </w:rPr>
        <w:t>interaction’</w:t>
      </w:r>
      <w:r>
        <w:t xml:space="preserve"> is a broader term while ‘</w:t>
      </w:r>
      <w:r w:rsidRPr="00D31EC9">
        <w:rPr>
          <w:i/>
          <w:iCs/>
        </w:rPr>
        <w:t>communication’</w:t>
      </w:r>
      <w:r>
        <w:t xml:space="preserve"> is a part of the ‘</w:t>
      </w:r>
      <w:r w:rsidRPr="00D31EC9">
        <w:rPr>
          <w:i/>
          <w:iCs/>
        </w:rPr>
        <w:t>interaction’</w:t>
      </w:r>
      <w:r w:rsidR="00D31EC9">
        <w:rPr>
          <w:i/>
          <w:iCs/>
        </w:rPr>
        <w:t>.</w:t>
      </w:r>
    </w:p>
    <w:p w14:paraId="0DAD52E3" w14:textId="6EF51DDE" w:rsidR="006658FC" w:rsidRDefault="006658FC" w:rsidP="006658FC">
      <w:pPr>
        <w:pStyle w:val="Heading3"/>
      </w:pPr>
      <w:bookmarkStart w:id="693" w:name="_Toc160032320"/>
      <w:r>
        <w:t>VTS</w:t>
      </w:r>
      <w:bookmarkEnd w:id="693"/>
    </w:p>
    <w:p w14:paraId="2330F66D" w14:textId="18954744" w:rsidR="005031C9" w:rsidRPr="00741577" w:rsidRDefault="005031C9" w:rsidP="005031C9">
      <w:pPr>
        <w:pStyle w:val="BodyText"/>
      </w:pPr>
      <w:r w:rsidRPr="00741577">
        <w:t>As the maritime domain moves to an increasingly autonomous future</w:t>
      </w:r>
      <w:r>
        <w:t xml:space="preserve"> with </w:t>
      </w:r>
      <w:r w:rsidRPr="00741577">
        <w:t>a dynamic mix of conventional, automized and autonomous ships, VTS should ensure it has the capability to interact with vessel traffic to provide information or issue advice, warnings, and instructions by digital means as well as VHF voice</w:t>
      </w:r>
      <w:r>
        <w:t>.</w:t>
      </w:r>
      <w:r w:rsidRPr="00741577">
        <w:t xml:space="preserve">  </w:t>
      </w:r>
    </w:p>
    <w:p w14:paraId="3739814D" w14:textId="77777777" w:rsidR="005031C9" w:rsidRPr="00A15C2B" w:rsidRDefault="005031C9" w:rsidP="005031C9">
      <w:pPr>
        <w:pStyle w:val="BodyText"/>
        <w:spacing w:before="120" w:line="240" w:lineRule="auto"/>
      </w:pPr>
      <w:r>
        <w:t>Significantly, interaction via digital communications will</w:t>
      </w:r>
      <w:r w:rsidRPr="00D118E7">
        <w:t xml:space="preserve"> include person-to-person</w:t>
      </w:r>
      <w:r>
        <w:t xml:space="preserve">, </w:t>
      </w:r>
      <w:r w:rsidRPr="00D118E7">
        <w:t>person-to-machine, machine-to-machine</w:t>
      </w:r>
      <w:r>
        <w:t>,</w:t>
      </w:r>
      <w:r w:rsidRPr="00D118E7">
        <w:t xml:space="preserve"> and machine-to-person</w:t>
      </w:r>
      <w:r>
        <w:t xml:space="preserve"> communication.</w:t>
      </w:r>
    </w:p>
    <w:p w14:paraId="21652923" w14:textId="673F3479" w:rsidR="005031C9" w:rsidRDefault="005031C9" w:rsidP="0030394C">
      <w:pPr>
        <w:rPr>
          <w:sz w:val="22"/>
        </w:rPr>
      </w:pPr>
      <w:r>
        <w:rPr>
          <w:sz w:val="22"/>
        </w:rPr>
        <w:lastRenderedPageBreak/>
        <w:t>Implementing this capability needs to</w:t>
      </w:r>
      <w:r w:rsidR="0030394C" w:rsidRPr="00A15C2B">
        <w:rPr>
          <w:sz w:val="22"/>
        </w:rPr>
        <w:t xml:space="preserve"> be harmonised in a manner that the same information is available to all actors when required and designed in a way to minimise misinterpretations and to provide common situational awareness.</w:t>
      </w:r>
    </w:p>
    <w:p w14:paraId="7ECCFDEA" w14:textId="77777777" w:rsidR="003F408E" w:rsidRDefault="003F408E" w:rsidP="003F408E">
      <w:pPr>
        <w:rPr>
          <w:sz w:val="22"/>
        </w:rPr>
      </w:pPr>
    </w:p>
    <w:tbl>
      <w:tblPr>
        <w:tblStyle w:val="TableGrid"/>
        <w:tblW w:w="0" w:type="auto"/>
        <w:shd w:val="clear" w:color="auto" w:fill="C6EDFF" w:themeFill="accent2" w:themeFillTint="33"/>
        <w:tblLook w:val="04A0" w:firstRow="1" w:lastRow="0" w:firstColumn="1" w:lastColumn="0" w:noHBand="0" w:noVBand="1"/>
      </w:tblPr>
      <w:tblGrid>
        <w:gridCol w:w="10195"/>
      </w:tblGrid>
      <w:tr w:rsidR="003F408E" w14:paraId="1CB896DD" w14:textId="77777777" w:rsidTr="003F408E">
        <w:tc>
          <w:tcPr>
            <w:tcW w:w="10195" w:type="dxa"/>
            <w:shd w:val="clear" w:color="auto" w:fill="C6EDFF" w:themeFill="accent2" w:themeFillTint="33"/>
          </w:tcPr>
          <w:p w14:paraId="65EBE948" w14:textId="77777777" w:rsidR="003F408E" w:rsidRPr="003F408E" w:rsidRDefault="003F408E" w:rsidP="003F408E">
            <w:pPr>
              <w:rPr>
                <w:b/>
                <w:bCs/>
                <w:sz w:val="22"/>
              </w:rPr>
            </w:pPr>
            <w:bookmarkStart w:id="694" w:name="_Hlk160033843"/>
            <w:r w:rsidRPr="003F408E">
              <w:rPr>
                <w:b/>
                <w:bCs/>
                <w:sz w:val="22"/>
              </w:rPr>
              <w:t>Note</w:t>
            </w:r>
          </w:p>
          <w:p w14:paraId="7C873F2C" w14:textId="77777777" w:rsidR="003F408E" w:rsidRDefault="003F408E" w:rsidP="003F408E">
            <w:pPr>
              <w:rPr>
                <w:sz w:val="22"/>
              </w:rPr>
            </w:pPr>
            <w:r>
              <w:rPr>
                <w:sz w:val="22"/>
              </w:rPr>
              <w:t xml:space="preserve">IALA Guideline </w:t>
            </w:r>
            <w:r w:rsidRPr="003F408E">
              <w:rPr>
                <w:i/>
                <w:iCs/>
                <w:sz w:val="22"/>
              </w:rPr>
              <w:t>G</w:t>
            </w:r>
            <w:r w:rsidRPr="003F408E">
              <w:rPr>
                <w:i/>
                <w:iCs/>
                <w:sz w:val="22"/>
                <w:highlight w:val="yellow"/>
              </w:rPr>
              <w:t>XXXX</w:t>
            </w:r>
            <w:r w:rsidRPr="003F408E">
              <w:rPr>
                <w:i/>
                <w:iCs/>
                <w:sz w:val="22"/>
              </w:rPr>
              <w:t xml:space="preserve"> - VTS Digital Communications</w:t>
            </w:r>
            <w:r w:rsidRPr="003F408E">
              <w:rPr>
                <w:sz w:val="22"/>
              </w:rPr>
              <w:t xml:space="preserve"> describes practice</w:t>
            </w:r>
            <w:r>
              <w:rPr>
                <w:sz w:val="22"/>
              </w:rPr>
              <w:t>s</w:t>
            </w:r>
            <w:r w:rsidRPr="003F408E">
              <w:rPr>
                <w:sz w:val="22"/>
              </w:rPr>
              <w:t xml:space="preserve"> associated with</w:t>
            </w:r>
            <w:r>
              <w:rPr>
                <w:sz w:val="22"/>
              </w:rPr>
              <w:t>:</w:t>
            </w:r>
          </w:p>
          <w:p w14:paraId="16BC9B48" w14:textId="77777777" w:rsidR="003F408E" w:rsidRDefault="003F408E" w:rsidP="003F408E">
            <w:pPr>
              <w:pStyle w:val="ListParagraph"/>
              <w:numPr>
                <w:ilvl w:val="0"/>
                <w:numId w:val="102"/>
              </w:numPr>
            </w:pPr>
            <w:r>
              <w:t>M</w:t>
            </w:r>
            <w:r w:rsidRPr="003F408E">
              <w:t>essage structure and delivery for digital communications</w:t>
            </w:r>
          </w:p>
          <w:p w14:paraId="0FD4A6BE" w14:textId="77777777" w:rsidR="003F408E" w:rsidRDefault="003F408E" w:rsidP="003F408E">
            <w:pPr>
              <w:pStyle w:val="ListParagraph"/>
              <w:numPr>
                <w:ilvl w:val="0"/>
                <w:numId w:val="102"/>
              </w:numPr>
            </w:pPr>
            <w:r>
              <w:t>S</w:t>
            </w:r>
            <w:r w:rsidRPr="003F408E">
              <w:t>tandardized digital phrases</w:t>
            </w:r>
          </w:p>
          <w:p w14:paraId="18C37051" w14:textId="383F1D1A" w:rsidR="003F408E" w:rsidRPr="003F408E" w:rsidRDefault="003F408E" w:rsidP="003F408E">
            <w:pPr>
              <w:pStyle w:val="ListParagraph"/>
              <w:numPr>
                <w:ilvl w:val="0"/>
                <w:numId w:val="102"/>
              </w:numPr>
            </w:pPr>
            <w:r>
              <w:t>T</w:t>
            </w:r>
            <w:r w:rsidRPr="003F408E">
              <w:t>echnologies for the exchange of VTS Information</w:t>
            </w:r>
          </w:p>
        </w:tc>
      </w:tr>
    </w:tbl>
    <w:bookmarkEnd w:id="694"/>
    <w:p w14:paraId="3281483C" w14:textId="0E42528A" w:rsidR="0030394C" w:rsidRDefault="0030394C" w:rsidP="005031C9">
      <w:pPr>
        <w:rPr>
          <w:sz w:val="22"/>
        </w:rPr>
      </w:pPr>
      <w:r w:rsidRPr="00A15C2B">
        <w:rPr>
          <w:sz w:val="22"/>
        </w:rPr>
        <w:t xml:space="preserve"> </w:t>
      </w:r>
    </w:p>
    <w:p w14:paraId="5949FB58" w14:textId="4DDFD0CF" w:rsidR="006C0578" w:rsidRPr="00741577" w:rsidRDefault="006C0578" w:rsidP="006C0578">
      <w:pPr>
        <w:pStyle w:val="BodyText"/>
      </w:pPr>
      <w:r w:rsidRPr="00741577">
        <w:t xml:space="preserve">Key considerations </w:t>
      </w:r>
      <w:r w:rsidR="005031C9">
        <w:t>for</w:t>
      </w:r>
      <w:r w:rsidRPr="00741577">
        <w:t xml:space="preserve"> interacting digitally include:</w:t>
      </w:r>
    </w:p>
    <w:p w14:paraId="063C4074" w14:textId="64DE607E" w:rsidR="006C0578" w:rsidRPr="00741577" w:rsidRDefault="006C0578" w:rsidP="006C0578">
      <w:pPr>
        <w:pStyle w:val="BodyText"/>
        <w:numPr>
          <w:ilvl w:val="0"/>
          <w:numId w:val="55"/>
        </w:numPr>
      </w:pPr>
      <w:r w:rsidRPr="00741577">
        <w:t>Capability to interact in a manner that achieves a level of effectiveness and timeliness at least equivalent to that using VHF voice.</w:t>
      </w:r>
    </w:p>
    <w:p w14:paraId="508161AE" w14:textId="77777777" w:rsidR="006C0578" w:rsidRPr="00741577" w:rsidRDefault="006C0578" w:rsidP="006C0578">
      <w:pPr>
        <w:pStyle w:val="BodyText"/>
        <w:numPr>
          <w:ilvl w:val="0"/>
          <w:numId w:val="55"/>
        </w:numPr>
      </w:pPr>
      <w:r w:rsidRPr="00741577">
        <w:t>Digital interaction between VTS and ‘ships’ is provided through a standardized message structure (data elements, format, syntax) and phrases to:</w:t>
      </w:r>
    </w:p>
    <w:p w14:paraId="0E8D2B41" w14:textId="77777777" w:rsidR="006C0578" w:rsidRPr="00741577" w:rsidRDefault="006C0578" w:rsidP="006C0578">
      <w:pPr>
        <w:pStyle w:val="BodyText"/>
        <w:numPr>
          <w:ilvl w:val="0"/>
          <w:numId w:val="56"/>
        </w:numPr>
      </w:pPr>
      <w:r w:rsidRPr="00741577">
        <w:t>Facilitate clear, concise, and unambiguous interactions that are timely and effective.</w:t>
      </w:r>
    </w:p>
    <w:p w14:paraId="67A08B5D" w14:textId="72FBF719" w:rsidR="006C0578" w:rsidRPr="00741577" w:rsidRDefault="006C0578" w:rsidP="006C0578">
      <w:pPr>
        <w:pStyle w:val="BodyText"/>
        <w:numPr>
          <w:ilvl w:val="0"/>
          <w:numId w:val="56"/>
        </w:numPr>
      </w:pPr>
      <w:r w:rsidRPr="00741577">
        <w:t xml:space="preserve">Ensure the digital communication is aligned with the practices described in </w:t>
      </w:r>
      <w:r w:rsidRPr="00741577">
        <w:rPr>
          <w:i/>
          <w:iCs/>
        </w:rPr>
        <w:t>G1132 – VTS Voice Communications and Phraseology</w:t>
      </w:r>
      <w:r w:rsidR="0088501B">
        <w:rPr>
          <w:i/>
          <w:iCs/>
        </w:rPr>
        <w:t xml:space="preserve"> </w:t>
      </w:r>
      <w:r w:rsidR="0088501B" w:rsidRPr="00DA32D8">
        <w:t>and</w:t>
      </w:r>
      <w:r w:rsidR="0088501B">
        <w:rPr>
          <w:i/>
          <w:iCs/>
        </w:rPr>
        <w:t xml:space="preserve"> G</w:t>
      </w:r>
      <w:r w:rsidR="0088501B" w:rsidRPr="0088501B">
        <w:rPr>
          <w:i/>
          <w:iCs/>
          <w:highlight w:val="yellow"/>
        </w:rPr>
        <w:t>XXXX</w:t>
      </w:r>
      <w:r w:rsidR="0088501B" w:rsidRPr="0088501B">
        <w:rPr>
          <w:i/>
          <w:iCs/>
        </w:rPr>
        <w:t xml:space="preserve"> </w:t>
      </w:r>
      <w:r w:rsidR="0088501B">
        <w:rPr>
          <w:i/>
          <w:iCs/>
        </w:rPr>
        <w:t xml:space="preserve">- </w:t>
      </w:r>
      <w:r w:rsidR="0088501B" w:rsidRPr="0088501B">
        <w:rPr>
          <w:i/>
          <w:iCs/>
        </w:rPr>
        <w:t>VTS Digital Communications</w:t>
      </w:r>
      <w:r w:rsidRPr="00741577">
        <w:t>.</w:t>
      </w:r>
    </w:p>
    <w:p w14:paraId="150F5CA2" w14:textId="77777777" w:rsidR="006C0578" w:rsidRPr="00741577" w:rsidRDefault="006C0578" w:rsidP="006C0578">
      <w:pPr>
        <w:pStyle w:val="BodyText"/>
        <w:numPr>
          <w:ilvl w:val="0"/>
          <w:numId w:val="55"/>
        </w:numPr>
      </w:pPr>
      <w:r w:rsidRPr="00741577">
        <w:t xml:space="preserve">Capability to communicate in real time at all times. </w:t>
      </w:r>
    </w:p>
    <w:p w14:paraId="09617145" w14:textId="77777777" w:rsidR="006C0578" w:rsidRPr="00741577" w:rsidRDefault="006C0578" w:rsidP="006C0578">
      <w:pPr>
        <w:pStyle w:val="BodyText"/>
        <w:numPr>
          <w:ilvl w:val="0"/>
          <w:numId w:val="55"/>
        </w:numPr>
      </w:pPr>
      <w:r w:rsidRPr="00741577">
        <w:t>Capability to communicate effectively with individual ships either by traditional means (VHF voice), digitally or both.</w:t>
      </w:r>
    </w:p>
    <w:p w14:paraId="7A43234D" w14:textId="77777777" w:rsidR="006C0578" w:rsidRPr="00741577" w:rsidRDefault="006C0578" w:rsidP="006C0578">
      <w:pPr>
        <w:pStyle w:val="BodyText"/>
        <w:numPr>
          <w:ilvl w:val="0"/>
          <w:numId w:val="55"/>
        </w:numPr>
      </w:pPr>
      <w:r w:rsidRPr="00741577">
        <w:t>Capability to broadcast to all participating ships simultaneously, either by traditional means (VHF voice), digitally or both.</w:t>
      </w:r>
    </w:p>
    <w:p w14:paraId="7CAE4CDC" w14:textId="77777777" w:rsidR="006C0578" w:rsidRPr="00741577" w:rsidRDefault="006C0578" w:rsidP="006C0578">
      <w:pPr>
        <w:pStyle w:val="BodyText"/>
        <w:numPr>
          <w:ilvl w:val="0"/>
          <w:numId w:val="55"/>
        </w:numPr>
      </w:pPr>
      <w:r w:rsidRPr="00741577">
        <w:t>Real time awareness of the:</w:t>
      </w:r>
    </w:p>
    <w:p w14:paraId="45C798EB" w14:textId="77777777" w:rsidR="006C0578" w:rsidRPr="00741577" w:rsidRDefault="006C0578" w:rsidP="006C0578">
      <w:pPr>
        <w:pStyle w:val="BodyText"/>
        <w:numPr>
          <w:ilvl w:val="0"/>
          <w:numId w:val="57"/>
        </w:numPr>
      </w:pPr>
      <w:r w:rsidRPr="00741577">
        <w:t>Entity in command of a ship [Master/MASS Master].</w:t>
      </w:r>
    </w:p>
    <w:p w14:paraId="15425919" w14:textId="77777777" w:rsidR="006C0578" w:rsidRPr="00741577" w:rsidRDefault="006C0578" w:rsidP="006C0578">
      <w:pPr>
        <w:pStyle w:val="BodyText"/>
        <w:numPr>
          <w:ilvl w:val="0"/>
          <w:numId w:val="57"/>
        </w:numPr>
      </w:pPr>
      <w:r w:rsidRPr="00741577">
        <w:t>Communications technology / medium to communicate/interact with entity in command of a ship [Master/MASS Master] at any point in time.</w:t>
      </w:r>
    </w:p>
    <w:p w14:paraId="2D60D2E0" w14:textId="77777777" w:rsidR="006C0578" w:rsidRPr="00741577" w:rsidRDefault="006C0578" w:rsidP="006C0578">
      <w:pPr>
        <w:pStyle w:val="BodyText"/>
        <w:numPr>
          <w:ilvl w:val="0"/>
          <w:numId w:val="57"/>
        </w:numPr>
      </w:pPr>
      <w:r w:rsidRPr="00741577">
        <w:t>Current MASS Status of participating ships.</w:t>
      </w:r>
    </w:p>
    <w:p w14:paraId="76869717" w14:textId="77777777" w:rsidR="006C0578" w:rsidRPr="00741577" w:rsidRDefault="006C0578" w:rsidP="006C0578">
      <w:pPr>
        <w:pStyle w:val="BodyText"/>
        <w:numPr>
          <w:ilvl w:val="0"/>
          <w:numId w:val="55"/>
        </w:numPr>
      </w:pPr>
      <w:r w:rsidRPr="00741577">
        <w:t>Capability to automatically receiving and process reports or information required from participating ships by digital means.</w:t>
      </w:r>
    </w:p>
    <w:p w14:paraId="245F44A5" w14:textId="77777777" w:rsidR="006C0578" w:rsidRPr="00741577" w:rsidRDefault="006C0578" w:rsidP="006C0578">
      <w:pPr>
        <w:pStyle w:val="BodyText"/>
        <w:numPr>
          <w:ilvl w:val="0"/>
          <w:numId w:val="55"/>
        </w:numPr>
      </w:pPr>
      <w:r w:rsidRPr="00741577">
        <w:t>Capability to acknowledging information and data received digitally</w:t>
      </w:r>
    </w:p>
    <w:p w14:paraId="06CB2C7F" w14:textId="6A63CA19" w:rsidR="0030394C" w:rsidRDefault="0030394C" w:rsidP="0030394C">
      <w:pPr>
        <w:rPr>
          <w:sz w:val="22"/>
        </w:rPr>
      </w:pPr>
    </w:p>
    <w:p w14:paraId="68533E9D" w14:textId="77777777" w:rsidR="006C0578" w:rsidRPr="0015250A" w:rsidRDefault="006C0578" w:rsidP="006C0578">
      <w:pPr>
        <w:pStyle w:val="BodyText"/>
        <w:rPr>
          <w:highlight w:val="lightGray"/>
        </w:rPr>
      </w:pPr>
      <w:r w:rsidRPr="0015250A">
        <w:rPr>
          <w:highlight w:val="lightGray"/>
        </w:rPr>
        <w:t>NB to recognise this will move to:</w:t>
      </w:r>
    </w:p>
    <w:p w14:paraId="5C95F5B5" w14:textId="77777777" w:rsidR="006C0578" w:rsidRPr="0015250A" w:rsidRDefault="006C0578" w:rsidP="003D367D">
      <w:pPr>
        <w:pStyle w:val="BodyText"/>
        <w:numPr>
          <w:ilvl w:val="0"/>
          <w:numId w:val="70"/>
        </w:numPr>
        <w:rPr>
          <w:highlight w:val="lightGray"/>
        </w:rPr>
      </w:pPr>
      <w:r w:rsidRPr="0015250A">
        <w:rPr>
          <w:highlight w:val="lightGray"/>
        </w:rPr>
        <w:t xml:space="preserve">VHF Voice </w:t>
      </w:r>
    </w:p>
    <w:p w14:paraId="00001772" w14:textId="77777777" w:rsidR="006C0578" w:rsidRPr="0015250A" w:rsidRDefault="006C0578" w:rsidP="003D367D">
      <w:pPr>
        <w:pStyle w:val="BodyText"/>
        <w:numPr>
          <w:ilvl w:val="0"/>
          <w:numId w:val="70"/>
        </w:numPr>
        <w:rPr>
          <w:highlight w:val="lightGray"/>
        </w:rPr>
      </w:pPr>
      <w:r w:rsidRPr="0015250A">
        <w:rPr>
          <w:highlight w:val="lightGray"/>
        </w:rPr>
        <w:t>Digitally</w:t>
      </w:r>
    </w:p>
    <w:p w14:paraId="1E90191A" w14:textId="77777777" w:rsidR="006C0578" w:rsidRPr="0015250A" w:rsidRDefault="006C0578" w:rsidP="003D367D">
      <w:pPr>
        <w:pStyle w:val="BodyText"/>
        <w:numPr>
          <w:ilvl w:val="0"/>
          <w:numId w:val="70"/>
        </w:numPr>
        <w:rPr>
          <w:highlight w:val="lightGray"/>
        </w:rPr>
      </w:pPr>
      <w:r w:rsidRPr="0015250A">
        <w:rPr>
          <w:highlight w:val="lightGray"/>
        </w:rPr>
        <w:t>•</w:t>
      </w:r>
      <w:r w:rsidRPr="0015250A">
        <w:rPr>
          <w:highlight w:val="lightGray"/>
        </w:rPr>
        <w:tab/>
        <w:t>automated system onboard/remote</w:t>
      </w:r>
    </w:p>
    <w:p w14:paraId="191FC621" w14:textId="77777777" w:rsidR="006C0578" w:rsidRPr="0015250A" w:rsidRDefault="006C0578" w:rsidP="003D367D">
      <w:pPr>
        <w:pStyle w:val="BodyText"/>
        <w:numPr>
          <w:ilvl w:val="0"/>
          <w:numId w:val="70"/>
        </w:numPr>
        <w:rPr>
          <w:highlight w:val="lightGray"/>
        </w:rPr>
      </w:pPr>
      <w:r w:rsidRPr="0015250A">
        <w:rPr>
          <w:highlight w:val="lightGray"/>
        </w:rPr>
        <w:t>•</w:t>
      </w:r>
      <w:r w:rsidRPr="0015250A">
        <w:rPr>
          <w:highlight w:val="lightGray"/>
        </w:rPr>
        <w:tab/>
        <w:t>Autonomous systems</w:t>
      </w:r>
    </w:p>
    <w:p w14:paraId="73008C6B" w14:textId="77777777" w:rsidR="006C0578" w:rsidRPr="003D367D" w:rsidRDefault="006C0578" w:rsidP="003D367D">
      <w:pPr>
        <w:pStyle w:val="BodyText"/>
        <w:numPr>
          <w:ilvl w:val="0"/>
          <w:numId w:val="70"/>
        </w:numPr>
        <w:rPr>
          <w:highlight w:val="lightGray"/>
        </w:rPr>
      </w:pPr>
      <w:r w:rsidRPr="0015250A">
        <w:rPr>
          <w:highlight w:val="lightGray"/>
        </w:rPr>
        <w:t>•</w:t>
      </w:r>
      <w:r w:rsidRPr="0015250A">
        <w:rPr>
          <w:highlight w:val="lightGray"/>
        </w:rPr>
        <w:tab/>
        <w:t>Combination of the above</w:t>
      </w:r>
    </w:p>
    <w:p w14:paraId="7717DA0E" w14:textId="77777777" w:rsidR="006C0578" w:rsidRPr="0015250A" w:rsidRDefault="006C0578" w:rsidP="006C0578">
      <w:pPr>
        <w:rPr>
          <w:sz w:val="22"/>
          <w:highlight w:val="lightGray"/>
        </w:rPr>
      </w:pPr>
      <w:r w:rsidRPr="0015250A">
        <w:rPr>
          <w:sz w:val="22"/>
          <w:highlight w:val="lightGray"/>
        </w:rPr>
        <w:t xml:space="preserve">The intent of messages conveyed to actors should be the same, irrespective of whether it is by voice or digital means. </w:t>
      </w:r>
    </w:p>
    <w:p w14:paraId="69154E95" w14:textId="77777777" w:rsidR="006C0578" w:rsidRPr="0015250A" w:rsidRDefault="006C0578" w:rsidP="006C0578">
      <w:pPr>
        <w:rPr>
          <w:sz w:val="22"/>
          <w:highlight w:val="lightGray"/>
        </w:rPr>
      </w:pPr>
    </w:p>
    <w:p w14:paraId="7174A1F0" w14:textId="77777777" w:rsidR="006C0578" w:rsidRDefault="006C0578" w:rsidP="006C0578">
      <w:pPr>
        <w:rPr>
          <w:sz w:val="22"/>
        </w:rPr>
      </w:pPr>
      <w:r w:rsidRPr="0015250A">
        <w:rPr>
          <w:sz w:val="22"/>
          <w:highlight w:val="lightGray"/>
        </w:rPr>
        <w:lastRenderedPageBreak/>
        <w:t>Digital communications should have the same procedures as the voice communications. Digital communication should be processed the same way as voice communications, acknowledgement of the messages might be needed in some cases, especially in safety critical situations.</w:t>
      </w:r>
    </w:p>
    <w:p w14:paraId="4C87CB57" w14:textId="61712BF8" w:rsidR="006658FC" w:rsidRDefault="006658FC" w:rsidP="00A15C2B">
      <w:pPr>
        <w:rPr>
          <w:sz w:val="22"/>
        </w:rPr>
      </w:pPr>
    </w:p>
    <w:p w14:paraId="4DB0B3B7" w14:textId="7293085B" w:rsidR="006658FC" w:rsidRDefault="006658FC" w:rsidP="006658FC">
      <w:pPr>
        <w:pStyle w:val="Heading3"/>
      </w:pPr>
      <w:bookmarkStart w:id="695" w:name="_Toc160032321"/>
      <w:r>
        <w:t>Participating Ships</w:t>
      </w:r>
      <w:bookmarkEnd w:id="695"/>
    </w:p>
    <w:p w14:paraId="54D89114" w14:textId="4F990C6C" w:rsidR="006658FC" w:rsidRDefault="00722833" w:rsidP="00A15C2B">
      <w:pPr>
        <w:rPr>
          <w:sz w:val="22"/>
        </w:rPr>
      </w:pPr>
      <w:r w:rsidRPr="00722833">
        <w:rPr>
          <w:sz w:val="22"/>
          <w:highlight w:val="yellow"/>
        </w:rPr>
        <w:t>&lt;to follow&gt;</w:t>
      </w:r>
    </w:p>
    <w:p w14:paraId="44DE0020" w14:textId="77777777" w:rsidR="00A15C2B" w:rsidRPr="003D367D" w:rsidRDefault="00A15C2B" w:rsidP="003D367D">
      <w:pPr>
        <w:pStyle w:val="Heading2"/>
        <w:numPr>
          <w:ilvl w:val="0"/>
          <w:numId w:val="0"/>
        </w:numPr>
        <w:ind w:left="851" w:hanging="851"/>
      </w:pPr>
    </w:p>
    <w:p w14:paraId="62A59E7D" w14:textId="7F81FFAD" w:rsidR="006B2303" w:rsidRDefault="005522BF" w:rsidP="00A15C2B">
      <w:pPr>
        <w:pStyle w:val="Heading2"/>
      </w:pPr>
      <w:bookmarkStart w:id="696" w:name="_Toc160032322"/>
      <w:r>
        <w:rPr>
          <w:caps w:val="0"/>
        </w:rPr>
        <w:t xml:space="preserve">MANAGING </w:t>
      </w:r>
      <w:r w:rsidR="003A40B9">
        <w:rPr>
          <w:caps w:val="0"/>
        </w:rPr>
        <w:t>A MIX</w:t>
      </w:r>
      <w:r w:rsidR="003A40B9" w:rsidRPr="003A40B9">
        <w:rPr>
          <w:caps w:val="0"/>
        </w:rPr>
        <w:t xml:space="preserve"> OF CONVENTIONAL, AUTOMIZED AND AUTONOMOUS SHIPS</w:t>
      </w:r>
      <w:bookmarkEnd w:id="696"/>
    </w:p>
    <w:p w14:paraId="076BC992" w14:textId="66375FB5" w:rsidR="006B2303" w:rsidRDefault="006B2303" w:rsidP="006B2303">
      <w:pPr>
        <w:pStyle w:val="Heading2separationline"/>
      </w:pPr>
    </w:p>
    <w:p w14:paraId="0F473D5B" w14:textId="77777777" w:rsidR="006658FC" w:rsidRDefault="006658FC" w:rsidP="006658FC">
      <w:pPr>
        <w:pStyle w:val="BodyText"/>
      </w:pPr>
      <w:r>
        <w:t>The benefits of digital communications are well recognised, such as:</w:t>
      </w:r>
    </w:p>
    <w:p w14:paraId="3B09921E" w14:textId="61A4544F" w:rsidR="006658FC" w:rsidRDefault="006658FC" w:rsidP="006658FC">
      <w:pPr>
        <w:pStyle w:val="BodyText"/>
        <w:numPr>
          <w:ilvl w:val="0"/>
          <w:numId w:val="101"/>
        </w:numPr>
      </w:pPr>
      <w:r>
        <w:t>Reducing workload through automating repetitive tasks</w:t>
      </w:r>
    </w:p>
    <w:p w14:paraId="79375C5E" w14:textId="6757210A" w:rsidR="006658FC" w:rsidRDefault="006658FC" w:rsidP="006658FC">
      <w:pPr>
        <w:pStyle w:val="BodyText"/>
        <w:numPr>
          <w:ilvl w:val="0"/>
          <w:numId w:val="101"/>
        </w:numPr>
      </w:pPr>
      <w:r>
        <w:t>Minimising the risk for misinterpretation / misunderstanding the intent of the information being conveyed through standardised message structure and formatting</w:t>
      </w:r>
    </w:p>
    <w:p w14:paraId="755F9C0F" w14:textId="20642958" w:rsidR="006B2303" w:rsidRPr="006B2303" w:rsidRDefault="006658FC" w:rsidP="006658FC">
      <w:pPr>
        <w:pStyle w:val="BodyText"/>
        <w:numPr>
          <w:ilvl w:val="0"/>
          <w:numId w:val="101"/>
        </w:numPr>
      </w:pPr>
      <w:r>
        <w:t>Facilitating the consolidation and processing of information for better decision support and a common situational awareness by all actors.</w:t>
      </w:r>
    </w:p>
    <w:p w14:paraId="536B7F15" w14:textId="77777777" w:rsidR="00A15C2B" w:rsidRPr="00A15C2B" w:rsidRDefault="00A15C2B" w:rsidP="005031C9">
      <w:pPr>
        <w:rPr>
          <w:sz w:val="22"/>
        </w:rPr>
      </w:pPr>
      <w:r w:rsidRPr="00A15C2B">
        <w:rPr>
          <w:sz w:val="22"/>
        </w:rPr>
        <w:t>Managing a Mix of Traditional VHF Voice, Digital Communications, and Automated Data Exchange</w:t>
      </w:r>
    </w:p>
    <w:p w14:paraId="1794BF75" w14:textId="55099B06" w:rsidR="006B2303" w:rsidRDefault="006B2303" w:rsidP="006C26A7">
      <w:pPr>
        <w:pStyle w:val="BodyText"/>
      </w:pPr>
      <w:r>
        <w:t>Refer to GXXXX Guideline on VTS Digital Communications</w:t>
      </w:r>
    </w:p>
    <w:p w14:paraId="5C7C0366" w14:textId="65611AEA" w:rsidR="00285A2A" w:rsidRDefault="00285A2A" w:rsidP="003D367D">
      <w:pPr>
        <w:pStyle w:val="BodyText"/>
      </w:pPr>
      <w:r w:rsidRPr="00890D5C">
        <w:rPr>
          <w:b/>
          <w:bCs/>
        </w:rPr>
        <w:t>System Capabilities</w:t>
      </w:r>
      <w:r w:rsidR="009818C9" w:rsidRPr="00890D5C">
        <w:rPr>
          <w:b/>
          <w:bCs/>
        </w:rPr>
        <w:t xml:space="preserve"> </w:t>
      </w:r>
      <w:r w:rsidR="00890D5C">
        <w:t>–</w:t>
      </w:r>
      <w:r w:rsidR="009818C9">
        <w:t xml:space="preserve"> </w:t>
      </w:r>
      <w:r w:rsidR="00890D5C">
        <w:t xml:space="preserve">to support </w:t>
      </w:r>
      <w:r w:rsidR="00542143">
        <w:t>interaction and situational awareness.</w:t>
      </w:r>
      <w:r w:rsidR="00FB5D0C">
        <w:t xml:space="preserve">  This includes receiving, processing and sending.</w:t>
      </w:r>
    </w:p>
    <w:p w14:paraId="22BD04B1" w14:textId="7C352B67" w:rsidR="00285A2A" w:rsidRDefault="00285A2A" w:rsidP="003D367D">
      <w:pPr>
        <w:pStyle w:val="BodyText"/>
      </w:pPr>
      <w:r w:rsidRPr="00890D5C">
        <w:rPr>
          <w:b/>
          <w:bCs/>
        </w:rPr>
        <w:t>Processes and Procedures</w:t>
      </w:r>
      <w:r w:rsidR="009818C9">
        <w:t xml:space="preserve"> </w:t>
      </w:r>
      <w:r w:rsidR="00890D5C">
        <w:t>–</w:t>
      </w:r>
      <w:r w:rsidR="009818C9">
        <w:t xml:space="preserve"> </w:t>
      </w:r>
      <w:r w:rsidR="00890D5C">
        <w:t xml:space="preserve">to support </w:t>
      </w:r>
      <w:r w:rsidR="00542143" w:rsidRPr="00542143">
        <w:t>interaction</w:t>
      </w:r>
      <w:r w:rsidR="00542143">
        <w:t xml:space="preserve">, </w:t>
      </w:r>
      <w:r w:rsidR="00542143" w:rsidRPr="00542143">
        <w:t>situational awareness</w:t>
      </w:r>
      <w:r w:rsidR="00672AA3">
        <w:t>,</w:t>
      </w:r>
      <w:r w:rsidR="00542143">
        <w:t xml:space="preserve"> and system capabilities.</w:t>
      </w:r>
    </w:p>
    <w:p w14:paraId="48DE893D" w14:textId="2B97D958" w:rsidR="002C3A3B" w:rsidRDefault="002C3A3B">
      <w:pPr>
        <w:pStyle w:val="BodyText"/>
        <w:ind w:left="46"/>
      </w:pPr>
      <w:r w:rsidRPr="003D367D">
        <w:t>These elements are interrelated, and practices to assist should be considered in that context, along with existing IALA Guidelines, to ensure VTS achieves its purpose in interacting with ship traffic comprising a dynamic mix of conventional, automized and autonomous ships.</w:t>
      </w:r>
    </w:p>
    <w:tbl>
      <w:tblPr>
        <w:tblStyle w:val="TableGrid"/>
        <w:tblW w:w="0" w:type="auto"/>
        <w:shd w:val="clear" w:color="auto" w:fill="C6EDFF" w:themeFill="accent2" w:themeFillTint="33"/>
        <w:tblLook w:val="04A0" w:firstRow="1" w:lastRow="0" w:firstColumn="1" w:lastColumn="0" w:noHBand="0" w:noVBand="1"/>
      </w:tblPr>
      <w:tblGrid>
        <w:gridCol w:w="10195"/>
      </w:tblGrid>
      <w:tr w:rsidR="003F408E" w14:paraId="77D5652E" w14:textId="77777777" w:rsidTr="00E12B28">
        <w:tc>
          <w:tcPr>
            <w:tcW w:w="10195" w:type="dxa"/>
            <w:shd w:val="clear" w:color="auto" w:fill="C6EDFF" w:themeFill="accent2" w:themeFillTint="33"/>
          </w:tcPr>
          <w:p w14:paraId="2394A44E" w14:textId="77777777" w:rsidR="003F408E" w:rsidRPr="003F408E" w:rsidRDefault="003F408E" w:rsidP="00E12B28">
            <w:pPr>
              <w:rPr>
                <w:b/>
                <w:bCs/>
                <w:sz w:val="22"/>
              </w:rPr>
            </w:pPr>
            <w:r w:rsidRPr="003F408E">
              <w:rPr>
                <w:b/>
                <w:bCs/>
                <w:sz w:val="22"/>
              </w:rPr>
              <w:t>Note</w:t>
            </w:r>
          </w:p>
          <w:p w14:paraId="187011BD" w14:textId="5160D4CB" w:rsidR="003F408E" w:rsidRDefault="003F408E" w:rsidP="00E12B28">
            <w:pPr>
              <w:rPr>
                <w:sz w:val="22"/>
              </w:rPr>
            </w:pPr>
            <w:r>
              <w:rPr>
                <w:sz w:val="22"/>
              </w:rPr>
              <w:t xml:space="preserve">IALA Guideline </w:t>
            </w:r>
            <w:r w:rsidRPr="003F408E">
              <w:rPr>
                <w:i/>
                <w:iCs/>
                <w:sz w:val="22"/>
              </w:rPr>
              <w:t>G</w:t>
            </w:r>
            <w:r w:rsidRPr="003F408E">
              <w:rPr>
                <w:i/>
                <w:iCs/>
                <w:sz w:val="22"/>
                <w:highlight w:val="yellow"/>
              </w:rPr>
              <w:t>XXXX</w:t>
            </w:r>
            <w:r w:rsidRPr="003F408E">
              <w:rPr>
                <w:i/>
                <w:iCs/>
                <w:sz w:val="22"/>
              </w:rPr>
              <w:t xml:space="preserve"> - VTS Digital Communications</w:t>
            </w:r>
            <w:r w:rsidRPr="003F408E">
              <w:rPr>
                <w:sz w:val="22"/>
              </w:rPr>
              <w:t xml:space="preserve"> describes practice</w:t>
            </w:r>
            <w:r>
              <w:rPr>
                <w:sz w:val="22"/>
              </w:rPr>
              <w:t>s</w:t>
            </w:r>
            <w:r w:rsidRPr="003F408E">
              <w:rPr>
                <w:sz w:val="22"/>
              </w:rPr>
              <w:t xml:space="preserve"> associated with</w:t>
            </w:r>
            <w:r>
              <w:rPr>
                <w:sz w:val="22"/>
              </w:rPr>
              <w:t xml:space="preserve"> m</w:t>
            </w:r>
            <w:r w:rsidRPr="003F408E">
              <w:rPr>
                <w:sz w:val="22"/>
              </w:rPr>
              <w:t>anaging a mix of traditional VHF voice, digital communications, and automated data exchange</w:t>
            </w:r>
            <w:r w:rsidR="00735852">
              <w:rPr>
                <w:sz w:val="22"/>
              </w:rPr>
              <w:t>.</w:t>
            </w:r>
          </w:p>
          <w:p w14:paraId="3F8BF8D2" w14:textId="2033D741" w:rsidR="003F408E" w:rsidRPr="003F408E" w:rsidRDefault="003F408E" w:rsidP="003F408E"/>
        </w:tc>
      </w:tr>
    </w:tbl>
    <w:p w14:paraId="200D6387" w14:textId="4DF5CC35" w:rsidR="00285A2A" w:rsidRDefault="00285A2A" w:rsidP="00C07053">
      <w:pPr>
        <w:pStyle w:val="Heading2"/>
        <w:numPr>
          <w:ilvl w:val="0"/>
          <w:numId w:val="0"/>
        </w:numPr>
      </w:pPr>
    </w:p>
    <w:p w14:paraId="28326AAA" w14:textId="6EC9706E" w:rsidR="00755530" w:rsidRDefault="00755530" w:rsidP="00755530">
      <w:pPr>
        <w:pStyle w:val="BodyText"/>
      </w:pPr>
      <w:bookmarkStart w:id="697" w:name="_Toc159353373"/>
      <w:bookmarkStart w:id="698" w:name="_Toc159354760"/>
      <w:bookmarkStart w:id="699" w:name="_Toc159393615"/>
      <w:bookmarkStart w:id="700" w:name="_Toc159435102"/>
      <w:bookmarkStart w:id="701" w:name="_Toc159353374"/>
      <w:bookmarkStart w:id="702" w:name="_Toc159354761"/>
      <w:bookmarkStart w:id="703" w:name="_Toc159393616"/>
      <w:bookmarkStart w:id="704" w:name="_Toc159435103"/>
      <w:bookmarkStart w:id="705" w:name="_Toc159353375"/>
      <w:bookmarkStart w:id="706" w:name="_Toc159354762"/>
      <w:bookmarkStart w:id="707" w:name="_Toc159393617"/>
      <w:bookmarkStart w:id="708" w:name="_Toc159435104"/>
      <w:bookmarkStart w:id="709" w:name="_Toc159353376"/>
      <w:bookmarkStart w:id="710" w:name="_Toc159354763"/>
      <w:bookmarkStart w:id="711" w:name="_Toc159393618"/>
      <w:bookmarkStart w:id="712" w:name="_Toc159435105"/>
      <w:bookmarkStart w:id="713" w:name="_Toc159353377"/>
      <w:bookmarkStart w:id="714" w:name="_Toc159354764"/>
      <w:bookmarkStart w:id="715" w:name="_Toc159393619"/>
      <w:bookmarkStart w:id="716" w:name="_Toc159435106"/>
      <w:bookmarkStart w:id="717" w:name="_Toc159353378"/>
      <w:bookmarkStart w:id="718" w:name="_Toc159354765"/>
      <w:bookmarkStart w:id="719" w:name="_Toc159393620"/>
      <w:bookmarkStart w:id="720" w:name="_Toc159435107"/>
      <w:bookmarkStart w:id="721" w:name="_Toc159353379"/>
      <w:bookmarkStart w:id="722" w:name="_Toc159354766"/>
      <w:bookmarkStart w:id="723" w:name="_Toc159393621"/>
      <w:bookmarkStart w:id="724" w:name="_Toc159435108"/>
      <w:bookmarkStart w:id="725" w:name="_Toc159353380"/>
      <w:bookmarkStart w:id="726" w:name="_Toc159354767"/>
      <w:bookmarkStart w:id="727" w:name="_Toc159393622"/>
      <w:bookmarkStart w:id="728" w:name="_Toc159435109"/>
      <w:bookmarkStart w:id="729" w:name="_Toc159353381"/>
      <w:bookmarkStart w:id="730" w:name="_Toc159354768"/>
      <w:bookmarkStart w:id="731" w:name="_Toc159393623"/>
      <w:bookmarkStart w:id="732" w:name="_Toc159435110"/>
      <w:bookmarkStart w:id="733" w:name="_Toc159316309"/>
      <w:bookmarkStart w:id="734" w:name="_Toc159340994"/>
      <w:bookmarkStart w:id="735" w:name="_Toc159351769"/>
      <w:bookmarkStart w:id="736" w:name="_Toc159352348"/>
      <w:bookmarkStart w:id="737" w:name="_Toc159353382"/>
      <w:bookmarkStart w:id="738" w:name="_Toc159354769"/>
      <w:bookmarkStart w:id="739" w:name="_Toc159393624"/>
      <w:bookmarkStart w:id="740" w:name="_Toc159435111"/>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1B3F954A" w14:textId="77777777" w:rsidR="00BD4B48" w:rsidRDefault="00BD4B48" w:rsidP="00BD4B48">
      <w:pPr>
        <w:pStyle w:val="BodyText"/>
      </w:pPr>
      <w:bookmarkStart w:id="741" w:name="_Toc159353385"/>
      <w:bookmarkStart w:id="742" w:name="_Toc159354772"/>
      <w:bookmarkStart w:id="743" w:name="_Toc159393627"/>
      <w:bookmarkStart w:id="744" w:name="_Toc159435114"/>
      <w:bookmarkStart w:id="745" w:name="_Toc159851470"/>
      <w:bookmarkStart w:id="746" w:name="_Toc159851551"/>
      <w:bookmarkStart w:id="747" w:name="_Toc159353386"/>
      <w:bookmarkStart w:id="748" w:name="_Toc159354773"/>
      <w:bookmarkStart w:id="749" w:name="_Toc159393628"/>
      <w:bookmarkStart w:id="750" w:name="_Toc159435115"/>
      <w:bookmarkStart w:id="751" w:name="_Toc159851471"/>
      <w:bookmarkStart w:id="752" w:name="_Toc159851552"/>
      <w:bookmarkStart w:id="753" w:name="_Toc159353387"/>
      <w:bookmarkStart w:id="754" w:name="_Toc159354774"/>
      <w:bookmarkStart w:id="755" w:name="_Toc159393629"/>
      <w:bookmarkStart w:id="756" w:name="_Toc159435116"/>
      <w:bookmarkStart w:id="757" w:name="_Toc159851472"/>
      <w:bookmarkStart w:id="758" w:name="_Toc159851553"/>
      <w:bookmarkStart w:id="759" w:name="_Toc159353389"/>
      <w:bookmarkStart w:id="760" w:name="_Toc159354776"/>
      <w:bookmarkStart w:id="761" w:name="_Toc159393631"/>
      <w:bookmarkStart w:id="762" w:name="_Toc159435118"/>
      <w:bookmarkStart w:id="763" w:name="_Toc159851474"/>
      <w:bookmarkStart w:id="764" w:name="_Toc159851555"/>
      <w:bookmarkStart w:id="765" w:name="_Toc159353391"/>
      <w:bookmarkStart w:id="766" w:name="_Toc159354778"/>
      <w:bookmarkStart w:id="767" w:name="_Toc159393633"/>
      <w:bookmarkStart w:id="768" w:name="_Toc159435120"/>
      <w:bookmarkStart w:id="769" w:name="_Toc159851476"/>
      <w:bookmarkStart w:id="770" w:name="_Toc159851557"/>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14:paraId="0B82E922" w14:textId="49D56990" w:rsidR="00BD4B48" w:rsidRPr="00BD4B48" w:rsidRDefault="00BD4B48" w:rsidP="00BD4B48">
      <w:pPr>
        <w:pStyle w:val="BodyText"/>
        <w:sectPr w:rsidR="00BD4B48" w:rsidRPr="00BD4B48" w:rsidSect="00570B8A">
          <w:headerReference w:type="even" r:id="rId26"/>
          <w:headerReference w:type="default" r:id="rId27"/>
          <w:footerReference w:type="even" r:id="rId28"/>
          <w:headerReference w:type="first" r:id="rId29"/>
          <w:footerReference w:type="first" r:id="rId30"/>
          <w:pgSz w:w="11906" w:h="16838" w:code="9"/>
          <w:pgMar w:top="567" w:right="794" w:bottom="567" w:left="907" w:header="567" w:footer="850" w:gutter="0"/>
          <w:cols w:space="708"/>
          <w:docGrid w:linePitch="360"/>
        </w:sectPr>
      </w:pPr>
    </w:p>
    <w:p w14:paraId="0B5B967E" w14:textId="7667DA1A" w:rsidR="001A4C81" w:rsidRDefault="001A4C81" w:rsidP="00D20485">
      <w:pPr>
        <w:spacing w:after="200" w:line="276" w:lineRule="auto"/>
      </w:pPr>
    </w:p>
    <w:tbl>
      <w:tblPr>
        <w:tblStyle w:val="TableGrid2"/>
        <w:tblpPr w:leftFromText="180" w:rightFromText="180" w:vertAnchor="text" w:tblpY="1"/>
        <w:tblOverlap w:val="never"/>
        <w:tblW w:w="15388" w:type="dxa"/>
        <w:tblLook w:val="04A0" w:firstRow="1" w:lastRow="0" w:firstColumn="1" w:lastColumn="0" w:noHBand="0" w:noVBand="1"/>
      </w:tblPr>
      <w:tblGrid>
        <w:gridCol w:w="3446"/>
        <w:gridCol w:w="4199"/>
        <w:gridCol w:w="723"/>
        <w:gridCol w:w="7020"/>
      </w:tblGrid>
      <w:tr w:rsidR="001A4C81" w:rsidRPr="00CB5A35" w14:paraId="4AE38209" w14:textId="77777777" w:rsidTr="00B95B2B">
        <w:trPr>
          <w:trHeight w:val="587"/>
          <w:tblHeader/>
        </w:trPr>
        <w:tc>
          <w:tcPr>
            <w:tcW w:w="3446" w:type="dxa"/>
            <w:tcBorders>
              <w:top w:val="single" w:sz="4" w:space="0" w:color="auto"/>
              <w:left w:val="single" w:sz="4" w:space="0" w:color="auto"/>
              <w:right w:val="single" w:sz="4" w:space="0" w:color="auto"/>
            </w:tcBorders>
            <w:shd w:val="clear" w:color="auto" w:fill="00B0F0"/>
            <w:vAlign w:val="center"/>
          </w:tcPr>
          <w:p w14:paraId="7DCDB255" w14:textId="77777777" w:rsidR="001A4C81" w:rsidRPr="00CB5A35" w:rsidRDefault="001A4C81" w:rsidP="00310E67">
            <w:pPr>
              <w:spacing w:before="60" w:after="60" w:line="240" w:lineRule="auto"/>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t>Implications for VTS</w:t>
            </w:r>
          </w:p>
        </w:tc>
        <w:tc>
          <w:tcPr>
            <w:tcW w:w="4199" w:type="dxa"/>
            <w:tcBorders>
              <w:top w:val="single" w:sz="4" w:space="0" w:color="auto"/>
              <w:left w:val="single" w:sz="4" w:space="0" w:color="auto"/>
              <w:bottom w:val="single" w:sz="4" w:space="0" w:color="auto"/>
              <w:right w:val="single" w:sz="4" w:space="0" w:color="auto"/>
            </w:tcBorders>
            <w:shd w:val="clear" w:color="auto" w:fill="00B0F0"/>
            <w:vAlign w:val="center"/>
          </w:tcPr>
          <w:p w14:paraId="573F5805" w14:textId="77777777" w:rsidR="001A4C81" w:rsidRPr="00CB5A35" w:rsidRDefault="001A4C81" w:rsidP="00310E67">
            <w:pPr>
              <w:pStyle w:val="ListParagraph"/>
              <w:spacing w:before="60" w:after="60" w:line="240" w:lineRule="auto"/>
              <w:ind w:left="360"/>
              <w:contextualSpacing w:val="0"/>
              <w:jc w:val="center"/>
              <w:rPr>
                <w:rFonts w:ascii="Calibri" w:eastAsia="SimSun" w:hAnsi="Calibri" w:cs="Calibri"/>
                <w:b/>
                <w:bCs/>
                <w:sz w:val="24"/>
                <w:szCs w:val="24"/>
              </w:rPr>
            </w:pPr>
            <w:r w:rsidRPr="00CB5A35">
              <w:rPr>
                <w:rFonts w:ascii="Calibri" w:eastAsia="SimSun" w:hAnsi="Calibri" w:cs="Calibri"/>
                <w:b/>
                <w:bCs/>
                <w:color w:val="FFFFFF" w:themeColor="background1"/>
                <w:sz w:val="24"/>
                <w:szCs w:val="24"/>
              </w:rPr>
              <w:t>Consideration / s</w:t>
            </w:r>
          </w:p>
        </w:tc>
        <w:tc>
          <w:tcPr>
            <w:tcW w:w="723" w:type="dxa"/>
            <w:tcBorders>
              <w:top w:val="single" w:sz="4" w:space="0" w:color="auto"/>
              <w:left w:val="single" w:sz="4" w:space="0" w:color="auto"/>
              <w:bottom w:val="single" w:sz="4" w:space="0" w:color="auto"/>
              <w:right w:val="nil"/>
            </w:tcBorders>
            <w:shd w:val="clear" w:color="auto" w:fill="00B0F0"/>
          </w:tcPr>
          <w:p w14:paraId="34209C72" w14:textId="77777777" w:rsidR="001A4C81" w:rsidRPr="00351B1E" w:rsidRDefault="001A4C81" w:rsidP="00310E67">
            <w:pPr>
              <w:spacing w:before="60" w:after="60" w:line="240" w:lineRule="auto"/>
              <w:jc w:val="center"/>
              <w:rPr>
                <w:rFonts w:ascii="Calibri" w:eastAsia="SimSun" w:hAnsi="Calibri" w:cs="Calibri"/>
                <w:b/>
                <w:bCs/>
                <w:color w:val="FFFFFF" w:themeColor="background1"/>
                <w:sz w:val="24"/>
                <w:szCs w:val="24"/>
              </w:rPr>
            </w:pPr>
          </w:p>
        </w:tc>
        <w:tc>
          <w:tcPr>
            <w:tcW w:w="7020" w:type="dxa"/>
            <w:tcBorders>
              <w:top w:val="single" w:sz="4" w:space="0" w:color="auto"/>
              <w:left w:val="nil"/>
              <w:bottom w:val="single" w:sz="4" w:space="0" w:color="auto"/>
              <w:right w:val="single" w:sz="4" w:space="0" w:color="auto"/>
            </w:tcBorders>
            <w:shd w:val="clear" w:color="auto" w:fill="00B0F0"/>
            <w:vAlign w:val="center"/>
          </w:tcPr>
          <w:p w14:paraId="621E9914" w14:textId="77777777" w:rsidR="001A4C81" w:rsidRPr="00CB5A35" w:rsidRDefault="001A4C81" w:rsidP="00310E67">
            <w:pPr>
              <w:spacing w:before="60" w:after="60" w:line="240" w:lineRule="auto"/>
              <w:jc w:val="center"/>
              <w:rPr>
                <w:rFonts w:ascii="Calibri" w:eastAsia="SimSun" w:hAnsi="Calibri" w:cs="Calibri"/>
                <w:b/>
                <w:bCs/>
                <w:sz w:val="24"/>
                <w:szCs w:val="24"/>
              </w:rPr>
            </w:pPr>
            <w:r>
              <w:rPr>
                <w:rFonts w:ascii="Calibri" w:eastAsia="SimSun" w:hAnsi="Calibri" w:cs="Calibri"/>
                <w:b/>
                <w:bCs/>
                <w:color w:val="FFFFFF" w:themeColor="background1"/>
                <w:sz w:val="24"/>
                <w:szCs w:val="24"/>
              </w:rPr>
              <w:t xml:space="preserve">Functional </w:t>
            </w:r>
            <w:r w:rsidRPr="00CB5A35">
              <w:rPr>
                <w:rFonts w:ascii="Calibri" w:eastAsia="SimSun" w:hAnsi="Calibri" w:cs="Calibri"/>
                <w:b/>
                <w:bCs/>
                <w:color w:val="FFFFFF" w:themeColor="background1"/>
                <w:sz w:val="24"/>
                <w:szCs w:val="24"/>
              </w:rPr>
              <w:t>Requirements</w:t>
            </w:r>
          </w:p>
        </w:tc>
      </w:tr>
      <w:tr w:rsidR="001A4C81" w:rsidRPr="00CB5A35" w14:paraId="4CFEF5FD" w14:textId="77777777" w:rsidTr="00310E67">
        <w:trPr>
          <w:trHeight w:val="587"/>
        </w:trPr>
        <w:tc>
          <w:tcPr>
            <w:tcW w:w="15388" w:type="dxa"/>
            <w:gridSpan w:val="4"/>
            <w:tcBorders>
              <w:top w:val="single" w:sz="4" w:space="0" w:color="auto"/>
              <w:left w:val="single" w:sz="4" w:space="0" w:color="auto"/>
              <w:right w:val="single" w:sz="4" w:space="0" w:color="auto"/>
            </w:tcBorders>
            <w:shd w:val="clear" w:color="auto" w:fill="00B0F0"/>
            <w:vAlign w:val="center"/>
          </w:tcPr>
          <w:p w14:paraId="15007115" w14:textId="4C6097B5" w:rsidR="001A4C81" w:rsidRPr="00544745" w:rsidRDefault="001A4C81">
            <w:pPr>
              <w:pStyle w:val="ListParagraph"/>
              <w:numPr>
                <w:ilvl w:val="0"/>
                <w:numId w:val="31"/>
              </w:numPr>
              <w:spacing w:before="60" w:after="60" w:line="240" w:lineRule="auto"/>
              <w:rPr>
                <w:rFonts w:ascii="Calibri" w:eastAsia="SimSun" w:hAnsi="Calibri" w:cs="Calibri"/>
                <w:sz w:val="24"/>
                <w:szCs w:val="24"/>
                <w:u w:val="single"/>
              </w:rPr>
            </w:pPr>
            <w:r w:rsidRPr="00544745">
              <w:rPr>
                <w:rFonts w:ascii="Calibri" w:eastAsia="SimSun" w:hAnsi="Calibri" w:cs="Calibri"/>
                <w:b/>
                <w:bCs/>
                <w:color w:val="FFFFFF" w:themeColor="background1"/>
                <w:sz w:val="24"/>
                <w:szCs w:val="24"/>
              </w:rPr>
              <w:t>Digital Communication /</w:t>
            </w:r>
            <w:r w:rsidR="00C54B5B">
              <w:rPr>
                <w:rFonts w:ascii="Calibri" w:eastAsia="SimSun" w:hAnsi="Calibri" w:cs="Calibri"/>
                <w:b/>
                <w:bCs/>
                <w:color w:val="FFFFFF" w:themeColor="background1"/>
                <w:sz w:val="24"/>
                <w:szCs w:val="24"/>
              </w:rPr>
              <w:t xml:space="preserve"> </w:t>
            </w:r>
            <w:r w:rsidRPr="00544745">
              <w:rPr>
                <w:rFonts w:ascii="Calibri" w:eastAsia="SimSun" w:hAnsi="Calibri" w:cs="Calibri"/>
                <w:b/>
                <w:bCs/>
                <w:color w:val="FFFFFF" w:themeColor="background1"/>
                <w:sz w:val="24"/>
                <w:szCs w:val="24"/>
              </w:rPr>
              <w:t>Interaction</w:t>
            </w:r>
          </w:p>
        </w:tc>
      </w:tr>
      <w:tr w:rsidR="001A4C81" w:rsidRPr="00CB5A35" w14:paraId="5C6536E0" w14:textId="77777777" w:rsidTr="00B95B2B">
        <w:trPr>
          <w:trHeight w:val="587"/>
        </w:trPr>
        <w:tc>
          <w:tcPr>
            <w:tcW w:w="3446" w:type="dxa"/>
            <w:vMerge w:val="restart"/>
            <w:tcBorders>
              <w:top w:val="single" w:sz="4" w:space="0" w:color="auto"/>
              <w:left w:val="single" w:sz="4" w:space="0" w:color="auto"/>
              <w:right w:val="single" w:sz="4" w:space="0" w:color="auto"/>
            </w:tcBorders>
            <w:shd w:val="clear" w:color="auto" w:fill="F2F2F2" w:themeFill="background1" w:themeFillShade="F2"/>
          </w:tcPr>
          <w:p w14:paraId="6C2FD010" w14:textId="77777777" w:rsidR="001A4C81" w:rsidRPr="00072698" w:rsidRDefault="001A4C81" w:rsidP="00310E67">
            <w:pPr>
              <w:spacing w:before="60" w:after="60" w:line="240" w:lineRule="auto"/>
              <w:rPr>
                <w:rFonts w:ascii="Calibri" w:eastAsia="SimSun" w:hAnsi="Calibri" w:cs="Calibri"/>
                <w:sz w:val="20"/>
              </w:rPr>
            </w:pPr>
            <w:r>
              <w:rPr>
                <w:rFonts w:ascii="Calibri" w:eastAsia="SimSun" w:hAnsi="Calibri" w:cs="Calibri"/>
                <w:sz w:val="20"/>
              </w:rPr>
              <w:t xml:space="preserve">1.1 </w:t>
            </w:r>
            <w:r w:rsidRPr="00072698">
              <w:rPr>
                <w:rFonts w:ascii="Calibri" w:eastAsia="SimSun" w:hAnsi="Calibri" w:cs="Calibri"/>
                <w:sz w:val="20"/>
              </w:rPr>
              <w:t xml:space="preserve">Capability to interact digitally in a manner that achieves a level of effectiveness and timeliness at least equivalent to that expected with interacting by </w:t>
            </w:r>
            <w:r>
              <w:rPr>
                <w:rFonts w:ascii="Calibri" w:eastAsia="SimSun" w:hAnsi="Calibri" w:cs="Calibri"/>
                <w:sz w:val="20"/>
              </w:rPr>
              <w:t xml:space="preserve">VHF </w:t>
            </w:r>
            <w:r w:rsidRPr="00072698">
              <w:rPr>
                <w:rFonts w:ascii="Calibri" w:eastAsia="SimSun" w:hAnsi="Calibri" w:cs="Calibri"/>
                <w:sz w:val="20"/>
              </w:rPr>
              <w:t>voice.</w:t>
            </w:r>
          </w:p>
        </w:tc>
        <w:tc>
          <w:tcPr>
            <w:tcW w:w="4199" w:type="dxa"/>
            <w:vMerge w:val="restart"/>
            <w:tcBorders>
              <w:top w:val="single" w:sz="4" w:space="0" w:color="auto"/>
              <w:left w:val="single" w:sz="4" w:space="0" w:color="auto"/>
              <w:right w:val="single" w:sz="4" w:space="0" w:color="auto"/>
            </w:tcBorders>
            <w:shd w:val="clear" w:color="auto" w:fill="auto"/>
          </w:tcPr>
          <w:p w14:paraId="014DD7E6" w14:textId="4CAC20E6"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Adoption of s</w:t>
            </w:r>
            <w:r w:rsidRPr="00CB5A35">
              <w:rPr>
                <w:rFonts w:ascii="Calibri" w:eastAsia="SimSun" w:hAnsi="Calibri" w:cs="Calibri"/>
                <w:sz w:val="20"/>
              </w:rPr>
              <w:t xml:space="preserve">tandards </w:t>
            </w:r>
            <w:r>
              <w:rPr>
                <w:rFonts w:ascii="Calibri" w:eastAsia="SimSun" w:hAnsi="Calibri" w:cs="Calibri"/>
                <w:sz w:val="20"/>
              </w:rPr>
              <w:t>to harmonize</w:t>
            </w:r>
            <w:r w:rsidRPr="00EA4146">
              <w:rPr>
                <w:rFonts w:ascii="Calibri" w:eastAsia="SimSun" w:hAnsi="Calibri" w:cs="Calibri"/>
                <w:sz w:val="20"/>
              </w:rPr>
              <w:t xml:space="preserve"> interaction between VTS</w:t>
            </w:r>
            <w:r>
              <w:rPr>
                <w:rFonts w:ascii="Calibri" w:eastAsia="SimSun" w:hAnsi="Calibri" w:cs="Calibri"/>
                <w:sz w:val="20"/>
              </w:rPr>
              <w:t xml:space="preserve">, </w:t>
            </w:r>
            <w:r w:rsidRPr="00EA4146">
              <w:rPr>
                <w:rFonts w:ascii="Calibri" w:eastAsia="SimSun" w:hAnsi="Calibri" w:cs="Calibri"/>
                <w:sz w:val="20"/>
              </w:rPr>
              <w:t xml:space="preserve">ships </w:t>
            </w:r>
            <w:r>
              <w:rPr>
                <w:rFonts w:ascii="Calibri" w:eastAsia="SimSun" w:hAnsi="Calibri" w:cs="Calibri"/>
                <w:sz w:val="20"/>
              </w:rPr>
              <w:t xml:space="preserve">and ROCs </w:t>
            </w:r>
            <w:r w:rsidRPr="00EA4146">
              <w:rPr>
                <w:rFonts w:ascii="Calibri" w:eastAsia="SimSun" w:hAnsi="Calibri" w:cs="Calibri"/>
                <w:sz w:val="20"/>
              </w:rPr>
              <w:t>by digital means</w:t>
            </w:r>
            <w:r>
              <w:rPr>
                <w:rFonts w:ascii="Calibri" w:eastAsia="SimSun" w:hAnsi="Calibri" w:cs="Calibri"/>
                <w:sz w:val="20"/>
              </w:rPr>
              <w:t xml:space="preserve"> in a manner that:</w:t>
            </w:r>
          </w:p>
          <w:p w14:paraId="22603D31"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sidRPr="00EA4146">
              <w:rPr>
                <w:rFonts w:ascii="Calibri" w:eastAsia="SimSun" w:hAnsi="Calibri" w:cs="Calibri"/>
                <w:sz w:val="20"/>
              </w:rPr>
              <w:t>Ensur</w:t>
            </w:r>
            <w:r>
              <w:rPr>
                <w:rFonts w:ascii="Calibri" w:eastAsia="SimSun" w:hAnsi="Calibri" w:cs="Calibri"/>
                <w:sz w:val="20"/>
              </w:rPr>
              <w:t>es</w:t>
            </w:r>
            <w:r w:rsidRPr="00EA4146">
              <w:rPr>
                <w:rFonts w:ascii="Calibri" w:eastAsia="SimSun" w:hAnsi="Calibri" w:cs="Calibri"/>
                <w:sz w:val="20"/>
              </w:rPr>
              <w:t xml:space="preserve"> communication</w:t>
            </w:r>
            <w:r>
              <w:rPr>
                <w:rFonts w:ascii="Calibri" w:eastAsia="SimSun" w:hAnsi="Calibri" w:cs="Calibri"/>
                <w:sz w:val="20"/>
              </w:rPr>
              <w:t>/interaction</w:t>
            </w:r>
            <w:r w:rsidRPr="00EA4146">
              <w:rPr>
                <w:rFonts w:ascii="Calibri" w:eastAsia="SimSun" w:hAnsi="Calibri" w:cs="Calibri"/>
                <w:sz w:val="20"/>
              </w:rPr>
              <w:t xml:space="preserve"> convey</w:t>
            </w:r>
            <w:r>
              <w:rPr>
                <w:rFonts w:ascii="Calibri" w:eastAsia="SimSun" w:hAnsi="Calibri" w:cs="Calibri"/>
                <w:sz w:val="20"/>
              </w:rPr>
              <w:t>s</w:t>
            </w:r>
            <w:r w:rsidRPr="00EA4146">
              <w:rPr>
                <w:rFonts w:ascii="Calibri" w:eastAsia="SimSun" w:hAnsi="Calibri" w:cs="Calibri"/>
                <w:sz w:val="20"/>
              </w:rPr>
              <w:t xml:space="preserve"> the same meaning and intent, irrespective of whether </w:t>
            </w:r>
            <w:r>
              <w:rPr>
                <w:rFonts w:ascii="Calibri" w:eastAsia="SimSun" w:hAnsi="Calibri" w:cs="Calibri"/>
                <w:sz w:val="20"/>
              </w:rPr>
              <w:t xml:space="preserve">it is </w:t>
            </w:r>
            <w:r w:rsidRPr="00EA4146">
              <w:rPr>
                <w:rFonts w:ascii="Calibri" w:eastAsia="SimSun" w:hAnsi="Calibri" w:cs="Calibri"/>
                <w:sz w:val="20"/>
              </w:rPr>
              <w:t>provided by VHF voice or digitally.</w:t>
            </w:r>
          </w:p>
          <w:p w14:paraId="611841D7" w14:textId="77777777" w:rsidR="001A4C81"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Enables s</w:t>
            </w:r>
            <w:r w:rsidRPr="00CA63FA">
              <w:rPr>
                <w:rFonts w:ascii="Calibri" w:eastAsia="SimSun" w:hAnsi="Calibri" w:cs="Calibri"/>
                <w:sz w:val="20"/>
              </w:rPr>
              <w:t>hips to meet their reporting requirements by digital means.</w:t>
            </w:r>
          </w:p>
          <w:p w14:paraId="7AA2AD8E" w14:textId="77777777" w:rsidR="001A4C81" w:rsidRPr="00D40003" w:rsidRDefault="001A4C81">
            <w:pPr>
              <w:pStyle w:val="ListParagraph"/>
              <w:numPr>
                <w:ilvl w:val="0"/>
                <w:numId w:val="45"/>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rPr>
              <w:t xml:space="preserve">Enables </w:t>
            </w:r>
            <w:r w:rsidRPr="00CA63FA">
              <w:rPr>
                <w:rFonts w:ascii="Calibri" w:eastAsia="SimSun" w:hAnsi="Calibri" w:cs="Calibri"/>
                <w:sz w:val="20"/>
              </w:rPr>
              <w:t xml:space="preserve">VTS </w:t>
            </w:r>
            <w:r>
              <w:rPr>
                <w:rFonts w:ascii="Calibri" w:eastAsia="SimSun" w:hAnsi="Calibri" w:cs="Calibri"/>
                <w:sz w:val="20"/>
              </w:rPr>
              <w:t xml:space="preserve">to </w:t>
            </w:r>
            <w:r w:rsidRPr="00CA63FA">
              <w:rPr>
                <w:rFonts w:ascii="Calibri" w:eastAsia="SimSun" w:hAnsi="Calibri" w:cs="Calibri"/>
                <w:sz w:val="20"/>
              </w:rPr>
              <w:t>interact</w:t>
            </w:r>
            <w:r>
              <w:rPr>
                <w:rFonts w:ascii="Calibri" w:eastAsia="SimSun" w:hAnsi="Calibri" w:cs="Calibri"/>
                <w:sz w:val="20"/>
              </w:rPr>
              <w:t xml:space="preserve"> with ship</w:t>
            </w:r>
            <w:r w:rsidRPr="00CA63FA">
              <w:rPr>
                <w:rFonts w:ascii="Calibri" w:eastAsia="SimSun" w:hAnsi="Calibri" w:cs="Calibri"/>
                <w:sz w:val="20"/>
              </w:rPr>
              <w:t xml:space="preserve">s </w:t>
            </w:r>
            <w:r>
              <w:rPr>
                <w:rFonts w:ascii="Calibri" w:eastAsia="SimSun" w:hAnsi="Calibri" w:cs="Calibri"/>
                <w:sz w:val="20"/>
              </w:rPr>
              <w:t>an</w:t>
            </w:r>
            <w:r w:rsidRPr="00CA63FA">
              <w:rPr>
                <w:rFonts w:ascii="Calibri" w:eastAsia="SimSun" w:hAnsi="Calibri" w:cs="Calibri"/>
                <w:sz w:val="20"/>
              </w:rPr>
              <w:t>d manage ship traffic to ensure the safety and efficiency of ship movements by providing information or issuing advice, warnings and instructions as deemed necessary by digital means.</w:t>
            </w:r>
          </w:p>
        </w:tc>
        <w:tc>
          <w:tcPr>
            <w:tcW w:w="723" w:type="dxa"/>
            <w:tcBorders>
              <w:top w:val="single" w:sz="4" w:space="0" w:color="auto"/>
              <w:left w:val="single" w:sz="4" w:space="0" w:color="auto"/>
              <w:bottom w:val="single" w:sz="4" w:space="0" w:color="auto"/>
              <w:right w:val="single" w:sz="4" w:space="0" w:color="auto"/>
            </w:tcBorders>
          </w:tcPr>
          <w:p w14:paraId="4DE91E04" w14:textId="77777777" w:rsidR="001A4C81" w:rsidRPr="00351B1E"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1.1</w:t>
            </w:r>
            <w:r>
              <w:rPr>
                <w:rFonts w:ascii="Calibri" w:eastAsia="SimSun" w:hAnsi="Calibri" w:cs="Calibri"/>
                <w:sz w:val="20"/>
              </w:rPr>
              <w:t>.1</w:t>
            </w:r>
          </w:p>
        </w:tc>
        <w:tc>
          <w:tcPr>
            <w:tcW w:w="7020" w:type="dxa"/>
            <w:tcBorders>
              <w:top w:val="single" w:sz="4" w:space="0" w:color="auto"/>
              <w:left w:val="single" w:sz="4" w:space="0" w:color="auto"/>
              <w:bottom w:val="single" w:sz="4" w:space="0" w:color="auto"/>
              <w:right w:val="single" w:sz="4" w:space="0" w:color="auto"/>
            </w:tcBorders>
          </w:tcPr>
          <w:p w14:paraId="03315BFE" w14:textId="77777777" w:rsidR="001A4C81" w:rsidRPr="00B22BC6" w:rsidRDefault="001A4C81" w:rsidP="00310E67">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Standards for </w:t>
            </w:r>
            <w:r>
              <w:rPr>
                <w:rFonts w:ascii="Calibri" w:eastAsia="SimSun" w:hAnsi="Calibri" w:cs="Calibri"/>
                <w:sz w:val="20"/>
                <w:u w:val="single"/>
              </w:rPr>
              <w:t xml:space="preserve">VTS </w:t>
            </w:r>
            <w:r w:rsidRPr="00B22BC6">
              <w:rPr>
                <w:rFonts w:ascii="Calibri" w:eastAsia="SimSun" w:hAnsi="Calibri" w:cs="Calibri"/>
                <w:sz w:val="20"/>
                <w:u w:val="single"/>
              </w:rPr>
              <w:t>digital</w:t>
            </w:r>
            <w:r>
              <w:rPr>
                <w:rFonts w:ascii="Calibri" w:eastAsia="SimSun" w:hAnsi="Calibri" w:cs="Calibri"/>
                <w:sz w:val="20"/>
                <w:u w:val="single"/>
              </w:rPr>
              <w:t xml:space="preserve"> communications</w:t>
            </w:r>
          </w:p>
          <w:p w14:paraId="17A2DF44" w14:textId="77777777" w:rsidR="001A4C81" w:rsidRPr="00B87F7B" w:rsidRDefault="001A4C81" w:rsidP="00310E67">
            <w:pPr>
              <w:spacing w:before="60" w:after="60" w:line="240" w:lineRule="auto"/>
              <w:rPr>
                <w:rFonts w:ascii="Calibri" w:eastAsia="SimSun" w:hAnsi="Calibri" w:cs="Calibri"/>
                <w:sz w:val="20"/>
              </w:rPr>
            </w:pPr>
            <w:r>
              <w:rPr>
                <w:rFonts w:ascii="Calibri" w:eastAsia="SimSun" w:hAnsi="Calibri" w:cs="Calibri"/>
                <w:sz w:val="20"/>
              </w:rPr>
              <w:t>Digital interaction</w:t>
            </w:r>
            <w:r w:rsidRPr="00B87F7B">
              <w:rPr>
                <w:rFonts w:ascii="Calibri" w:eastAsia="SimSun" w:hAnsi="Calibri" w:cs="Calibri"/>
                <w:sz w:val="20"/>
              </w:rPr>
              <w:t xml:space="preserve"> </w:t>
            </w:r>
            <w:r>
              <w:rPr>
                <w:rFonts w:ascii="Calibri" w:eastAsia="SimSun" w:hAnsi="Calibri" w:cs="Calibri"/>
                <w:sz w:val="20"/>
              </w:rPr>
              <w:t xml:space="preserve">between VTS and ‘ships’ </w:t>
            </w:r>
            <w:r w:rsidRPr="00B87F7B">
              <w:rPr>
                <w:rFonts w:ascii="Calibri" w:eastAsia="SimSun" w:hAnsi="Calibri" w:cs="Calibri"/>
                <w:sz w:val="20"/>
              </w:rPr>
              <w:t xml:space="preserve">is </w:t>
            </w:r>
            <w:r>
              <w:rPr>
                <w:rFonts w:ascii="Calibri" w:eastAsia="SimSun" w:hAnsi="Calibri" w:cs="Calibri"/>
                <w:sz w:val="20"/>
              </w:rPr>
              <w:t xml:space="preserve">provided through a </w:t>
            </w:r>
            <w:r w:rsidRPr="00B87F7B">
              <w:rPr>
                <w:rFonts w:ascii="Calibri" w:eastAsia="SimSun" w:hAnsi="Calibri" w:cs="Calibri"/>
                <w:sz w:val="20"/>
              </w:rPr>
              <w:t>standard</w:t>
            </w:r>
            <w:r>
              <w:rPr>
                <w:rFonts w:ascii="Calibri" w:eastAsia="SimSun" w:hAnsi="Calibri" w:cs="Calibri"/>
                <w:sz w:val="20"/>
              </w:rPr>
              <w:t>ized</w:t>
            </w:r>
            <w:r w:rsidRPr="00B87F7B">
              <w:rPr>
                <w:rFonts w:ascii="Calibri" w:eastAsia="SimSun" w:hAnsi="Calibri" w:cs="Calibri"/>
                <w:sz w:val="20"/>
              </w:rPr>
              <w:t xml:space="preserve"> message structure </w:t>
            </w:r>
            <w:r>
              <w:rPr>
                <w:rFonts w:ascii="Calibri" w:eastAsia="SimSun" w:hAnsi="Calibri" w:cs="Calibri"/>
                <w:sz w:val="20"/>
              </w:rPr>
              <w:t>(</w:t>
            </w:r>
            <w:r w:rsidRPr="005570F1">
              <w:rPr>
                <w:rFonts w:ascii="Calibri" w:eastAsia="SimSun" w:hAnsi="Calibri" w:cs="Calibri"/>
                <w:sz w:val="20"/>
              </w:rPr>
              <w:t>data elements, format, syntax</w:t>
            </w:r>
            <w:r>
              <w:rPr>
                <w:rFonts w:ascii="Calibri" w:eastAsia="SimSun" w:hAnsi="Calibri" w:cs="Calibri"/>
                <w:sz w:val="20"/>
              </w:rPr>
              <w:t>)</w:t>
            </w:r>
            <w:r w:rsidRPr="005570F1">
              <w:rPr>
                <w:rFonts w:ascii="Calibri" w:eastAsia="SimSun" w:hAnsi="Calibri" w:cs="Calibri"/>
                <w:sz w:val="20"/>
              </w:rPr>
              <w:t xml:space="preserve"> </w:t>
            </w:r>
            <w:r w:rsidRPr="00B87F7B">
              <w:rPr>
                <w:rFonts w:ascii="Calibri" w:eastAsia="SimSun" w:hAnsi="Calibri" w:cs="Calibri"/>
                <w:sz w:val="20"/>
              </w:rPr>
              <w:t>and phrases to:</w:t>
            </w:r>
          </w:p>
          <w:p w14:paraId="5E5BEBD3" w14:textId="77777777" w:rsidR="001A4C81" w:rsidRPr="005A2B13"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5A2B13">
              <w:rPr>
                <w:rFonts w:ascii="Calibri" w:eastAsia="SimSun" w:hAnsi="Calibri" w:cs="Calibri"/>
                <w:sz w:val="20"/>
              </w:rPr>
              <w:t xml:space="preserve">Facilitate clear, concise, and unambiguous </w:t>
            </w:r>
            <w:r>
              <w:rPr>
                <w:rFonts w:ascii="Calibri" w:eastAsia="SimSun" w:hAnsi="Calibri" w:cs="Calibri"/>
                <w:sz w:val="20"/>
              </w:rPr>
              <w:t>interactions</w:t>
            </w:r>
            <w:r w:rsidRPr="005A2B13">
              <w:rPr>
                <w:rFonts w:ascii="Calibri" w:eastAsia="SimSun" w:hAnsi="Calibri" w:cs="Calibri"/>
                <w:sz w:val="20"/>
              </w:rPr>
              <w:t xml:space="preserve"> that are timely and effective.</w:t>
            </w:r>
          </w:p>
          <w:p w14:paraId="5F7C2382" w14:textId="120C6A16" w:rsidR="001A4C81" w:rsidRPr="00F2255C" w:rsidRDefault="001A4C81">
            <w:pPr>
              <w:pStyle w:val="ListParagraph"/>
              <w:numPr>
                <w:ilvl w:val="0"/>
                <w:numId w:val="34"/>
              </w:numPr>
              <w:spacing w:before="60" w:after="60" w:line="240" w:lineRule="auto"/>
              <w:ind w:left="544"/>
              <w:contextualSpacing w:val="0"/>
              <w:rPr>
                <w:rFonts w:ascii="Calibri" w:eastAsia="SimSun" w:hAnsi="Calibri" w:cs="Calibri"/>
                <w:sz w:val="20"/>
              </w:rPr>
            </w:pPr>
            <w:r w:rsidRPr="00722AA1">
              <w:rPr>
                <w:rFonts w:ascii="Calibri" w:eastAsia="SimSun" w:hAnsi="Calibri" w:cs="Calibri"/>
                <w:sz w:val="20"/>
              </w:rPr>
              <w:t xml:space="preserve">Ensure the </w:t>
            </w:r>
            <w:r w:rsidR="007670B1">
              <w:rPr>
                <w:rFonts w:ascii="Calibri" w:eastAsia="SimSun" w:hAnsi="Calibri" w:cs="Calibri"/>
                <w:sz w:val="20"/>
              </w:rPr>
              <w:t xml:space="preserve">digital communication is aligned with the </w:t>
            </w:r>
            <w:r w:rsidRPr="00722AA1">
              <w:rPr>
                <w:rFonts w:ascii="Calibri" w:eastAsia="SimSun" w:hAnsi="Calibri" w:cs="Calibri"/>
                <w:sz w:val="20"/>
              </w:rPr>
              <w:t xml:space="preserve">practices described in </w:t>
            </w:r>
            <w:r>
              <w:t xml:space="preserve"> </w:t>
            </w:r>
            <w:r w:rsidRPr="00722AA1">
              <w:rPr>
                <w:rFonts w:ascii="Calibri" w:eastAsia="SimSun" w:hAnsi="Calibri" w:cs="Calibri"/>
                <w:i/>
                <w:iCs/>
                <w:sz w:val="20"/>
              </w:rPr>
              <w:t>G1132 – VTS Voice Communications and Phraseology</w:t>
            </w:r>
            <w:r>
              <w:rPr>
                <w:rFonts w:ascii="Calibri" w:eastAsia="SimSun" w:hAnsi="Calibri" w:cs="Calibri"/>
                <w:i/>
                <w:iCs/>
                <w:sz w:val="20"/>
              </w:rPr>
              <w:t>.</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7330C1AA" w14:textId="77777777" w:rsidTr="00310E67">
              <w:trPr>
                <w:trHeight w:val="701"/>
                <w:jc w:val="center"/>
              </w:trPr>
              <w:tc>
                <w:tcPr>
                  <w:tcW w:w="5602" w:type="dxa"/>
                  <w:shd w:val="clear" w:color="auto" w:fill="B5E1FF" w:themeFill="accent1" w:themeFillTint="33"/>
                </w:tcPr>
                <w:p w14:paraId="386B1881"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w:t>
                  </w:r>
                </w:p>
                <w:p w14:paraId="7F97E460"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The intent of messages</w:t>
                  </w:r>
                </w:p>
                <w:p w14:paraId="01213D13"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275CF4">
                    <w:rPr>
                      <w:rFonts w:ascii="Calibri" w:eastAsia="SimSun" w:hAnsi="Calibri" w:cs="Calibri"/>
                      <w:sz w:val="20"/>
                    </w:rPr>
                    <w:t>Message structure and delivery</w:t>
                  </w:r>
                </w:p>
              </w:tc>
            </w:tr>
          </w:tbl>
          <w:p w14:paraId="308286B4" w14:textId="77777777" w:rsidR="001A4C81" w:rsidRDefault="001A4C81" w:rsidP="00310E67">
            <w:pPr>
              <w:spacing w:before="60" w:after="60" w:line="240" w:lineRule="auto"/>
              <w:ind w:left="184"/>
              <w:rPr>
                <w:rFonts w:ascii="Calibri" w:eastAsia="SimSun" w:hAnsi="Calibri" w:cs="Calibri"/>
                <w:sz w:val="20"/>
              </w:rPr>
            </w:pPr>
          </w:p>
          <w:p w14:paraId="1A7674A5" w14:textId="77777777" w:rsidR="001A4C81" w:rsidRDefault="001A4C81" w:rsidP="00310E67">
            <w:pPr>
              <w:spacing w:before="60" w:after="60" w:line="240" w:lineRule="auto"/>
              <w:ind w:left="184"/>
              <w:rPr>
                <w:rFonts w:ascii="Calibri" w:eastAsia="SimSun" w:hAnsi="Calibri" w:cs="Calibri"/>
                <w:sz w:val="20"/>
              </w:rPr>
            </w:pPr>
          </w:p>
          <w:p w14:paraId="4D659BD5" w14:textId="77777777" w:rsidR="001A4C81" w:rsidRDefault="001A4C81" w:rsidP="00310E67">
            <w:pPr>
              <w:spacing w:before="60" w:after="60" w:line="240" w:lineRule="auto"/>
              <w:ind w:left="184"/>
              <w:rPr>
                <w:rFonts w:ascii="Calibri" w:eastAsia="SimSun" w:hAnsi="Calibri" w:cs="Calibri"/>
                <w:sz w:val="20"/>
              </w:rPr>
            </w:pPr>
          </w:p>
          <w:p w14:paraId="4E181591" w14:textId="77777777" w:rsidR="001A4C81" w:rsidRDefault="001A4C81" w:rsidP="00310E67">
            <w:pPr>
              <w:spacing w:before="60" w:after="60" w:line="240" w:lineRule="auto"/>
              <w:ind w:left="184"/>
              <w:rPr>
                <w:rFonts w:ascii="Calibri" w:eastAsia="SimSun" w:hAnsi="Calibri" w:cs="Calibri"/>
                <w:sz w:val="20"/>
              </w:rPr>
            </w:pPr>
          </w:p>
          <w:p w14:paraId="0D0037B1" w14:textId="77777777" w:rsidR="001A4C81" w:rsidRPr="00F2255C" w:rsidRDefault="001A4C81" w:rsidP="00310E67">
            <w:pPr>
              <w:spacing w:before="60" w:after="60" w:line="240" w:lineRule="auto"/>
              <w:rPr>
                <w:rFonts w:ascii="Calibri" w:eastAsia="SimSun" w:hAnsi="Calibri" w:cs="Calibri"/>
                <w:sz w:val="20"/>
              </w:rPr>
            </w:pPr>
          </w:p>
        </w:tc>
      </w:tr>
      <w:tr w:rsidR="001A4C81" w:rsidRPr="00CB5A35" w14:paraId="0B41469E" w14:textId="77777777" w:rsidTr="00B95B2B">
        <w:trPr>
          <w:trHeight w:val="587"/>
        </w:trPr>
        <w:tc>
          <w:tcPr>
            <w:tcW w:w="3446" w:type="dxa"/>
            <w:vMerge/>
            <w:tcBorders>
              <w:left w:val="single" w:sz="4" w:space="0" w:color="auto"/>
              <w:right w:val="single" w:sz="4" w:space="0" w:color="auto"/>
            </w:tcBorders>
            <w:shd w:val="clear" w:color="auto" w:fill="F2F2F2" w:themeFill="background1" w:themeFillShade="F2"/>
          </w:tcPr>
          <w:p w14:paraId="31F70458" w14:textId="77777777" w:rsidR="001A4C81" w:rsidRPr="00B87F7B" w:rsidRDefault="001A4C81" w:rsidP="00310E67">
            <w:pPr>
              <w:spacing w:before="60" w:after="60" w:line="240" w:lineRule="auto"/>
              <w:rPr>
                <w:rFonts w:ascii="Calibri" w:eastAsia="SimSun" w:hAnsi="Calibri" w:cs="Calibri"/>
                <w:sz w:val="20"/>
              </w:rPr>
            </w:pPr>
          </w:p>
        </w:tc>
        <w:tc>
          <w:tcPr>
            <w:tcW w:w="4199" w:type="dxa"/>
            <w:vMerge/>
            <w:tcBorders>
              <w:left w:val="single" w:sz="4" w:space="0" w:color="auto"/>
              <w:right w:val="single" w:sz="4" w:space="0" w:color="auto"/>
            </w:tcBorders>
            <w:shd w:val="clear" w:color="auto" w:fill="auto"/>
          </w:tcPr>
          <w:p w14:paraId="6C6E7D0E"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65C0812A"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1.2</w:t>
            </w:r>
          </w:p>
        </w:tc>
        <w:tc>
          <w:tcPr>
            <w:tcW w:w="7020" w:type="dxa"/>
            <w:tcBorders>
              <w:top w:val="single" w:sz="4" w:space="0" w:color="auto"/>
              <w:left w:val="single" w:sz="4" w:space="0" w:color="auto"/>
              <w:bottom w:val="single" w:sz="4" w:space="0" w:color="auto"/>
              <w:right w:val="single" w:sz="4" w:space="0" w:color="auto"/>
            </w:tcBorders>
          </w:tcPr>
          <w:p w14:paraId="2528047F" w14:textId="3A6A798F" w:rsidR="001A4C81" w:rsidRPr="004316F7" w:rsidRDefault="002B3D6C" w:rsidP="00310E67">
            <w:pPr>
              <w:spacing w:before="60" w:after="60" w:line="240" w:lineRule="auto"/>
              <w:rPr>
                <w:rFonts w:ascii="Calibri" w:eastAsia="SimSun" w:hAnsi="Calibri" w:cs="Calibri"/>
                <w:sz w:val="20"/>
                <w:u w:val="single"/>
              </w:rPr>
            </w:pPr>
            <w:r>
              <w:rPr>
                <w:rFonts w:ascii="Calibri" w:eastAsia="SimSun" w:hAnsi="Calibri" w:cs="Calibri"/>
                <w:sz w:val="20"/>
              </w:rPr>
              <w:t>Capability to communicate in real time</w:t>
            </w:r>
            <w:r w:rsidR="006B036A">
              <w:rPr>
                <w:rFonts w:ascii="Calibri" w:eastAsia="SimSun" w:hAnsi="Calibri" w:cs="Calibri"/>
                <w:sz w:val="20"/>
              </w:rPr>
              <w:t xml:space="preserve"> at all times</w:t>
            </w:r>
            <w:r>
              <w:rPr>
                <w:rFonts w:ascii="Calibri" w:eastAsia="SimSun" w:hAnsi="Calibri" w:cs="Calibri"/>
                <w:sz w:val="20"/>
              </w:rPr>
              <w:t xml:space="preserve">. </w:t>
            </w:r>
          </w:p>
        </w:tc>
      </w:tr>
      <w:tr w:rsidR="001A4C81" w:rsidRPr="00CB5A35" w14:paraId="340491A1" w14:textId="77777777" w:rsidTr="00B95B2B">
        <w:trPr>
          <w:trHeight w:val="587"/>
        </w:trPr>
        <w:tc>
          <w:tcPr>
            <w:tcW w:w="3446" w:type="dxa"/>
            <w:vMerge/>
            <w:tcBorders>
              <w:left w:val="single" w:sz="4" w:space="0" w:color="auto"/>
              <w:right w:val="single" w:sz="4" w:space="0" w:color="auto"/>
            </w:tcBorders>
            <w:shd w:val="clear" w:color="auto" w:fill="F2F2F2" w:themeFill="background1" w:themeFillShade="F2"/>
          </w:tcPr>
          <w:p w14:paraId="623EE401" w14:textId="77777777" w:rsidR="001A4C81" w:rsidRPr="00B87F7B" w:rsidRDefault="001A4C81" w:rsidP="00310E67">
            <w:pPr>
              <w:spacing w:before="60" w:after="60" w:line="240" w:lineRule="auto"/>
              <w:rPr>
                <w:rFonts w:ascii="Calibri" w:eastAsia="SimSun" w:hAnsi="Calibri" w:cs="Calibri"/>
                <w:sz w:val="20"/>
              </w:rPr>
            </w:pPr>
          </w:p>
        </w:tc>
        <w:tc>
          <w:tcPr>
            <w:tcW w:w="4199" w:type="dxa"/>
            <w:vMerge/>
            <w:tcBorders>
              <w:left w:val="single" w:sz="4" w:space="0" w:color="auto"/>
              <w:right w:val="single" w:sz="4" w:space="0" w:color="auto"/>
            </w:tcBorders>
            <w:shd w:val="clear" w:color="auto" w:fill="auto"/>
          </w:tcPr>
          <w:p w14:paraId="21BDD494"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0A90FFEB"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1.3</w:t>
            </w:r>
          </w:p>
        </w:tc>
        <w:tc>
          <w:tcPr>
            <w:tcW w:w="7020" w:type="dxa"/>
            <w:tcBorders>
              <w:top w:val="single" w:sz="4" w:space="0" w:color="auto"/>
              <w:left w:val="single" w:sz="4" w:space="0" w:color="auto"/>
              <w:bottom w:val="single" w:sz="4" w:space="0" w:color="auto"/>
              <w:right w:val="single" w:sz="4" w:space="0" w:color="auto"/>
            </w:tcBorders>
          </w:tcPr>
          <w:p w14:paraId="77B69F27" w14:textId="38B1D818"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 xml:space="preserve">Capability to </w:t>
            </w:r>
            <w:r w:rsidR="002B3D6C">
              <w:rPr>
                <w:rFonts w:ascii="Calibri" w:eastAsia="SimSun" w:hAnsi="Calibri" w:cs="Calibri"/>
                <w:sz w:val="20"/>
              </w:rPr>
              <w:t xml:space="preserve">communicate effectively </w:t>
            </w:r>
            <w:r w:rsidRPr="00B87F7B">
              <w:rPr>
                <w:rFonts w:ascii="Calibri" w:eastAsia="SimSun" w:hAnsi="Calibri" w:cs="Calibri"/>
                <w:sz w:val="20"/>
              </w:rPr>
              <w:t>with individual ships</w:t>
            </w:r>
            <w:r w:rsidR="002B3D6C">
              <w:rPr>
                <w:rFonts w:ascii="Calibri" w:eastAsia="SimSun" w:hAnsi="Calibri" w:cs="Calibri"/>
                <w:sz w:val="20"/>
              </w:rPr>
              <w:t xml:space="preserve"> </w:t>
            </w:r>
            <w:r w:rsidRPr="00B87F7B">
              <w:rPr>
                <w:rFonts w:ascii="Calibri" w:eastAsia="SimSun" w:hAnsi="Calibri" w:cs="Calibri"/>
                <w:sz w:val="20"/>
              </w:rPr>
              <w:t>either by traditional means (VHF voice), digitally or both</w:t>
            </w:r>
            <w:r w:rsidR="002B3D6C">
              <w:rPr>
                <w:rFonts w:ascii="Calibri" w:eastAsia="SimSun" w:hAnsi="Calibri" w:cs="Calibri"/>
                <w:sz w:val="20"/>
              </w:rPr>
              <w:t>.</w:t>
            </w:r>
          </w:p>
        </w:tc>
      </w:tr>
      <w:tr w:rsidR="001A4C81" w:rsidRPr="00CB5A35" w14:paraId="63FE6D7C" w14:textId="77777777" w:rsidTr="00B95B2B">
        <w:trPr>
          <w:trHeight w:val="587"/>
        </w:trPr>
        <w:tc>
          <w:tcPr>
            <w:tcW w:w="3446" w:type="dxa"/>
            <w:vMerge/>
            <w:tcBorders>
              <w:left w:val="single" w:sz="4" w:space="0" w:color="auto"/>
              <w:right w:val="single" w:sz="4" w:space="0" w:color="auto"/>
            </w:tcBorders>
            <w:shd w:val="clear" w:color="auto" w:fill="F2F2F2" w:themeFill="background1" w:themeFillShade="F2"/>
          </w:tcPr>
          <w:p w14:paraId="2E53AE12" w14:textId="77777777" w:rsidR="001A4C81" w:rsidRPr="00B87F7B" w:rsidRDefault="001A4C81" w:rsidP="00310E67">
            <w:pPr>
              <w:spacing w:before="60" w:after="60" w:line="240" w:lineRule="auto"/>
              <w:rPr>
                <w:rFonts w:ascii="Calibri" w:eastAsia="SimSun" w:hAnsi="Calibri" w:cs="Calibri"/>
                <w:sz w:val="20"/>
              </w:rPr>
            </w:pPr>
          </w:p>
        </w:tc>
        <w:tc>
          <w:tcPr>
            <w:tcW w:w="4199" w:type="dxa"/>
            <w:vMerge/>
            <w:tcBorders>
              <w:left w:val="single" w:sz="4" w:space="0" w:color="auto"/>
              <w:right w:val="single" w:sz="4" w:space="0" w:color="auto"/>
            </w:tcBorders>
            <w:shd w:val="clear" w:color="auto" w:fill="auto"/>
          </w:tcPr>
          <w:p w14:paraId="5B49C78C"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38792BFD" w14:textId="77777777" w:rsidR="001A4C81" w:rsidRDefault="001A4C81" w:rsidP="00310E67">
            <w:pPr>
              <w:spacing w:before="60" w:after="60" w:line="240" w:lineRule="auto"/>
              <w:rPr>
                <w:rFonts w:ascii="Calibri" w:eastAsia="SimSun" w:hAnsi="Calibri" w:cs="Calibri"/>
                <w:sz w:val="20"/>
              </w:rPr>
            </w:pPr>
            <w:r w:rsidRPr="00351B1E">
              <w:rPr>
                <w:rFonts w:ascii="Calibri" w:eastAsia="SimSun" w:hAnsi="Calibri" w:cs="Calibri"/>
                <w:sz w:val="20"/>
              </w:rPr>
              <w:t>1.</w:t>
            </w:r>
            <w:r>
              <w:rPr>
                <w:rFonts w:ascii="Calibri" w:eastAsia="SimSun" w:hAnsi="Calibri" w:cs="Calibri"/>
                <w:sz w:val="20"/>
              </w:rPr>
              <w:t>1.4</w:t>
            </w:r>
          </w:p>
        </w:tc>
        <w:tc>
          <w:tcPr>
            <w:tcW w:w="7020" w:type="dxa"/>
            <w:tcBorders>
              <w:top w:val="single" w:sz="4" w:space="0" w:color="auto"/>
              <w:left w:val="single" w:sz="4" w:space="0" w:color="auto"/>
              <w:bottom w:val="single" w:sz="4" w:space="0" w:color="auto"/>
              <w:right w:val="single" w:sz="4" w:space="0" w:color="auto"/>
            </w:tcBorders>
          </w:tcPr>
          <w:p w14:paraId="1B99527E" w14:textId="77777777" w:rsidR="001A4C81" w:rsidRPr="004316F7" w:rsidRDefault="001A4C81" w:rsidP="00310E67">
            <w:pPr>
              <w:spacing w:before="60" w:after="60" w:line="240" w:lineRule="auto"/>
              <w:rPr>
                <w:rFonts w:ascii="Calibri" w:eastAsia="SimSun" w:hAnsi="Calibri" w:cs="Calibri"/>
                <w:sz w:val="20"/>
                <w:u w:val="single"/>
              </w:rPr>
            </w:pPr>
            <w:r w:rsidRPr="00B87F7B">
              <w:rPr>
                <w:rFonts w:ascii="Calibri" w:eastAsia="SimSun" w:hAnsi="Calibri" w:cs="Calibri"/>
                <w:sz w:val="20"/>
              </w:rPr>
              <w:t>Capability to broadcast to all participating ships simultaneously, either by traditional means (VHF voice), digitally or both.</w:t>
            </w:r>
          </w:p>
        </w:tc>
      </w:tr>
      <w:tr w:rsidR="001A4C81" w:rsidRPr="00CB5A35" w14:paraId="7732CB8D" w14:textId="77777777" w:rsidTr="00B95B2B">
        <w:trPr>
          <w:trHeight w:val="444"/>
        </w:trPr>
        <w:tc>
          <w:tcPr>
            <w:tcW w:w="3446" w:type="dxa"/>
            <w:vMerge/>
            <w:tcBorders>
              <w:left w:val="single" w:sz="4" w:space="0" w:color="auto"/>
              <w:right w:val="single" w:sz="4" w:space="0" w:color="auto"/>
            </w:tcBorders>
            <w:shd w:val="clear" w:color="auto" w:fill="F2F2F2" w:themeFill="background1" w:themeFillShade="F2"/>
          </w:tcPr>
          <w:p w14:paraId="32BB135A" w14:textId="77777777" w:rsidR="001A4C81" w:rsidRPr="00B87F7B" w:rsidRDefault="001A4C81" w:rsidP="00310E67">
            <w:pPr>
              <w:spacing w:before="60" w:after="60" w:line="240" w:lineRule="auto"/>
              <w:rPr>
                <w:rFonts w:ascii="Calibri" w:eastAsia="SimSun" w:hAnsi="Calibri" w:cs="Calibri"/>
                <w:sz w:val="20"/>
              </w:rPr>
            </w:pPr>
          </w:p>
        </w:tc>
        <w:tc>
          <w:tcPr>
            <w:tcW w:w="4199" w:type="dxa"/>
            <w:vMerge/>
            <w:tcBorders>
              <w:left w:val="single" w:sz="4" w:space="0" w:color="auto"/>
              <w:bottom w:val="single" w:sz="4" w:space="0" w:color="auto"/>
              <w:right w:val="single" w:sz="4" w:space="0" w:color="auto"/>
            </w:tcBorders>
            <w:shd w:val="clear" w:color="auto" w:fill="auto"/>
          </w:tcPr>
          <w:p w14:paraId="4DE22D59"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78F29E5F"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1.1.5</w:t>
            </w:r>
          </w:p>
        </w:tc>
        <w:tc>
          <w:tcPr>
            <w:tcW w:w="7020" w:type="dxa"/>
            <w:tcBorders>
              <w:top w:val="single" w:sz="4" w:space="0" w:color="auto"/>
              <w:left w:val="single" w:sz="4" w:space="0" w:color="auto"/>
              <w:bottom w:val="single" w:sz="4" w:space="0" w:color="auto"/>
              <w:right w:val="single" w:sz="4" w:space="0" w:color="auto"/>
            </w:tcBorders>
          </w:tcPr>
          <w:p w14:paraId="0EB2AA0F" w14:textId="0A31386D" w:rsidR="001A4C81" w:rsidRPr="00072698" w:rsidRDefault="001A4C81" w:rsidP="00310E67">
            <w:pPr>
              <w:spacing w:before="60" w:after="60" w:line="240" w:lineRule="auto"/>
              <w:rPr>
                <w:rFonts w:ascii="Calibri" w:eastAsia="SimSun" w:hAnsi="Calibri" w:cs="Calibri"/>
                <w:sz w:val="20"/>
              </w:rPr>
            </w:pPr>
            <w:r w:rsidRPr="00072698">
              <w:rPr>
                <w:rFonts w:ascii="Calibri" w:eastAsia="SimSun" w:hAnsi="Calibri" w:cs="Calibri"/>
                <w:sz w:val="20"/>
              </w:rPr>
              <w:t xml:space="preserve">Database and DST capabilities to accommodate the above </w:t>
            </w:r>
            <w:r w:rsidR="00966129">
              <w:rPr>
                <w:rFonts w:ascii="Calibri" w:eastAsia="SimSun" w:hAnsi="Calibri" w:cs="Calibri"/>
                <w:sz w:val="20"/>
              </w:rPr>
              <w:t xml:space="preserve">and </w:t>
            </w:r>
            <w:r w:rsidR="00502099">
              <w:rPr>
                <w:rFonts w:ascii="Calibri" w:eastAsia="SimSun" w:hAnsi="Calibri" w:cs="Calibri"/>
                <w:sz w:val="20"/>
              </w:rPr>
              <w:t>enhance decision making by</w:t>
            </w:r>
            <w:r w:rsidR="00E41170">
              <w:rPr>
                <w:rFonts w:ascii="Calibri" w:eastAsia="SimSun" w:hAnsi="Calibri" w:cs="Calibri"/>
                <w:sz w:val="20"/>
              </w:rPr>
              <w:t xml:space="preserve"> identify</w:t>
            </w:r>
            <w:r w:rsidR="00502099">
              <w:rPr>
                <w:rFonts w:ascii="Calibri" w:eastAsia="SimSun" w:hAnsi="Calibri" w:cs="Calibri"/>
                <w:sz w:val="20"/>
              </w:rPr>
              <w:t>ing</w:t>
            </w:r>
            <w:r w:rsidR="00E41170">
              <w:rPr>
                <w:rFonts w:ascii="Calibri" w:eastAsia="SimSun" w:hAnsi="Calibri" w:cs="Calibri"/>
                <w:sz w:val="20"/>
              </w:rPr>
              <w:t xml:space="preserve"> and escalat</w:t>
            </w:r>
            <w:r w:rsidR="00B17555">
              <w:rPr>
                <w:rFonts w:ascii="Calibri" w:eastAsia="SimSun" w:hAnsi="Calibri" w:cs="Calibri"/>
                <w:sz w:val="20"/>
              </w:rPr>
              <w:t>ing</w:t>
            </w:r>
            <w:r w:rsidR="00E41170">
              <w:rPr>
                <w:rFonts w:ascii="Calibri" w:eastAsia="SimSun" w:hAnsi="Calibri" w:cs="Calibri"/>
                <w:sz w:val="20"/>
              </w:rPr>
              <w:t xml:space="preserve"> developing situations</w:t>
            </w:r>
            <w:r w:rsidR="00502099">
              <w:rPr>
                <w:rFonts w:ascii="Calibri" w:eastAsia="SimSun" w:hAnsi="Calibri" w:cs="Calibri"/>
                <w:sz w:val="20"/>
              </w:rPr>
              <w:t>.</w:t>
            </w:r>
            <w:r w:rsidR="00E41170">
              <w:rPr>
                <w:rFonts w:ascii="Calibri" w:eastAsia="SimSun" w:hAnsi="Calibri" w:cs="Calibri"/>
                <w:sz w:val="20"/>
              </w:rPr>
              <w:t xml:space="preserve"> </w:t>
            </w:r>
            <w:r w:rsidRPr="00072698">
              <w:rPr>
                <w:rFonts w:ascii="Calibri" w:eastAsia="SimSun" w:hAnsi="Calibri" w:cs="Calibri"/>
                <w:sz w:val="20"/>
              </w:rPr>
              <w:t>(</w:t>
            </w:r>
            <w:r w:rsidRPr="00C54B5B">
              <w:rPr>
                <w:rFonts w:ascii="Calibri" w:eastAsia="SimSun" w:hAnsi="Calibri" w:cs="Calibri"/>
                <w:i/>
                <w:iCs/>
                <w:sz w:val="20"/>
              </w:rPr>
              <w:t>Refer to</w:t>
            </w:r>
            <w:r w:rsidR="00C54B5B" w:rsidRPr="00C54B5B">
              <w:rPr>
                <w:i/>
                <w:iCs/>
              </w:rPr>
              <w:t xml:space="preserve"> </w:t>
            </w:r>
            <w:r w:rsidR="00C54B5B" w:rsidRPr="00C54B5B">
              <w:rPr>
                <w:rFonts w:ascii="Calibri" w:hAnsi="Calibri" w:cs="Calibri"/>
                <w:i/>
                <w:iCs/>
                <w:sz w:val="20"/>
              </w:rPr>
              <w:t xml:space="preserve">2. Core VTS System Capabilities </w:t>
            </w:r>
            <w:r w:rsidRPr="00C54B5B">
              <w:rPr>
                <w:rFonts w:ascii="Calibri" w:eastAsia="SimSun" w:hAnsi="Calibri" w:cs="Calibri"/>
                <w:i/>
                <w:iCs/>
                <w:sz w:val="20"/>
              </w:rPr>
              <w:t>below</w:t>
            </w:r>
            <w:r w:rsidRPr="00072698">
              <w:rPr>
                <w:rFonts w:ascii="Calibri" w:eastAsia="SimSun" w:hAnsi="Calibri" w:cs="Calibri"/>
                <w:sz w:val="20"/>
              </w:rPr>
              <w:t>)</w:t>
            </w:r>
          </w:p>
        </w:tc>
      </w:tr>
      <w:tr w:rsidR="001A4C81" w:rsidRPr="00CB5A35" w14:paraId="4D744B65" w14:textId="77777777" w:rsidTr="00B95B2B">
        <w:trPr>
          <w:trHeight w:val="587"/>
        </w:trPr>
        <w:tc>
          <w:tcPr>
            <w:tcW w:w="3446" w:type="dxa"/>
            <w:vMerge w:val="restart"/>
            <w:tcBorders>
              <w:top w:val="single" w:sz="4" w:space="0" w:color="auto"/>
              <w:left w:val="single" w:sz="4" w:space="0" w:color="auto"/>
              <w:right w:val="single" w:sz="4" w:space="0" w:color="auto"/>
            </w:tcBorders>
            <w:shd w:val="clear" w:color="auto" w:fill="F2F2F2" w:themeFill="background1" w:themeFillShade="F2"/>
          </w:tcPr>
          <w:p w14:paraId="72B7D2B6" w14:textId="77777777" w:rsidR="001A4C81" w:rsidRPr="008534DC" w:rsidRDefault="001A4C81">
            <w:pPr>
              <w:pStyle w:val="ListParagraph"/>
              <w:numPr>
                <w:ilvl w:val="1"/>
                <w:numId w:val="37"/>
              </w:numPr>
              <w:spacing w:before="60" w:after="60" w:line="240" w:lineRule="auto"/>
              <w:rPr>
                <w:rFonts w:ascii="Calibri" w:eastAsia="SimSun" w:hAnsi="Calibri" w:cs="Calibri"/>
                <w:sz w:val="20"/>
              </w:rPr>
            </w:pPr>
            <w:r w:rsidRPr="008534DC">
              <w:rPr>
                <w:rFonts w:ascii="Calibri" w:eastAsia="SimSun" w:hAnsi="Calibri" w:cs="Calibri"/>
                <w:sz w:val="20"/>
              </w:rPr>
              <w:t>Real time awareness of the:</w:t>
            </w:r>
          </w:p>
          <w:p w14:paraId="111B7EF0" w14:textId="77777777" w:rsidR="001A4C81" w:rsidRPr="00CB5A35"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t xml:space="preserve">Entity </w:t>
            </w:r>
            <w:r w:rsidRPr="00CB5A35">
              <w:rPr>
                <w:rFonts w:ascii="Calibri" w:eastAsia="SimSun" w:hAnsi="Calibri" w:cs="Calibri"/>
                <w:sz w:val="20"/>
              </w:rPr>
              <w:t>in command of a ship</w:t>
            </w:r>
            <w:r>
              <w:rPr>
                <w:rFonts w:ascii="Calibri" w:eastAsia="SimSun" w:hAnsi="Calibri" w:cs="Calibri"/>
                <w:sz w:val="20"/>
              </w:rPr>
              <w:t xml:space="preserve"> </w:t>
            </w:r>
            <w:r w:rsidRPr="00526540">
              <w:rPr>
                <w:rFonts w:ascii="Calibri" w:eastAsia="SimSun" w:hAnsi="Calibri" w:cs="Calibri"/>
                <w:sz w:val="20"/>
              </w:rPr>
              <w:t>[MASS Master] [Responsible Person]</w:t>
            </w:r>
            <w:r>
              <w:rPr>
                <w:rFonts w:ascii="Calibri" w:eastAsia="SimSun" w:hAnsi="Calibri" w:cs="Calibri"/>
                <w:sz w:val="20"/>
              </w:rPr>
              <w:t>.</w:t>
            </w:r>
          </w:p>
          <w:p w14:paraId="66E1898A" w14:textId="77777777" w:rsidR="001A4C81" w:rsidRPr="000C2318"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Calibri" w:eastAsia="SimSun" w:hAnsi="Calibri" w:cs="Calibri"/>
                <w:sz w:val="20"/>
              </w:rPr>
              <w:lastRenderedPageBreak/>
              <w:t>C</w:t>
            </w:r>
            <w:r w:rsidRPr="00CB5A35">
              <w:rPr>
                <w:rFonts w:ascii="Calibri" w:eastAsia="SimSun" w:hAnsi="Calibri" w:cs="Calibri"/>
                <w:sz w:val="20"/>
              </w:rPr>
              <w:t xml:space="preserve">ommunications technology / medium to communicate/interact with </w:t>
            </w:r>
            <w:r w:rsidRPr="00F74632">
              <w:rPr>
                <w:rFonts w:ascii="Calibri" w:eastAsia="SimSun" w:hAnsi="Calibri" w:cs="Calibri"/>
                <w:sz w:val="20"/>
              </w:rPr>
              <w:t xml:space="preserve">entity in command of a ship </w:t>
            </w:r>
            <w:r>
              <w:rPr>
                <w:rFonts w:ascii="Calibri" w:eastAsia="SimSun" w:hAnsi="Calibri" w:cs="Calibri"/>
                <w:sz w:val="20"/>
              </w:rPr>
              <w:t xml:space="preserve"> </w:t>
            </w:r>
            <w:r w:rsidRPr="00EA3D68">
              <w:rPr>
                <w:rFonts w:asciiTheme="minorHAnsi" w:eastAsia="SimSun" w:hAnsiTheme="minorHAnsi" w:cstheme="minorHAnsi"/>
                <w:sz w:val="20"/>
              </w:rPr>
              <w:t>[MASS Master] [Responsible Person]</w:t>
            </w:r>
            <w:r>
              <w:rPr>
                <w:rFonts w:asciiTheme="minorHAnsi" w:eastAsia="SimSun" w:hAnsiTheme="minorHAnsi" w:cstheme="minorHAnsi"/>
                <w:sz w:val="20"/>
              </w:rPr>
              <w:t xml:space="preserve"> at any point in time.</w:t>
            </w:r>
          </w:p>
          <w:p w14:paraId="7566507E" w14:textId="77777777" w:rsidR="001A4C81" w:rsidRDefault="001A4C81" w:rsidP="00310E67">
            <w:pPr>
              <w:pStyle w:val="ListParagraph"/>
              <w:numPr>
                <w:ilvl w:val="0"/>
                <w:numId w:val="27"/>
              </w:numPr>
              <w:spacing w:before="60" w:after="60" w:line="240" w:lineRule="auto"/>
              <w:ind w:left="741" w:hanging="357"/>
              <w:contextualSpacing w:val="0"/>
              <w:rPr>
                <w:rFonts w:ascii="Calibri" w:eastAsia="SimSun" w:hAnsi="Calibri" w:cs="Calibri"/>
                <w:sz w:val="20"/>
              </w:rPr>
            </w:pPr>
            <w:r>
              <w:rPr>
                <w:rFonts w:asciiTheme="minorHAnsi" w:eastAsia="SimSun" w:hAnsiTheme="minorHAnsi" w:cstheme="minorHAnsi"/>
                <w:sz w:val="20"/>
              </w:rPr>
              <w:t>Current MASS Status of participating ships.</w:t>
            </w:r>
          </w:p>
        </w:tc>
        <w:tc>
          <w:tcPr>
            <w:tcW w:w="4199" w:type="dxa"/>
            <w:tcBorders>
              <w:top w:val="single" w:sz="4" w:space="0" w:color="auto"/>
              <w:left w:val="single" w:sz="4" w:space="0" w:color="auto"/>
              <w:bottom w:val="nil"/>
              <w:right w:val="single" w:sz="4" w:space="0" w:color="auto"/>
            </w:tcBorders>
            <w:shd w:val="clear" w:color="auto" w:fill="auto"/>
          </w:tcPr>
          <w:p w14:paraId="712AD80C"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lastRenderedPageBreak/>
              <w:t>Capability, processes, and procedures to m</w:t>
            </w:r>
            <w:r w:rsidRPr="00CB5A35">
              <w:rPr>
                <w:rFonts w:ascii="Calibri" w:eastAsia="SimSun" w:hAnsi="Calibri" w:cs="Calibri"/>
                <w:sz w:val="20"/>
              </w:rPr>
              <w:t>aintain awareness of</w:t>
            </w:r>
            <w:r>
              <w:rPr>
                <w:rFonts w:ascii="Calibri" w:eastAsia="SimSun" w:hAnsi="Calibri" w:cs="Calibri"/>
                <w:sz w:val="20"/>
              </w:rPr>
              <w:t xml:space="preserve"> who/what is in command of a participating ship at all times.</w:t>
            </w:r>
            <w:r w:rsidRPr="00CB5A35">
              <w:rPr>
                <w:rFonts w:ascii="Calibri" w:eastAsia="SimSun" w:hAnsi="Calibri" w:cs="Calibri"/>
                <w:sz w:val="20"/>
              </w:rPr>
              <w:t xml:space="preserve"> </w:t>
            </w:r>
            <w:r w:rsidRPr="00EA3D68">
              <w:rPr>
                <w:rFonts w:ascii="Calibri" w:eastAsia="SimSun" w:hAnsi="Calibri" w:cs="Calibri"/>
                <w:sz w:val="20"/>
              </w:rPr>
              <w:t>[MASS Master] [Responsible Person]</w:t>
            </w:r>
          </w:p>
        </w:tc>
        <w:tc>
          <w:tcPr>
            <w:tcW w:w="723" w:type="dxa"/>
            <w:tcBorders>
              <w:top w:val="single" w:sz="4" w:space="0" w:color="auto"/>
              <w:left w:val="single" w:sz="4" w:space="0" w:color="auto"/>
              <w:bottom w:val="single" w:sz="4" w:space="0" w:color="auto"/>
              <w:right w:val="single" w:sz="4" w:space="0" w:color="auto"/>
            </w:tcBorders>
          </w:tcPr>
          <w:p w14:paraId="13AF425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2.1</w:t>
            </w:r>
          </w:p>
        </w:tc>
        <w:tc>
          <w:tcPr>
            <w:tcW w:w="7020" w:type="dxa"/>
            <w:tcBorders>
              <w:top w:val="single" w:sz="4" w:space="0" w:color="auto"/>
              <w:left w:val="single" w:sz="4" w:space="0" w:color="auto"/>
              <w:bottom w:val="single" w:sz="4" w:space="0" w:color="auto"/>
              <w:right w:val="single" w:sz="4" w:space="0" w:color="auto"/>
            </w:tcBorders>
          </w:tcPr>
          <w:p w14:paraId="24DBA545" w14:textId="45E9B06C" w:rsidR="003F52D7" w:rsidRPr="00F2255C" w:rsidRDefault="00C504FD" w:rsidP="003F52D7">
            <w:pPr>
              <w:spacing w:before="60" w:after="60" w:line="240" w:lineRule="auto"/>
              <w:rPr>
                <w:rFonts w:ascii="Calibri" w:eastAsia="SimSun" w:hAnsi="Calibri" w:cs="Calibri"/>
                <w:b/>
                <w:bCs/>
                <w:sz w:val="20"/>
              </w:rPr>
            </w:pPr>
            <w:r>
              <w:rPr>
                <w:rFonts w:ascii="Calibri" w:eastAsia="SimSun" w:hAnsi="Calibri" w:cs="Calibri"/>
                <w:sz w:val="20"/>
              </w:rPr>
              <w:t xml:space="preserve">Capability to receive </w:t>
            </w:r>
            <w:r w:rsidR="001A4C81" w:rsidRPr="00C54B5B">
              <w:rPr>
                <w:rFonts w:ascii="Calibri" w:eastAsia="SimSun" w:hAnsi="Calibri" w:cs="Calibri"/>
                <w:sz w:val="20"/>
              </w:rPr>
              <w:t>and acknowledge</w:t>
            </w:r>
            <w:r>
              <w:rPr>
                <w:rFonts w:ascii="Calibri" w:eastAsia="SimSun" w:hAnsi="Calibri" w:cs="Calibri"/>
                <w:sz w:val="20"/>
              </w:rPr>
              <w:t xml:space="preserve"> information about</w:t>
            </w:r>
            <w:r w:rsidR="001A4C81" w:rsidRPr="00C54B5B">
              <w:rPr>
                <w:rFonts w:ascii="Calibri" w:eastAsia="SimSun" w:hAnsi="Calibri" w:cs="Calibri"/>
                <w:sz w:val="20"/>
              </w:rPr>
              <w:t xml:space="preserve"> </w:t>
            </w:r>
            <w:r>
              <w:rPr>
                <w:rFonts w:ascii="Calibri" w:eastAsia="SimSun" w:hAnsi="Calibri" w:cs="Calibri"/>
                <w:sz w:val="20"/>
              </w:rPr>
              <w:t xml:space="preserve">the person or entity in command, and the degree of autonomy in use </w:t>
            </w:r>
            <w:r w:rsidR="001A4C81" w:rsidRPr="00C54B5B">
              <w:rPr>
                <w:rFonts w:ascii="Calibri" w:eastAsia="SimSun" w:hAnsi="Calibri" w:cs="Calibri"/>
                <w:sz w:val="20"/>
              </w:rPr>
              <w:t>Update the DST as to the ‘Responsible person’ and associated communications means (voice / digital).</w:t>
            </w:r>
            <w:r w:rsidR="003F52D7" w:rsidRPr="00F2255C">
              <w:rPr>
                <w:rFonts w:ascii="Calibri" w:eastAsia="SimSun" w:hAnsi="Calibri" w:cs="Calibri"/>
                <w:sz w:val="20"/>
              </w:rPr>
              <w:t xml:space="preserve"> </w:t>
            </w:r>
            <w:r w:rsidR="003F52D7">
              <w:rPr>
                <w:rFonts w:ascii="Calibri" w:eastAsia="SimSun" w:hAnsi="Calibri" w:cs="Calibri"/>
                <w:sz w:val="20"/>
              </w:rPr>
              <w:t xml:space="preserve"> In particular, to ensure the</w:t>
            </w:r>
            <w:r w:rsidR="003F52D7">
              <w:t xml:space="preserve"> </w:t>
            </w:r>
            <w:r w:rsidR="003F52D7" w:rsidRPr="003F52D7">
              <w:rPr>
                <w:rFonts w:ascii="Calibri" w:eastAsia="SimSun" w:hAnsi="Calibri" w:cs="Calibri"/>
                <w:sz w:val="20"/>
              </w:rPr>
              <w:t>Responsible person’ / communications method always presented to VTS personnel</w:t>
            </w:r>
          </w:p>
          <w:p w14:paraId="742F1638" w14:textId="6ECDA597" w:rsidR="001A4C81" w:rsidRPr="00B17555" w:rsidRDefault="001A4C81" w:rsidP="00B17555">
            <w:pPr>
              <w:spacing w:before="60" w:after="60" w:line="240" w:lineRule="auto"/>
              <w:rPr>
                <w:rFonts w:asciiTheme="minorHAnsi" w:eastAsia="SimSun" w:hAnsiTheme="minorHAnsi" w:cstheme="minorHAnsi"/>
                <w:sz w:val="20"/>
              </w:rPr>
            </w:pPr>
          </w:p>
        </w:tc>
      </w:tr>
      <w:tr w:rsidR="001A4C81" w:rsidRPr="00CB5A35" w14:paraId="77D72738" w14:textId="77777777" w:rsidTr="00B95B2B">
        <w:trPr>
          <w:trHeight w:val="587"/>
        </w:trPr>
        <w:tc>
          <w:tcPr>
            <w:tcW w:w="3446" w:type="dxa"/>
            <w:vMerge/>
            <w:tcBorders>
              <w:left w:val="single" w:sz="4" w:space="0" w:color="auto"/>
              <w:right w:val="single" w:sz="4" w:space="0" w:color="auto"/>
            </w:tcBorders>
            <w:shd w:val="clear" w:color="auto" w:fill="F2F2F2" w:themeFill="background1" w:themeFillShade="F2"/>
          </w:tcPr>
          <w:p w14:paraId="017D2EA6" w14:textId="77777777" w:rsidR="001A4C81" w:rsidRPr="00F2255C" w:rsidRDefault="001A4C81" w:rsidP="00310E67">
            <w:pPr>
              <w:spacing w:before="60" w:after="60" w:line="240" w:lineRule="auto"/>
              <w:rPr>
                <w:rFonts w:ascii="Calibri" w:eastAsia="SimSun" w:hAnsi="Calibri" w:cs="Calibri"/>
                <w:sz w:val="20"/>
              </w:rPr>
            </w:pPr>
          </w:p>
        </w:tc>
        <w:tc>
          <w:tcPr>
            <w:tcW w:w="4199" w:type="dxa"/>
            <w:tcBorders>
              <w:top w:val="nil"/>
              <w:left w:val="single" w:sz="4" w:space="0" w:color="auto"/>
              <w:bottom w:val="single" w:sz="4" w:space="0" w:color="auto"/>
              <w:right w:val="single" w:sz="4" w:space="0" w:color="auto"/>
            </w:tcBorders>
            <w:shd w:val="clear" w:color="auto" w:fill="auto"/>
          </w:tcPr>
          <w:p w14:paraId="3A733853"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71448D76"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2.2</w:t>
            </w:r>
          </w:p>
        </w:tc>
        <w:tc>
          <w:tcPr>
            <w:tcW w:w="7020" w:type="dxa"/>
            <w:tcBorders>
              <w:top w:val="single" w:sz="4" w:space="0" w:color="auto"/>
              <w:left w:val="single" w:sz="4" w:space="0" w:color="auto"/>
              <w:bottom w:val="single" w:sz="4" w:space="0" w:color="auto"/>
              <w:right w:val="single" w:sz="4" w:space="0" w:color="auto"/>
            </w:tcBorders>
          </w:tcPr>
          <w:p w14:paraId="3D2CB98D" w14:textId="18032A50" w:rsidR="001A4C81" w:rsidRPr="00F2255C" w:rsidRDefault="001A4C81" w:rsidP="00B17555">
            <w:pPr>
              <w:spacing w:before="60" w:after="60" w:line="240" w:lineRule="auto"/>
              <w:rPr>
                <w:rFonts w:ascii="Calibri" w:eastAsia="SimSun" w:hAnsi="Calibri" w:cs="Calibri"/>
                <w:sz w:val="20"/>
              </w:rPr>
            </w:pPr>
            <w:r w:rsidRPr="00F2255C">
              <w:rPr>
                <w:rFonts w:ascii="Calibri" w:eastAsia="SimSun" w:hAnsi="Calibri" w:cs="Calibri"/>
                <w:sz w:val="20"/>
              </w:rPr>
              <w:t xml:space="preserve">Database and DST capabilities to accommodate the above, </w:t>
            </w:r>
          </w:p>
        </w:tc>
      </w:tr>
      <w:tr w:rsidR="001A4C81" w:rsidRPr="00CB5A35" w14:paraId="454603EF" w14:textId="77777777" w:rsidTr="00B95B2B">
        <w:trPr>
          <w:trHeight w:val="587"/>
        </w:trPr>
        <w:tc>
          <w:tcPr>
            <w:tcW w:w="3446" w:type="dxa"/>
            <w:vMerge w:val="restart"/>
            <w:tcBorders>
              <w:top w:val="single" w:sz="4" w:space="0" w:color="auto"/>
              <w:left w:val="single" w:sz="4" w:space="0" w:color="auto"/>
              <w:right w:val="single" w:sz="4" w:space="0" w:color="auto"/>
            </w:tcBorders>
            <w:shd w:val="clear" w:color="auto" w:fill="F2F2F2" w:themeFill="background1" w:themeFillShade="F2"/>
          </w:tcPr>
          <w:p w14:paraId="140876BF" w14:textId="77777777" w:rsidR="001A4C81" w:rsidRPr="005C614B" w:rsidRDefault="001A4C81">
            <w:pPr>
              <w:pStyle w:val="ListParagraph"/>
              <w:numPr>
                <w:ilvl w:val="1"/>
                <w:numId w:val="37"/>
              </w:numPr>
              <w:spacing w:before="60" w:after="60" w:line="240" w:lineRule="auto"/>
              <w:rPr>
                <w:rFonts w:ascii="Calibri" w:eastAsia="SimSun" w:hAnsi="Calibri" w:cs="Calibri"/>
                <w:sz w:val="20"/>
              </w:rPr>
            </w:pPr>
            <w:r w:rsidRPr="005C614B">
              <w:rPr>
                <w:rFonts w:ascii="Calibri" w:eastAsia="MS Mincho" w:hAnsi="Calibri" w:cs="Calibri"/>
                <w:sz w:val="20"/>
              </w:rPr>
              <w:t>Receiving and processing reports or information required from participating ships by digital means.</w:t>
            </w:r>
          </w:p>
        </w:tc>
        <w:tc>
          <w:tcPr>
            <w:tcW w:w="4199" w:type="dxa"/>
            <w:vMerge w:val="restart"/>
            <w:tcBorders>
              <w:top w:val="single" w:sz="4" w:space="0" w:color="auto"/>
              <w:left w:val="single" w:sz="4" w:space="0" w:color="auto"/>
              <w:right w:val="single" w:sz="4" w:space="0" w:color="auto"/>
            </w:tcBorders>
            <w:shd w:val="clear" w:color="auto" w:fill="auto"/>
          </w:tcPr>
          <w:p w14:paraId="23C04A57" w14:textId="77777777" w:rsidR="001A4C81" w:rsidRPr="00CB5A35" w:rsidRDefault="001A4C81" w:rsidP="00310E67">
            <w:pPr>
              <w:spacing w:before="60" w:after="60" w:line="240" w:lineRule="auto"/>
              <w:rPr>
                <w:rFonts w:ascii="Calibri" w:eastAsia="SimSun" w:hAnsi="Calibri" w:cs="Calibri"/>
                <w:sz w:val="20"/>
              </w:rPr>
            </w:pPr>
            <w:r>
              <w:rPr>
                <w:rFonts w:ascii="Calibri" w:eastAsia="SimSun" w:hAnsi="Calibri" w:cs="Calibri"/>
                <w:sz w:val="20"/>
              </w:rPr>
              <w:t>How does a VTS receive and assimilate reports or information received digitally and process it</w:t>
            </w:r>
          </w:p>
        </w:tc>
        <w:tc>
          <w:tcPr>
            <w:tcW w:w="723" w:type="dxa"/>
            <w:tcBorders>
              <w:top w:val="single" w:sz="4" w:space="0" w:color="auto"/>
              <w:left w:val="single" w:sz="4" w:space="0" w:color="auto"/>
              <w:bottom w:val="single" w:sz="4" w:space="0" w:color="auto"/>
              <w:right w:val="single" w:sz="4" w:space="0" w:color="auto"/>
            </w:tcBorders>
          </w:tcPr>
          <w:p w14:paraId="22F0B3FD"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3.1</w:t>
            </w:r>
          </w:p>
        </w:tc>
        <w:tc>
          <w:tcPr>
            <w:tcW w:w="7020" w:type="dxa"/>
            <w:tcBorders>
              <w:top w:val="single" w:sz="4" w:space="0" w:color="auto"/>
              <w:left w:val="single" w:sz="4" w:space="0" w:color="auto"/>
              <w:bottom w:val="single" w:sz="4" w:space="0" w:color="auto"/>
              <w:right w:val="single" w:sz="4" w:space="0" w:color="auto"/>
            </w:tcBorders>
          </w:tcPr>
          <w:p w14:paraId="0735B639" w14:textId="77777777" w:rsidR="001A4C81" w:rsidRPr="004316F7" w:rsidRDefault="001A4C81" w:rsidP="00310E67">
            <w:pPr>
              <w:spacing w:before="60" w:after="60" w:line="240" w:lineRule="auto"/>
              <w:rPr>
                <w:rFonts w:ascii="Calibri" w:eastAsia="SimSun" w:hAnsi="Calibri" w:cs="Calibri"/>
                <w:sz w:val="20"/>
                <w:u w:val="single"/>
              </w:rPr>
            </w:pPr>
            <w:r w:rsidRPr="004316F7">
              <w:rPr>
                <w:rFonts w:ascii="Calibri" w:eastAsia="SimSun" w:hAnsi="Calibri" w:cs="Calibri"/>
                <w:sz w:val="20"/>
                <w:u w:val="single"/>
              </w:rPr>
              <w:t xml:space="preserve">Receiving </w:t>
            </w:r>
            <w:r>
              <w:rPr>
                <w:rFonts w:ascii="Calibri" w:eastAsia="SimSun" w:hAnsi="Calibri" w:cs="Calibri"/>
                <w:sz w:val="20"/>
                <w:u w:val="single"/>
              </w:rPr>
              <w:t>i</w:t>
            </w:r>
            <w:r w:rsidRPr="004316F7">
              <w:rPr>
                <w:rFonts w:ascii="Calibri" w:eastAsia="SimSun" w:hAnsi="Calibri" w:cs="Calibri"/>
                <w:sz w:val="20"/>
                <w:u w:val="single"/>
              </w:rPr>
              <w:t>nformation and reports</w:t>
            </w:r>
            <w:r>
              <w:rPr>
                <w:rFonts w:ascii="Calibri" w:eastAsia="SimSun" w:hAnsi="Calibri" w:cs="Calibri"/>
                <w:sz w:val="20"/>
                <w:u w:val="single"/>
              </w:rPr>
              <w:t xml:space="preserve"> digitally</w:t>
            </w:r>
          </w:p>
          <w:p w14:paraId="329C5CDC"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Systems, p</w:t>
            </w:r>
            <w:r w:rsidRPr="00F2255C">
              <w:rPr>
                <w:rFonts w:ascii="Calibri" w:eastAsia="SimSun" w:hAnsi="Calibri" w:cs="Calibri"/>
                <w:sz w:val="20"/>
              </w:rPr>
              <w:t>rocesses</w:t>
            </w:r>
            <w:r>
              <w:rPr>
                <w:rFonts w:ascii="Calibri" w:eastAsia="SimSun" w:hAnsi="Calibri" w:cs="Calibri"/>
                <w:sz w:val="20"/>
              </w:rPr>
              <w:t>,</w:t>
            </w:r>
            <w:r w:rsidRPr="00F2255C">
              <w:rPr>
                <w:rFonts w:ascii="Calibri" w:eastAsia="SimSun" w:hAnsi="Calibri" w:cs="Calibri"/>
                <w:sz w:val="20"/>
              </w:rPr>
              <w:t xml:space="preserve"> and procedures to </w:t>
            </w:r>
          </w:p>
          <w:p w14:paraId="33A32795" w14:textId="77777777" w:rsidR="001A4C8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Recei</w:t>
            </w:r>
            <w:r>
              <w:rPr>
                <w:rFonts w:ascii="Calibri" w:eastAsia="SimSun" w:hAnsi="Calibri" w:cs="Calibri"/>
                <w:sz w:val="20"/>
              </w:rPr>
              <w:t xml:space="preserve">ve </w:t>
            </w:r>
            <w:r w:rsidRPr="003E3341">
              <w:rPr>
                <w:rFonts w:ascii="Calibri" w:eastAsia="SimSun" w:hAnsi="Calibri" w:cs="Calibri"/>
                <w:sz w:val="20"/>
              </w:rPr>
              <w:t xml:space="preserve">reports and information required by </w:t>
            </w:r>
            <w:r>
              <w:rPr>
                <w:rFonts w:ascii="Calibri" w:eastAsia="SimSun" w:hAnsi="Calibri" w:cs="Calibri"/>
                <w:sz w:val="20"/>
              </w:rPr>
              <w:t xml:space="preserve">the </w:t>
            </w:r>
            <w:r w:rsidRPr="003E3341">
              <w:rPr>
                <w:rFonts w:ascii="Calibri" w:eastAsia="SimSun" w:hAnsi="Calibri" w:cs="Calibri"/>
                <w:sz w:val="20"/>
              </w:rPr>
              <w:t>VTS</w:t>
            </w:r>
            <w:r>
              <w:rPr>
                <w:rFonts w:ascii="Calibri" w:eastAsia="SimSun" w:hAnsi="Calibri" w:cs="Calibri"/>
                <w:sz w:val="20"/>
              </w:rPr>
              <w:t xml:space="preserve">, as described in G1141 - </w:t>
            </w:r>
            <w:r w:rsidRPr="00210379">
              <w:rPr>
                <w:rFonts w:ascii="Calibri" w:eastAsia="SimSun" w:hAnsi="Calibri" w:cs="Calibri"/>
                <w:sz w:val="20"/>
              </w:rPr>
              <w:t>Operational Procedures for Delivering VTS</w:t>
            </w:r>
            <w:r>
              <w:rPr>
                <w:rFonts w:ascii="Calibri" w:eastAsia="SimSun" w:hAnsi="Calibri" w:cs="Calibri"/>
                <w:sz w:val="20"/>
              </w:rPr>
              <w:t xml:space="preserve"> such as:</w:t>
            </w:r>
          </w:p>
          <w:p w14:paraId="153259CC"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Pre-arrival information (vessel identity, route information, vessel details, etc)</w:t>
            </w:r>
          </w:p>
          <w:p w14:paraId="47AB9258"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Entering the VTS area</w:t>
            </w:r>
          </w:p>
          <w:p w14:paraId="1C1A0C64" w14:textId="77777777" w:rsidR="001A4C8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Movements within the VTS area</w:t>
            </w:r>
          </w:p>
          <w:p w14:paraId="2E5A2AAD" w14:textId="77777777" w:rsidR="001A4C81" w:rsidRPr="003E3341" w:rsidRDefault="001A4C81">
            <w:pPr>
              <w:pStyle w:val="ListParagraph"/>
              <w:numPr>
                <w:ilvl w:val="2"/>
                <w:numId w:val="44"/>
              </w:numPr>
              <w:spacing w:before="60" w:after="60" w:line="240" w:lineRule="auto"/>
              <w:ind w:left="1162"/>
              <w:contextualSpacing w:val="0"/>
              <w:rPr>
                <w:rFonts w:ascii="Calibri" w:eastAsia="SimSun" w:hAnsi="Calibri" w:cs="Calibri"/>
                <w:sz w:val="20"/>
              </w:rPr>
            </w:pPr>
            <w:r>
              <w:rPr>
                <w:rFonts w:ascii="Calibri" w:eastAsia="SimSun" w:hAnsi="Calibri" w:cs="Calibri"/>
                <w:sz w:val="20"/>
              </w:rPr>
              <w:t>Requests for clearance</w:t>
            </w:r>
          </w:p>
          <w:p w14:paraId="5423FA3A" w14:textId="77777777" w:rsidR="001A4C81" w:rsidRPr="003E3341" w:rsidRDefault="001A4C81">
            <w:pPr>
              <w:pStyle w:val="ListParagraph"/>
              <w:numPr>
                <w:ilvl w:val="1"/>
                <w:numId w:val="30"/>
              </w:numPr>
              <w:spacing w:before="60" w:after="60" w:line="240" w:lineRule="auto"/>
              <w:ind w:left="746"/>
              <w:contextualSpacing w:val="0"/>
              <w:rPr>
                <w:rFonts w:ascii="Calibri" w:eastAsia="SimSun" w:hAnsi="Calibri" w:cs="Calibri"/>
                <w:sz w:val="20"/>
              </w:rPr>
            </w:pPr>
            <w:r w:rsidRPr="003E3341">
              <w:rPr>
                <w:rFonts w:ascii="Calibri" w:eastAsia="SimSun" w:hAnsi="Calibri" w:cs="Calibri"/>
                <w:sz w:val="20"/>
              </w:rPr>
              <w:t>Assimilat</w:t>
            </w:r>
            <w:r>
              <w:rPr>
                <w:rFonts w:ascii="Calibri" w:eastAsia="SimSun" w:hAnsi="Calibri" w:cs="Calibri"/>
                <w:sz w:val="20"/>
              </w:rPr>
              <w:t>e</w:t>
            </w:r>
            <w:r w:rsidRPr="003E3341">
              <w:rPr>
                <w:rFonts w:ascii="Calibri" w:eastAsia="SimSun" w:hAnsi="Calibri" w:cs="Calibri"/>
                <w:sz w:val="20"/>
              </w:rPr>
              <w:t xml:space="preserve"> information and data into databases / DST.</w:t>
            </w:r>
          </w:p>
          <w:p w14:paraId="03435293" w14:textId="77777777" w:rsidR="001A4C81" w:rsidRDefault="001A4C81" w:rsidP="009E49EC">
            <w:pPr>
              <w:pStyle w:val="ListParagraph"/>
              <w:numPr>
                <w:ilvl w:val="1"/>
                <w:numId w:val="30"/>
              </w:numPr>
              <w:spacing w:after="0" w:line="240" w:lineRule="auto"/>
              <w:ind w:left="743" w:hanging="357"/>
              <w:contextualSpacing w:val="0"/>
              <w:rPr>
                <w:rFonts w:ascii="Calibri" w:eastAsia="SimSun" w:hAnsi="Calibri" w:cs="Calibri"/>
                <w:sz w:val="20"/>
              </w:rPr>
            </w:pPr>
            <w:r w:rsidRPr="003E3341">
              <w:rPr>
                <w:rFonts w:ascii="Calibri" w:eastAsia="SimSun" w:hAnsi="Calibri" w:cs="Calibri"/>
                <w:sz w:val="20"/>
              </w:rPr>
              <w:t>Information readily available / presented to VTS personnel</w:t>
            </w:r>
          </w:p>
          <w:tbl>
            <w:tblPr>
              <w:tblStyle w:val="TableGrid"/>
              <w:tblpPr w:leftFromText="180" w:rightFromText="180" w:vertAnchor="text" w:horzAnchor="margin" w:tblpXSpec="center" w:tblpY="417"/>
              <w:tblOverlap w:val="never"/>
              <w:tblW w:w="0" w:type="auto"/>
              <w:shd w:val="clear" w:color="auto" w:fill="B5E1FF" w:themeFill="accent1" w:themeFillTint="33"/>
              <w:tblLook w:val="04A0" w:firstRow="1" w:lastRow="0" w:firstColumn="1" w:lastColumn="0" w:noHBand="0" w:noVBand="1"/>
            </w:tblPr>
            <w:tblGrid>
              <w:gridCol w:w="5900"/>
            </w:tblGrid>
            <w:tr w:rsidR="001A4C81" w:rsidRPr="00544745" w14:paraId="3F13474C" w14:textId="77777777" w:rsidTr="00310E67">
              <w:tc>
                <w:tcPr>
                  <w:tcW w:w="5900" w:type="dxa"/>
                  <w:shd w:val="clear" w:color="auto" w:fill="B5E1FF" w:themeFill="accent1" w:themeFillTint="33"/>
                </w:tcPr>
                <w:p w14:paraId="48C37A2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Technical Working Group be requested to:</w:t>
                  </w:r>
                </w:p>
                <w:p w14:paraId="0E326FE9"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 xml:space="preserve">Review update </w:t>
                  </w:r>
                  <w:r w:rsidRPr="00072698">
                    <w:rPr>
                      <w:rFonts w:ascii="Calibri" w:eastAsia="SimSun" w:hAnsi="Calibri" w:cs="Calibri"/>
                      <w:i/>
                      <w:iCs/>
                      <w:sz w:val="20"/>
                    </w:rPr>
                    <w:t>IALA Guideline G1111 - Producing Requirements for the Core VTS system</w:t>
                  </w:r>
                  <w:r w:rsidRPr="00072698">
                    <w:rPr>
                      <w:rFonts w:ascii="Calibri" w:eastAsia="SimSun" w:hAnsi="Calibri" w:cs="Calibri"/>
                      <w:sz w:val="20"/>
                    </w:rPr>
                    <w:t xml:space="preserve"> to reflect receiving, processing, displaying data received digitally seamlessly with manually entered data</w:t>
                  </w:r>
                </w:p>
                <w:p w14:paraId="3FFBEF2C" w14:textId="77777777" w:rsidR="001A4C81" w:rsidRPr="00072698" w:rsidRDefault="001A4C81">
                  <w:pPr>
                    <w:pStyle w:val="ListParagraph"/>
                    <w:numPr>
                      <w:ilvl w:val="0"/>
                      <w:numId w:val="36"/>
                    </w:numPr>
                    <w:spacing w:before="60" w:after="60" w:line="240" w:lineRule="auto"/>
                    <w:rPr>
                      <w:rFonts w:ascii="Calibri" w:eastAsia="SimSun" w:hAnsi="Calibri" w:cs="Calibri"/>
                      <w:sz w:val="20"/>
                    </w:rPr>
                  </w:pPr>
                  <w:r w:rsidRPr="00072698">
                    <w:rPr>
                      <w:rFonts w:ascii="Calibri" w:eastAsia="SimSun" w:hAnsi="Calibri" w:cs="Calibri"/>
                      <w:sz w:val="20"/>
                    </w:rPr>
                    <w:t>Provide advice as to whether an updated G1111 is sufficient or specific requirements should be included in this Guideline</w:t>
                  </w:r>
                </w:p>
              </w:tc>
            </w:tr>
          </w:tbl>
          <w:p w14:paraId="61A3000E" w14:textId="77777777" w:rsidR="001A4C81" w:rsidRPr="0084743A" w:rsidRDefault="001A4C81" w:rsidP="00310E67">
            <w:pPr>
              <w:spacing w:before="60" w:after="60" w:line="240" w:lineRule="auto"/>
              <w:rPr>
                <w:rFonts w:ascii="Calibri" w:eastAsia="SimSun" w:hAnsi="Calibri" w:cs="Calibri"/>
                <w:sz w:val="20"/>
              </w:rPr>
            </w:pPr>
          </w:p>
        </w:tc>
      </w:tr>
      <w:tr w:rsidR="001A4C81" w:rsidRPr="00CB5A35" w14:paraId="54CD5376" w14:textId="77777777" w:rsidTr="00B95B2B">
        <w:trPr>
          <w:trHeight w:val="587"/>
        </w:trPr>
        <w:tc>
          <w:tcPr>
            <w:tcW w:w="3446" w:type="dxa"/>
            <w:vMerge/>
            <w:tcBorders>
              <w:top w:val="single" w:sz="4" w:space="0" w:color="auto"/>
              <w:left w:val="single" w:sz="4" w:space="0" w:color="auto"/>
              <w:right w:val="single" w:sz="4" w:space="0" w:color="auto"/>
            </w:tcBorders>
            <w:shd w:val="clear" w:color="auto" w:fill="F2F2F2" w:themeFill="background1" w:themeFillShade="F2"/>
          </w:tcPr>
          <w:p w14:paraId="190A9365" w14:textId="77777777" w:rsidR="001A4C81" w:rsidRPr="00EA3D68" w:rsidRDefault="001A4C81">
            <w:pPr>
              <w:pStyle w:val="ListParagraph"/>
              <w:numPr>
                <w:ilvl w:val="0"/>
                <w:numId w:val="31"/>
              </w:numPr>
              <w:spacing w:before="60" w:after="60" w:line="240" w:lineRule="auto"/>
              <w:contextualSpacing w:val="0"/>
              <w:rPr>
                <w:rFonts w:eastAsia="MS Mincho" w:cstheme="minorHAnsi"/>
                <w:sz w:val="20"/>
              </w:rPr>
            </w:pPr>
          </w:p>
        </w:tc>
        <w:tc>
          <w:tcPr>
            <w:tcW w:w="4199" w:type="dxa"/>
            <w:vMerge/>
            <w:tcBorders>
              <w:left w:val="single" w:sz="4" w:space="0" w:color="auto"/>
              <w:right w:val="single" w:sz="4" w:space="0" w:color="auto"/>
            </w:tcBorders>
            <w:shd w:val="clear" w:color="auto" w:fill="auto"/>
          </w:tcPr>
          <w:p w14:paraId="45C547A8"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3C5ADA30" w14:textId="1A0CDDD9"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1.3.</w:t>
            </w:r>
            <w:r w:rsidR="00F47A49">
              <w:rPr>
                <w:rFonts w:ascii="Calibri" w:eastAsia="SimSun" w:hAnsi="Calibri" w:cs="Calibri"/>
                <w:sz w:val="20"/>
              </w:rPr>
              <w:t>2</w:t>
            </w:r>
          </w:p>
        </w:tc>
        <w:tc>
          <w:tcPr>
            <w:tcW w:w="7020" w:type="dxa"/>
            <w:tcBorders>
              <w:top w:val="single" w:sz="4" w:space="0" w:color="auto"/>
              <w:left w:val="single" w:sz="4" w:space="0" w:color="auto"/>
              <w:bottom w:val="single" w:sz="4" w:space="0" w:color="auto"/>
              <w:right w:val="single" w:sz="4" w:space="0" w:color="auto"/>
            </w:tcBorders>
          </w:tcPr>
          <w:p w14:paraId="04713B55" w14:textId="77777777" w:rsidR="001A4C81" w:rsidRDefault="001A4C81" w:rsidP="00310E67">
            <w:pPr>
              <w:spacing w:before="60" w:after="60" w:line="240" w:lineRule="auto"/>
              <w:rPr>
                <w:rFonts w:ascii="Calibri" w:eastAsia="SimSun" w:hAnsi="Calibri" w:cs="Calibri"/>
                <w:sz w:val="20"/>
                <w:u w:val="single"/>
              </w:rPr>
            </w:pPr>
            <w:r>
              <w:rPr>
                <w:rFonts w:ascii="Calibri" w:eastAsia="SimSun" w:hAnsi="Calibri" w:cs="Calibri"/>
                <w:sz w:val="20"/>
                <w:u w:val="single"/>
              </w:rPr>
              <w:t>Processing / Quality</w:t>
            </w:r>
          </w:p>
          <w:p w14:paraId="06FDE1D5" w14:textId="77777777" w:rsidR="001A4C81" w:rsidRPr="00F2255C" w:rsidRDefault="001A4C81" w:rsidP="00310E67">
            <w:pPr>
              <w:spacing w:before="60" w:after="60" w:line="240" w:lineRule="auto"/>
              <w:rPr>
                <w:rFonts w:ascii="Calibri" w:eastAsia="SimSun" w:hAnsi="Calibri" w:cs="Calibri"/>
                <w:sz w:val="20"/>
              </w:rPr>
            </w:pPr>
            <w:r w:rsidRPr="00B22BC6">
              <w:rPr>
                <w:rFonts w:ascii="Calibri" w:eastAsia="SimSun" w:hAnsi="Calibri" w:cs="Calibri"/>
                <w:sz w:val="20"/>
              </w:rPr>
              <w:t>Capability to process and verify information and reports received</w:t>
            </w:r>
            <w:r>
              <w:rPr>
                <w:rFonts w:ascii="Calibri" w:eastAsia="SimSun" w:hAnsi="Calibri" w:cs="Calibri"/>
                <w:sz w:val="20"/>
              </w:rPr>
              <w:t xml:space="preserve"> and, where necessary, interact with the sender to clarify / confirm.</w:t>
            </w:r>
          </w:p>
        </w:tc>
      </w:tr>
      <w:tr w:rsidR="001A4C81" w:rsidRPr="00CB5A35" w14:paraId="3238BF34" w14:textId="77777777" w:rsidTr="00B95B2B">
        <w:trPr>
          <w:trHeight w:val="587"/>
        </w:trPr>
        <w:tc>
          <w:tcPr>
            <w:tcW w:w="3446" w:type="dxa"/>
            <w:vMerge/>
            <w:tcBorders>
              <w:left w:val="single" w:sz="4" w:space="0" w:color="auto"/>
              <w:right w:val="single" w:sz="4" w:space="0" w:color="auto"/>
            </w:tcBorders>
            <w:shd w:val="clear" w:color="auto" w:fill="F2F2F2" w:themeFill="background1" w:themeFillShade="F2"/>
          </w:tcPr>
          <w:p w14:paraId="6407C0B7" w14:textId="77777777" w:rsidR="001A4C81" w:rsidRPr="00F2255C" w:rsidRDefault="001A4C81" w:rsidP="00310E67">
            <w:pPr>
              <w:spacing w:before="60" w:after="60" w:line="240" w:lineRule="auto"/>
              <w:rPr>
                <w:rFonts w:cstheme="minorHAnsi"/>
                <w:sz w:val="20"/>
              </w:rPr>
            </w:pPr>
          </w:p>
        </w:tc>
        <w:tc>
          <w:tcPr>
            <w:tcW w:w="4199" w:type="dxa"/>
            <w:vMerge/>
            <w:tcBorders>
              <w:left w:val="single" w:sz="4" w:space="0" w:color="auto"/>
              <w:bottom w:val="single" w:sz="4" w:space="0" w:color="auto"/>
              <w:right w:val="single" w:sz="4" w:space="0" w:color="auto"/>
            </w:tcBorders>
            <w:shd w:val="clear" w:color="auto" w:fill="auto"/>
          </w:tcPr>
          <w:p w14:paraId="18790712" w14:textId="77777777" w:rsidR="001A4C81" w:rsidRPr="00CB5A35"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7611082A" w14:textId="4E0626F1"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Pr="00351B1E">
              <w:rPr>
                <w:rFonts w:ascii="Calibri" w:eastAsia="SimSun" w:hAnsi="Calibri" w:cs="Calibri"/>
                <w:sz w:val="20"/>
              </w:rPr>
              <w:t>3.</w:t>
            </w:r>
            <w:r w:rsidR="00F47A49">
              <w:rPr>
                <w:rFonts w:ascii="Calibri" w:eastAsia="SimSun" w:hAnsi="Calibri" w:cs="Calibri"/>
                <w:sz w:val="20"/>
              </w:rPr>
              <w:t>3</w:t>
            </w:r>
          </w:p>
        </w:tc>
        <w:tc>
          <w:tcPr>
            <w:tcW w:w="7020" w:type="dxa"/>
            <w:tcBorders>
              <w:top w:val="single" w:sz="4" w:space="0" w:color="auto"/>
              <w:left w:val="single" w:sz="4" w:space="0" w:color="auto"/>
              <w:bottom w:val="single" w:sz="4" w:space="0" w:color="auto"/>
              <w:right w:val="single" w:sz="4" w:space="0" w:color="auto"/>
            </w:tcBorders>
          </w:tcPr>
          <w:p w14:paraId="0673302B" w14:textId="77777777" w:rsidR="001A4C81" w:rsidRPr="00FC29F2" w:rsidRDefault="001A4C81" w:rsidP="00310E67">
            <w:pPr>
              <w:spacing w:before="60" w:after="60" w:line="240" w:lineRule="auto"/>
              <w:rPr>
                <w:rFonts w:ascii="Calibri" w:eastAsia="SimSun" w:hAnsi="Calibri" w:cs="Calibri"/>
                <w:sz w:val="20"/>
                <w:u w:val="single"/>
              </w:rPr>
            </w:pPr>
            <w:r w:rsidRPr="00FC29F2">
              <w:rPr>
                <w:rFonts w:ascii="Calibri" w:eastAsia="SimSun" w:hAnsi="Calibri" w:cs="Calibri"/>
                <w:sz w:val="20"/>
                <w:u w:val="single"/>
              </w:rPr>
              <w:t>Systems and Technologies</w:t>
            </w:r>
          </w:p>
          <w:p w14:paraId="0C0B8D4F" w14:textId="1D1CF807" w:rsidR="001A4C81" w:rsidRPr="00F2255C" w:rsidRDefault="00F47A49" w:rsidP="00310E67">
            <w:pPr>
              <w:spacing w:before="60" w:after="60" w:line="240" w:lineRule="auto"/>
              <w:rPr>
                <w:rFonts w:ascii="Calibri" w:eastAsia="SimSun" w:hAnsi="Calibri" w:cs="Calibri"/>
                <w:sz w:val="20"/>
              </w:rPr>
            </w:pPr>
            <w:r>
              <w:rPr>
                <w:rFonts w:ascii="Calibri" w:eastAsia="SimSun" w:hAnsi="Calibri" w:cs="Calibri"/>
                <w:sz w:val="20"/>
              </w:rPr>
              <w:t xml:space="preserve">Interoperability </w:t>
            </w:r>
            <w:r w:rsidR="001A4C81">
              <w:rPr>
                <w:rFonts w:ascii="Calibri" w:eastAsia="SimSun" w:hAnsi="Calibri" w:cs="Calibri"/>
                <w:sz w:val="20"/>
              </w:rPr>
              <w:t xml:space="preserve">and network connectivity </w:t>
            </w:r>
            <w:r w:rsidR="001A4C81" w:rsidRPr="00BB222B">
              <w:rPr>
                <w:rFonts w:ascii="Calibri" w:eastAsia="SimSun" w:hAnsi="Calibri" w:cs="Calibri"/>
                <w:sz w:val="20"/>
              </w:rPr>
              <w:t>to accommodate the above</w:t>
            </w:r>
          </w:p>
        </w:tc>
      </w:tr>
      <w:tr w:rsidR="001A4C81" w:rsidRPr="00CB5A35" w14:paraId="23A7D7C6" w14:textId="77777777" w:rsidTr="00B95B2B">
        <w:trPr>
          <w:trHeight w:val="587"/>
        </w:trPr>
        <w:tc>
          <w:tcPr>
            <w:tcW w:w="3446" w:type="dxa"/>
            <w:tcBorders>
              <w:left w:val="single" w:sz="4" w:space="0" w:color="auto"/>
              <w:right w:val="single" w:sz="4" w:space="0" w:color="auto"/>
            </w:tcBorders>
            <w:shd w:val="clear" w:color="auto" w:fill="F2F2F2" w:themeFill="background1" w:themeFillShade="F2"/>
          </w:tcPr>
          <w:p w14:paraId="460C0DE0" w14:textId="77777777" w:rsidR="001A4C81" w:rsidRPr="005C614B" w:rsidRDefault="001A4C81">
            <w:pPr>
              <w:pStyle w:val="ListParagraph"/>
              <w:numPr>
                <w:ilvl w:val="1"/>
                <w:numId w:val="37"/>
              </w:numPr>
              <w:spacing w:before="60" w:after="60" w:line="240" w:lineRule="auto"/>
              <w:rPr>
                <w:rFonts w:ascii="Calibri" w:eastAsia="MS Mincho" w:hAnsi="Calibri" w:cs="Calibri"/>
                <w:sz w:val="20"/>
              </w:rPr>
            </w:pPr>
            <w:r>
              <w:rPr>
                <w:rFonts w:ascii="Calibri" w:eastAsia="MS Mincho" w:hAnsi="Calibri" w:cs="Calibri"/>
                <w:sz w:val="20"/>
              </w:rPr>
              <w:t>A</w:t>
            </w:r>
            <w:r w:rsidRPr="00A66CA4">
              <w:rPr>
                <w:rFonts w:ascii="Calibri" w:eastAsia="MS Mincho" w:hAnsi="Calibri" w:cs="Calibri"/>
                <w:sz w:val="20"/>
              </w:rPr>
              <w:t>cknowledg</w:t>
            </w:r>
            <w:r>
              <w:rPr>
                <w:rFonts w:ascii="Calibri" w:eastAsia="MS Mincho" w:hAnsi="Calibri" w:cs="Calibri"/>
                <w:sz w:val="20"/>
              </w:rPr>
              <w:t>ing</w:t>
            </w:r>
            <w:r w:rsidRPr="00A66CA4">
              <w:rPr>
                <w:rFonts w:ascii="Calibri" w:eastAsia="MS Mincho" w:hAnsi="Calibri" w:cs="Calibri"/>
                <w:sz w:val="20"/>
              </w:rPr>
              <w:t xml:space="preserve"> information and data received digitally</w:t>
            </w:r>
          </w:p>
        </w:tc>
        <w:tc>
          <w:tcPr>
            <w:tcW w:w="4199" w:type="dxa"/>
            <w:tcBorders>
              <w:top w:val="nil"/>
              <w:left w:val="single" w:sz="4" w:space="0" w:color="auto"/>
              <w:bottom w:val="single" w:sz="4" w:space="0" w:color="auto"/>
              <w:right w:val="single" w:sz="4" w:space="0" w:color="auto"/>
            </w:tcBorders>
            <w:shd w:val="clear" w:color="auto" w:fill="auto"/>
          </w:tcPr>
          <w:p w14:paraId="577D1800" w14:textId="4E1DC64A" w:rsidR="001A4C81" w:rsidRPr="00FC29F2" w:rsidRDefault="000E112E" w:rsidP="00310E67">
            <w:pPr>
              <w:spacing w:before="60" w:after="60" w:line="240" w:lineRule="auto"/>
              <w:rPr>
                <w:rFonts w:ascii="Calibri" w:eastAsia="SimSun" w:hAnsi="Calibri" w:cs="Calibri"/>
                <w:sz w:val="20"/>
                <w:highlight w:val="yellow"/>
              </w:rPr>
            </w:pPr>
            <w:r w:rsidRPr="000E112E">
              <w:rPr>
                <w:rFonts w:ascii="Calibri" w:eastAsia="SimSun" w:hAnsi="Calibri" w:cs="Calibri"/>
                <w:sz w:val="20"/>
              </w:rPr>
              <w:t xml:space="preserve">How does a VTS </w:t>
            </w:r>
            <w:r>
              <w:t>acknowledge</w:t>
            </w:r>
            <w:r w:rsidRPr="000E112E">
              <w:rPr>
                <w:rFonts w:ascii="Calibri" w:eastAsia="SimSun" w:hAnsi="Calibri" w:cs="Calibri"/>
                <w:sz w:val="20"/>
              </w:rPr>
              <w:t xml:space="preserve"> information and data received digitally</w:t>
            </w:r>
          </w:p>
        </w:tc>
        <w:tc>
          <w:tcPr>
            <w:tcW w:w="723" w:type="dxa"/>
            <w:tcBorders>
              <w:top w:val="single" w:sz="4" w:space="0" w:color="auto"/>
              <w:left w:val="single" w:sz="4" w:space="0" w:color="auto"/>
              <w:bottom w:val="single" w:sz="4" w:space="0" w:color="auto"/>
              <w:right w:val="single" w:sz="4" w:space="0" w:color="auto"/>
            </w:tcBorders>
          </w:tcPr>
          <w:p w14:paraId="750E98BB" w14:textId="3E1B5434" w:rsidR="001A4C81" w:rsidRDefault="00B57298" w:rsidP="00310E67">
            <w:pPr>
              <w:spacing w:before="60" w:after="60" w:line="240" w:lineRule="auto"/>
              <w:rPr>
                <w:rFonts w:ascii="Calibri" w:eastAsia="SimSun" w:hAnsi="Calibri" w:cs="Calibri"/>
                <w:sz w:val="20"/>
              </w:rPr>
            </w:pPr>
            <w:r>
              <w:rPr>
                <w:rFonts w:ascii="Calibri" w:eastAsia="SimSun" w:hAnsi="Calibri" w:cs="Calibri"/>
                <w:sz w:val="20"/>
              </w:rPr>
              <w:t>1.4.1</w:t>
            </w:r>
          </w:p>
        </w:tc>
        <w:tc>
          <w:tcPr>
            <w:tcW w:w="7020" w:type="dxa"/>
            <w:tcBorders>
              <w:top w:val="single" w:sz="4" w:space="0" w:color="auto"/>
              <w:left w:val="single" w:sz="4" w:space="0" w:color="auto"/>
              <w:bottom w:val="single" w:sz="4" w:space="0" w:color="auto"/>
              <w:right w:val="single" w:sz="4" w:space="0" w:color="auto"/>
            </w:tcBorders>
          </w:tcPr>
          <w:p w14:paraId="70427D5B" w14:textId="77777777" w:rsidR="007448FB" w:rsidRDefault="007448FB" w:rsidP="007448FB">
            <w:pPr>
              <w:spacing w:before="60" w:after="60" w:line="240" w:lineRule="auto"/>
              <w:rPr>
                <w:rFonts w:ascii="Calibri" w:eastAsia="SimSun" w:hAnsi="Calibri" w:cs="Calibri"/>
                <w:sz w:val="20"/>
                <w:u w:val="single"/>
              </w:rPr>
            </w:pPr>
            <w:r w:rsidRPr="00B22BC6">
              <w:rPr>
                <w:rFonts w:ascii="Calibri" w:eastAsia="SimSun" w:hAnsi="Calibri" w:cs="Calibri"/>
                <w:sz w:val="20"/>
                <w:u w:val="single"/>
              </w:rPr>
              <w:t xml:space="preserve">Acknowledgement of </w:t>
            </w:r>
            <w:r>
              <w:rPr>
                <w:rFonts w:ascii="Calibri" w:eastAsia="SimSun" w:hAnsi="Calibri" w:cs="Calibri"/>
                <w:sz w:val="20"/>
                <w:u w:val="single"/>
              </w:rPr>
              <w:t>i</w:t>
            </w:r>
            <w:r w:rsidRPr="00B22BC6">
              <w:rPr>
                <w:rFonts w:ascii="Calibri" w:eastAsia="SimSun" w:hAnsi="Calibri" w:cs="Calibri"/>
                <w:sz w:val="20"/>
                <w:u w:val="single"/>
              </w:rPr>
              <w:t>nformation</w:t>
            </w:r>
            <w:r w:rsidRPr="004316F7">
              <w:rPr>
                <w:rFonts w:ascii="Calibri" w:eastAsia="SimSun" w:hAnsi="Calibri" w:cs="Calibri"/>
                <w:sz w:val="20"/>
                <w:u w:val="single"/>
              </w:rPr>
              <w:t xml:space="preserve"> and reports</w:t>
            </w:r>
          </w:p>
          <w:p w14:paraId="156FCFF2" w14:textId="14C67A93" w:rsidR="007448FB" w:rsidRDefault="007448FB" w:rsidP="007448FB">
            <w:pPr>
              <w:spacing w:before="60" w:after="60" w:line="240" w:lineRule="auto"/>
              <w:rPr>
                <w:rFonts w:ascii="Calibri" w:eastAsia="SimSun" w:hAnsi="Calibri" w:cs="Calibri"/>
                <w:sz w:val="20"/>
              </w:rPr>
            </w:pPr>
            <w:r>
              <w:rPr>
                <w:rFonts w:ascii="Calibri" w:eastAsia="SimSun" w:hAnsi="Calibri" w:cs="Calibri"/>
                <w:sz w:val="20"/>
              </w:rPr>
              <w:t>Reports and information provided digitally are acknowledged to the sender by the VTS</w:t>
            </w:r>
            <w:r w:rsidR="009E49EC">
              <w:rPr>
                <w:rFonts w:ascii="Calibri" w:eastAsia="SimSun" w:hAnsi="Calibri" w:cs="Calibri"/>
                <w:sz w:val="20"/>
              </w:rPr>
              <w:t>.</w:t>
            </w:r>
            <w:r>
              <w:rPr>
                <w:rFonts w:ascii="Calibri" w:eastAsia="SimSun" w:hAnsi="Calibri" w:cs="Calibri"/>
                <w:sz w:val="20"/>
              </w:rPr>
              <w:t xml:space="preserve"> </w:t>
            </w:r>
          </w:p>
          <w:p w14:paraId="78B4F340" w14:textId="08D6044E" w:rsidR="00A5466C" w:rsidRDefault="00A5466C" w:rsidP="007448FB">
            <w:pPr>
              <w:spacing w:before="60" w:after="60" w:line="240" w:lineRule="auto"/>
              <w:rPr>
                <w:rFonts w:ascii="Calibri" w:eastAsia="SimSun" w:hAnsi="Calibri" w:cs="Calibri"/>
                <w:sz w:val="20"/>
              </w:rPr>
            </w:pPr>
            <w:r>
              <w:rPr>
                <w:rFonts w:ascii="Calibri" w:eastAsia="SimSun" w:hAnsi="Calibri" w:cs="Calibri"/>
                <w:sz w:val="20"/>
              </w:rPr>
              <w:t>Processes and procedures to acknowledge data received digitally</w:t>
            </w:r>
            <w:r w:rsidR="000E112E">
              <w:rPr>
                <w:rFonts w:ascii="Calibri" w:eastAsia="SimSun" w:hAnsi="Calibri" w:cs="Calibri"/>
                <w:sz w:val="20"/>
              </w:rPr>
              <w:t>:</w:t>
            </w:r>
          </w:p>
          <w:p w14:paraId="33A2B35F" w14:textId="52865856" w:rsidR="00A5466C" w:rsidRDefault="00A5466C"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Verification</w:t>
            </w:r>
            <w:r w:rsidR="00F47A49">
              <w:rPr>
                <w:rFonts w:ascii="Calibri" w:eastAsia="SimSun" w:hAnsi="Calibri" w:cs="Calibri"/>
                <w:sz w:val="20"/>
              </w:rPr>
              <w:t xml:space="preserve"> and authentication</w:t>
            </w:r>
            <w:r w:rsidRPr="00A5466C">
              <w:rPr>
                <w:rFonts w:ascii="Calibri" w:eastAsia="SimSun" w:hAnsi="Calibri" w:cs="Calibri"/>
                <w:sz w:val="20"/>
              </w:rPr>
              <w:t xml:space="preserve"> (automatic, </w:t>
            </w:r>
            <w:r w:rsidR="000E112E">
              <w:rPr>
                <w:rFonts w:ascii="Calibri" w:eastAsia="SimSun" w:hAnsi="Calibri" w:cs="Calibri"/>
                <w:sz w:val="20"/>
              </w:rPr>
              <w:t>o</w:t>
            </w:r>
            <w:r w:rsidR="000E112E" w:rsidRPr="00A5466C">
              <w:rPr>
                <w:rFonts w:ascii="Calibri" w:eastAsia="SimSun" w:hAnsi="Calibri" w:cs="Calibri"/>
                <w:sz w:val="20"/>
              </w:rPr>
              <w:t>perator</w:t>
            </w:r>
            <w:r w:rsidRPr="00A5466C">
              <w:rPr>
                <w:rFonts w:ascii="Calibri" w:eastAsia="SimSun" w:hAnsi="Calibri" w:cs="Calibri"/>
                <w:sz w:val="20"/>
              </w:rPr>
              <w:t>, independent)</w:t>
            </w:r>
          </w:p>
          <w:p w14:paraId="790AE1EE" w14:textId="0F31517E" w:rsidR="00104A0A" w:rsidRDefault="00104A0A" w:rsidP="00A5466C">
            <w:pPr>
              <w:pStyle w:val="ListParagraph"/>
              <w:numPr>
                <w:ilvl w:val="0"/>
                <w:numId w:val="49"/>
              </w:numPr>
              <w:spacing w:before="60" w:after="60" w:line="240" w:lineRule="auto"/>
              <w:rPr>
                <w:rFonts w:ascii="Calibri" w:eastAsia="SimSun" w:hAnsi="Calibri" w:cs="Calibri"/>
                <w:sz w:val="20"/>
              </w:rPr>
            </w:pPr>
            <w:r w:rsidRPr="00A5466C">
              <w:rPr>
                <w:rFonts w:ascii="Calibri" w:eastAsia="SimSun" w:hAnsi="Calibri" w:cs="Calibri"/>
                <w:sz w:val="20"/>
              </w:rPr>
              <w:t>Automatic acknowledgement</w:t>
            </w:r>
          </w:p>
          <w:p w14:paraId="53305F62" w14:textId="46BDC3BC" w:rsidR="00A5466C" w:rsidRPr="00A5466C" w:rsidRDefault="00A5466C" w:rsidP="00A5466C">
            <w:pPr>
              <w:pStyle w:val="ListParagraph"/>
              <w:numPr>
                <w:ilvl w:val="0"/>
                <w:numId w:val="49"/>
              </w:numPr>
              <w:spacing w:before="60" w:after="60" w:line="240" w:lineRule="auto"/>
              <w:rPr>
                <w:rFonts w:ascii="Calibri" w:eastAsia="SimSun" w:hAnsi="Calibri" w:cs="Calibri"/>
                <w:sz w:val="20"/>
              </w:rPr>
            </w:pPr>
            <w:r>
              <w:rPr>
                <w:rFonts w:ascii="Calibri" w:eastAsia="SimSun" w:hAnsi="Calibri" w:cs="Calibri"/>
                <w:sz w:val="20"/>
              </w:rPr>
              <w:t>Keeping human in the loop (database/DST)</w:t>
            </w:r>
          </w:p>
          <w:p w14:paraId="4C062AE1" w14:textId="5C6EA96C" w:rsidR="001A4C81" w:rsidRPr="00B17555" w:rsidRDefault="001A4C81" w:rsidP="00B17555">
            <w:pPr>
              <w:spacing w:before="60" w:after="60" w:line="240" w:lineRule="auto"/>
              <w:ind w:left="360"/>
              <w:rPr>
                <w:rFonts w:ascii="Calibri" w:eastAsia="SimSun" w:hAnsi="Calibri" w:cs="Calibri"/>
                <w:sz w:val="20"/>
              </w:rPr>
            </w:pPr>
          </w:p>
        </w:tc>
      </w:tr>
      <w:tr w:rsidR="001A4C81" w:rsidRPr="00CB5A35" w14:paraId="6F5246E7" w14:textId="77777777" w:rsidTr="00B95B2B">
        <w:trPr>
          <w:trHeight w:val="587"/>
        </w:trPr>
        <w:tc>
          <w:tcPr>
            <w:tcW w:w="3446" w:type="dxa"/>
            <w:tcBorders>
              <w:left w:val="single" w:sz="4" w:space="0" w:color="auto"/>
              <w:right w:val="single" w:sz="4" w:space="0" w:color="auto"/>
            </w:tcBorders>
            <w:shd w:val="clear" w:color="auto" w:fill="F2F2F2" w:themeFill="background1" w:themeFillShade="F2"/>
          </w:tcPr>
          <w:p w14:paraId="790D9F31" w14:textId="77777777" w:rsidR="001A4C81" w:rsidRDefault="001A4C81">
            <w:pPr>
              <w:pStyle w:val="ListParagraph"/>
              <w:numPr>
                <w:ilvl w:val="1"/>
                <w:numId w:val="37"/>
              </w:numPr>
              <w:spacing w:before="60" w:after="60" w:line="240" w:lineRule="auto"/>
              <w:rPr>
                <w:rFonts w:ascii="Calibri" w:eastAsia="MS Mincho" w:hAnsi="Calibri" w:cs="Calibri"/>
                <w:sz w:val="20"/>
              </w:rPr>
            </w:pPr>
            <w:r w:rsidRPr="005C614B">
              <w:rPr>
                <w:rFonts w:ascii="Calibri" w:eastAsia="MS Mincho" w:hAnsi="Calibri" w:cs="Calibri"/>
                <w:sz w:val="20"/>
              </w:rPr>
              <w:t>Interaction</w:t>
            </w:r>
            <w:r>
              <w:rPr>
                <w:rFonts w:ascii="Calibri" w:eastAsia="MS Mincho" w:hAnsi="Calibri" w:cs="Calibri"/>
                <w:sz w:val="20"/>
              </w:rPr>
              <w:t xml:space="preserve"> to confirm / acknowledge information and data received digitally</w:t>
            </w:r>
          </w:p>
          <w:p w14:paraId="1AA119F5" w14:textId="292F714E" w:rsidR="001A4C81" w:rsidRPr="00A66CA4" w:rsidRDefault="001A4C81" w:rsidP="00310E67">
            <w:pPr>
              <w:spacing w:before="60" w:after="60" w:line="240" w:lineRule="auto"/>
              <w:rPr>
                <w:rFonts w:ascii="Calibri" w:hAnsi="Calibri" w:cs="Calibri"/>
                <w:sz w:val="20"/>
              </w:rPr>
            </w:pPr>
            <w:r w:rsidRPr="00A66CA4">
              <w:rPr>
                <w:rFonts w:ascii="Calibri" w:hAnsi="Calibri" w:cs="Calibri"/>
                <w:sz w:val="20"/>
              </w:rPr>
              <w:t>Information exchange, such as</w:t>
            </w:r>
            <w:r w:rsidR="00BB56D1">
              <w:rPr>
                <w:rFonts w:ascii="Calibri" w:hAnsi="Calibri" w:cs="Calibri"/>
                <w:sz w:val="20"/>
              </w:rPr>
              <w:t>:</w:t>
            </w:r>
          </w:p>
          <w:p w14:paraId="316D88EC" w14:textId="6793A832"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Reporting requirements</w:t>
            </w:r>
          </w:p>
          <w:p w14:paraId="522A930F" w14:textId="2814F955"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relevant traffic information</w:t>
            </w:r>
          </w:p>
          <w:p w14:paraId="465891AC" w14:textId="1FDF1BDB"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Provide navigational / fairway information</w:t>
            </w:r>
          </w:p>
          <w:p w14:paraId="4ED94A8D" w14:textId="292B09A1"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Vessel defects or deficiencies, such as navigation or manoeuvring equipment failure</w:t>
            </w:r>
          </w:p>
          <w:p w14:paraId="010DDF9D" w14:textId="4AF0652A" w:rsidR="001A4C81" w:rsidRPr="00C54B5B" w:rsidRDefault="001A4C81" w:rsidP="00C54B5B">
            <w:pPr>
              <w:pStyle w:val="ListParagraph"/>
              <w:numPr>
                <w:ilvl w:val="0"/>
                <w:numId w:val="50"/>
              </w:numPr>
              <w:spacing w:before="60" w:after="60" w:line="240" w:lineRule="auto"/>
              <w:rPr>
                <w:rFonts w:ascii="Calibri" w:eastAsia="MS Mincho" w:hAnsi="Calibri" w:cs="Calibri"/>
                <w:sz w:val="20"/>
              </w:rPr>
            </w:pPr>
            <w:r w:rsidRPr="00C54B5B">
              <w:rPr>
                <w:rFonts w:ascii="Calibri" w:eastAsia="MS Mincho" w:hAnsi="Calibri" w:cs="Calibri"/>
                <w:sz w:val="20"/>
              </w:rPr>
              <w:t>Updating information with allied services</w:t>
            </w:r>
          </w:p>
        </w:tc>
        <w:tc>
          <w:tcPr>
            <w:tcW w:w="4199" w:type="dxa"/>
            <w:tcBorders>
              <w:top w:val="nil"/>
              <w:left w:val="single" w:sz="4" w:space="0" w:color="auto"/>
              <w:bottom w:val="single" w:sz="4" w:space="0" w:color="auto"/>
              <w:right w:val="single" w:sz="4" w:space="0" w:color="auto"/>
            </w:tcBorders>
            <w:shd w:val="clear" w:color="auto" w:fill="auto"/>
          </w:tcPr>
          <w:p w14:paraId="0C483C17" w14:textId="77777777" w:rsidR="001A4C81" w:rsidRPr="00FC29F2" w:rsidRDefault="001A4C81" w:rsidP="00310E67">
            <w:pPr>
              <w:spacing w:before="60" w:after="60" w:line="240" w:lineRule="auto"/>
              <w:rPr>
                <w:rFonts w:ascii="Calibri" w:eastAsia="SimSun" w:hAnsi="Calibri" w:cs="Calibri"/>
                <w:sz w:val="20"/>
                <w:highlight w:val="yellow"/>
              </w:rPr>
            </w:pPr>
          </w:p>
        </w:tc>
        <w:tc>
          <w:tcPr>
            <w:tcW w:w="723" w:type="dxa"/>
            <w:tcBorders>
              <w:top w:val="single" w:sz="4" w:space="0" w:color="auto"/>
              <w:left w:val="single" w:sz="4" w:space="0" w:color="auto"/>
              <w:bottom w:val="single" w:sz="4" w:space="0" w:color="auto"/>
              <w:right w:val="single" w:sz="4" w:space="0" w:color="auto"/>
            </w:tcBorders>
          </w:tcPr>
          <w:p w14:paraId="4A35FEB8" w14:textId="1642A40B" w:rsidR="001A4C81" w:rsidRPr="00FC29F2" w:rsidRDefault="001A4C81" w:rsidP="00310E67">
            <w:pPr>
              <w:spacing w:before="60" w:after="60" w:line="240" w:lineRule="auto"/>
              <w:rPr>
                <w:rFonts w:ascii="Calibri" w:eastAsia="SimSun" w:hAnsi="Calibri" w:cs="Calibri"/>
                <w:sz w:val="20"/>
              </w:rPr>
            </w:pPr>
            <w:r>
              <w:rPr>
                <w:rFonts w:ascii="Calibri" w:eastAsia="SimSun" w:hAnsi="Calibri" w:cs="Calibri"/>
                <w:sz w:val="20"/>
              </w:rPr>
              <w:t>1.</w:t>
            </w:r>
            <w:r w:rsidR="00B57298">
              <w:rPr>
                <w:rFonts w:ascii="Calibri" w:eastAsia="SimSun" w:hAnsi="Calibri" w:cs="Calibri"/>
                <w:sz w:val="20"/>
              </w:rPr>
              <w:t>5</w:t>
            </w:r>
            <w:r w:rsidRPr="00FC29F2">
              <w:rPr>
                <w:rFonts w:ascii="Calibri" w:eastAsia="SimSun" w:hAnsi="Calibri" w:cs="Calibri"/>
                <w:sz w:val="20"/>
              </w:rPr>
              <w:t>.1</w:t>
            </w:r>
          </w:p>
        </w:tc>
        <w:tc>
          <w:tcPr>
            <w:tcW w:w="7020" w:type="dxa"/>
            <w:tcBorders>
              <w:top w:val="single" w:sz="4" w:space="0" w:color="auto"/>
              <w:left w:val="single" w:sz="4" w:space="0" w:color="auto"/>
              <w:bottom w:val="single" w:sz="4" w:space="0" w:color="auto"/>
              <w:right w:val="single" w:sz="4" w:space="0" w:color="auto"/>
            </w:tcBorders>
          </w:tcPr>
          <w:p w14:paraId="1479BF50" w14:textId="728DF333" w:rsidR="001A4C81" w:rsidRDefault="001A4C81" w:rsidP="00310E67">
            <w:pPr>
              <w:spacing w:before="60" w:after="60" w:line="240" w:lineRule="auto"/>
              <w:rPr>
                <w:rFonts w:ascii="Calibri" w:eastAsia="SimSun" w:hAnsi="Calibri" w:cs="Calibri"/>
                <w:sz w:val="20"/>
              </w:rPr>
            </w:pPr>
            <w:r w:rsidRPr="00FC29F2">
              <w:rPr>
                <w:rFonts w:ascii="Calibri" w:eastAsia="SimSun" w:hAnsi="Calibri" w:cs="Calibri"/>
                <w:sz w:val="20"/>
              </w:rPr>
              <w:t xml:space="preserve">Interaction received digitally from a ‘ship’ is responded to as would </w:t>
            </w:r>
            <w:r w:rsidR="00A5466C">
              <w:rPr>
                <w:rFonts w:ascii="Calibri" w:eastAsia="SimSun" w:hAnsi="Calibri" w:cs="Calibri"/>
                <w:sz w:val="20"/>
              </w:rPr>
              <w:t xml:space="preserve">be by </w:t>
            </w:r>
            <w:r w:rsidRPr="00FC29F2">
              <w:rPr>
                <w:rFonts w:ascii="Calibri" w:eastAsia="SimSun" w:hAnsi="Calibri" w:cs="Calibri"/>
                <w:sz w:val="20"/>
              </w:rPr>
              <w:t xml:space="preserve">voice </w:t>
            </w:r>
            <w:r w:rsidR="00AC526C">
              <w:rPr>
                <w:rFonts w:ascii="Calibri" w:eastAsia="SimSun" w:hAnsi="Calibri" w:cs="Calibri"/>
                <w:sz w:val="20"/>
              </w:rPr>
              <w:t>consistent with local operational requirements</w:t>
            </w:r>
            <w:r w:rsidR="009E49EC">
              <w:rPr>
                <w:rFonts w:ascii="Calibri" w:eastAsia="SimSun" w:hAnsi="Calibri" w:cs="Calibri"/>
                <w:sz w:val="20"/>
              </w:rPr>
              <w:t>.</w:t>
            </w:r>
          </w:p>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5602"/>
            </w:tblGrid>
            <w:tr w:rsidR="001A4C81" w14:paraId="34C6E3DB" w14:textId="77777777" w:rsidTr="00310E67">
              <w:trPr>
                <w:trHeight w:val="701"/>
                <w:jc w:val="center"/>
              </w:trPr>
              <w:tc>
                <w:tcPr>
                  <w:tcW w:w="5602" w:type="dxa"/>
                  <w:shd w:val="clear" w:color="auto" w:fill="B5E1FF" w:themeFill="accent1" w:themeFillTint="33"/>
                </w:tcPr>
                <w:p w14:paraId="1DAD0F6B"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(Task 1.3.1)</w:t>
                  </w:r>
                  <w:r>
                    <w:rPr>
                      <w:rFonts w:ascii="Calibri" w:eastAsia="SimSun" w:hAnsi="Calibri" w:cs="Calibri"/>
                      <w:sz w:val="20"/>
                    </w:rPr>
                    <w:t xml:space="preserve"> includes </w:t>
                  </w:r>
                  <w:r w:rsidRPr="00143593">
                    <w:rPr>
                      <w:rFonts w:ascii="Calibri" w:eastAsia="SimSun" w:hAnsi="Calibri" w:cs="Calibri"/>
                      <w:sz w:val="20"/>
                    </w:rPr>
                    <w:t>operational descriptions and use cases for the potential technical services identified in the description for Maritime Service for VTS</w:t>
                  </w:r>
                  <w:r>
                    <w:rPr>
                      <w:rFonts w:ascii="Calibri" w:eastAsia="SimSun" w:hAnsi="Calibri" w:cs="Calibri"/>
                      <w:sz w:val="20"/>
                    </w:rPr>
                    <w:t xml:space="preserve"> such as:</w:t>
                  </w:r>
                </w:p>
                <w:p w14:paraId="13354DE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Voyage Information Service</w:t>
                  </w:r>
                  <w:r w:rsidRPr="00143593">
                    <w:rPr>
                      <w:rFonts w:ascii="Calibri" w:eastAsia="SimSun" w:hAnsi="Calibri" w:cs="Calibri"/>
                      <w:sz w:val="20"/>
                    </w:rPr>
                    <w:t xml:space="preserve"> - The service supports exchange of voyage plans, text messages and area messages</w:t>
                  </w:r>
                </w:p>
                <w:p w14:paraId="7EFB063C"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Route Information Service</w:t>
                  </w:r>
                  <w:r w:rsidRPr="00143593">
                    <w:rPr>
                      <w:rFonts w:ascii="Calibri" w:eastAsia="SimSun" w:hAnsi="Calibri" w:cs="Calibri"/>
                      <w:sz w:val="20"/>
                    </w:rPr>
                    <w:t xml:space="preserve"> - The service provides route recommendations and/or route validation for ships.</w:t>
                  </w:r>
                </w:p>
                <w:p w14:paraId="7F2B3224" w14:textId="77777777" w:rsidR="001A4C81" w:rsidRPr="00143593" w:rsidRDefault="001A4C81">
                  <w:pPr>
                    <w:pStyle w:val="ListParagraph"/>
                    <w:numPr>
                      <w:ilvl w:val="0"/>
                      <w:numId w:val="46"/>
                    </w:numPr>
                    <w:shd w:val="clear" w:color="auto" w:fill="B5E1FF" w:themeFill="accent1" w:themeFillTint="33"/>
                    <w:spacing w:before="60" w:after="60" w:line="240" w:lineRule="auto"/>
                    <w:rPr>
                      <w:rFonts w:ascii="Calibri" w:eastAsia="SimSun" w:hAnsi="Calibri" w:cs="Calibri"/>
                      <w:sz w:val="20"/>
                    </w:rPr>
                  </w:pPr>
                  <w:r w:rsidRPr="00143593">
                    <w:rPr>
                      <w:rFonts w:ascii="Calibri" w:eastAsia="SimSun" w:hAnsi="Calibri" w:cs="Calibri"/>
                      <w:sz w:val="20"/>
                      <w:u w:val="single"/>
                    </w:rPr>
                    <w:t>Traffic clearance Service</w:t>
                  </w:r>
                  <w:r w:rsidRPr="00143593">
                    <w:rPr>
                      <w:rFonts w:ascii="Calibri" w:eastAsia="SimSun" w:hAnsi="Calibri" w:cs="Calibri"/>
                      <w:sz w:val="20"/>
                    </w:rPr>
                    <w:t xml:space="preserve"> - The service provides vessels with permission to proceed, impose conditions or deny clearance.</w:t>
                  </w:r>
                </w:p>
                <w:p w14:paraId="372F8325" w14:textId="77777777" w:rsidR="001A4C81" w:rsidRPr="00F2255C" w:rsidRDefault="001A4C81" w:rsidP="00310E67">
                  <w:pPr>
                    <w:shd w:val="clear" w:color="auto" w:fill="B5E1FF" w:themeFill="accent1" w:themeFillTint="33"/>
                    <w:spacing w:before="60" w:after="60" w:line="240" w:lineRule="auto"/>
                  </w:pPr>
                  <w:r w:rsidRPr="00F2255C">
                    <w:rPr>
                      <w:rFonts w:ascii="Calibri" w:eastAsia="SimSun" w:hAnsi="Calibri" w:cs="Calibri"/>
                      <w:sz w:val="20"/>
                    </w:rPr>
                    <w:t xml:space="preserve"> </w:t>
                  </w:r>
                  <w:r w:rsidRPr="00F2255C">
                    <w:rPr>
                      <w:rFonts w:ascii="Calibri" w:eastAsia="SimSun" w:hAnsi="Calibri" w:cs="Calibri"/>
                      <w:sz w:val="20"/>
                      <w:highlight w:val="yellow"/>
                    </w:rPr>
                    <w:t xml:space="preserve">S </w:t>
                  </w:r>
                  <w:r>
                    <w:rPr>
                      <w:rFonts w:ascii="Calibri" w:eastAsia="SimSun" w:hAnsi="Calibri" w:cs="Calibri"/>
                      <w:sz w:val="20"/>
                      <w:highlight w:val="yellow"/>
                    </w:rPr>
                    <w:t>100 product specifications</w:t>
                  </w:r>
                </w:p>
              </w:tc>
            </w:tr>
          </w:tbl>
          <w:p w14:paraId="4D2011FD" w14:textId="77777777" w:rsidR="001A4C81" w:rsidRPr="00FC29F2" w:rsidRDefault="001A4C81" w:rsidP="00310E67">
            <w:pPr>
              <w:spacing w:before="60" w:after="60" w:line="240" w:lineRule="auto"/>
              <w:rPr>
                <w:rFonts w:ascii="Calibri" w:eastAsia="SimSun" w:hAnsi="Calibri" w:cs="Calibri"/>
                <w:sz w:val="20"/>
              </w:rPr>
            </w:pPr>
          </w:p>
          <w:p w14:paraId="625EF10C"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698F303C" w14:textId="77777777" w:rsidTr="00310E67">
        <w:trPr>
          <w:trHeight w:val="587"/>
        </w:trPr>
        <w:tc>
          <w:tcPr>
            <w:tcW w:w="15388" w:type="dxa"/>
            <w:gridSpan w:val="4"/>
            <w:tcBorders>
              <w:left w:val="single" w:sz="4" w:space="0" w:color="auto"/>
              <w:right w:val="single" w:sz="4" w:space="0" w:color="auto"/>
            </w:tcBorders>
            <w:shd w:val="clear" w:color="auto" w:fill="00B0F0"/>
          </w:tcPr>
          <w:p w14:paraId="4276FB30"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ascii="Calibri" w:eastAsia="SimSun" w:hAnsi="Calibri" w:cs="Calibri"/>
                <w:b/>
                <w:bCs/>
                <w:color w:val="FFFFFF" w:themeColor="background1"/>
                <w:sz w:val="24"/>
                <w:szCs w:val="24"/>
              </w:rPr>
              <w:t>Core VTS System Capabilities (Database, DST and network)</w:t>
            </w:r>
          </w:p>
        </w:tc>
      </w:tr>
      <w:tr w:rsidR="001A4C81" w:rsidRPr="00CB5A35" w14:paraId="0A88C103" w14:textId="77777777" w:rsidTr="00B95B2B">
        <w:trPr>
          <w:trHeight w:val="587"/>
        </w:trPr>
        <w:tc>
          <w:tcPr>
            <w:tcW w:w="3446" w:type="dxa"/>
            <w:tcBorders>
              <w:left w:val="single" w:sz="4" w:space="0" w:color="auto"/>
              <w:right w:val="single" w:sz="4" w:space="0" w:color="auto"/>
            </w:tcBorders>
            <w:shd w:val="clear" w:color="auto" w:fill="F2F2F2" w:themeFill="background1" w:themeFillShade="F2"/>
          </w:tcPr>
          <w:p w14:paraId="353A58CC" w14:textId="77777777" w:rsidR="001A4C81" w:rsidRPr="005C614B"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t xml:space="preserve">Integrating digital information and data with existing systems in a </w:t>
            </w:r>
            <w:r w:rsidRPr="005C614B">
              <w:rPr>
                <w:rFonts w:ascii="Calibri" w:eastAsia="MS Mincho" w:hAnsi="Calibri" w:cs="Calibri"/>
                <w:sz w:val="20"/>
              </w:rPr>
              <w:lastRenderedPageBreak/>
              <w:t>manner consistent with receiving this verbally</w:t>
            </w:r>
          </w:p>
        </w:tc>
        <w:tc>
          <w:tcPr>
            <w:tcW w:w="4199" w:type="dxa"/>
            <w:tcBorders>
              <w:top w:val="nil"/>
              <w:left w:val="single" w:sz="4" w:space="0" w:color="auto"/>
              <w:bottom w:val="single" w:sz="4" w:space="0" w:color="auto"/>
              <w:right w:val="single" w:sz="4" w:space="0" w:color="auto"/>
            </w:tcBorders>
            <w:shd w:val="clear" w:color="auto" w:fill="auto"/>
          </w:tcPr>
          <w:p w14:paraId="1A6D4C46" w14:textId="77777777" w:rsidR="001A4C81" w:rsidRDefault="001A4C81" w:rsidP="00310E67">
            <w:pPr>
              <w:spacing w:before="60" w:after="60" w:line="240" w:lineRule="auto"/>
              <w:rPr>
                <w:rFonts w:ascii="Calibri" w:hAnsi="Calibri" w:cs="Calibri"/>
                <w:sz w:val="20"/>
              </w:rPr>
            </w:pPr>
            <w:r>
              <w:rPr>
                <w:rFonts w:ascii="Calibri" w:hAnsi="Calibri" w:cs="Calibri"/>
                <w:sz w:val="20"/>
              </w:rPr>
              <w:lastRenderedPageBreak/>
              <w:t xml:space="preserve">How to assimilate and integrate digital information into the core VTS systems </w:t>
            </w:r>
          </w:p>
          <w:p w14:paraId="6E13DBD0" w14:textId="77777777" w:rsidR="001A4C81" w:rsidRDefault="001A4C81" w:rsidP="00310E67">
            <w:pPr>
              <w:spacing w:before="60" w:after="60" w:line="240" w:lineRule="auto"/>
              <w:rPr>
                <w:rFonts w:ascii="Calibri" w:hAnsi="Calibri" w:cs="Calibri"/>
                <w:sz w:val="20"/>
              </w:rPr>
            </w:pPr>
            <w:r>
              <w:rPr>
                <w:rFonts w:ascii="Calibri" w:hAnsi="Calibri" w:cs="Calibri"/>
                <w:sz w:val="20"/>
              </w:rPr>
              <w:lastRenderedPageBreak/>
              <w:t>Compilation of replay data for incident / event occurring</w:t>
            </w:r>
          </w:p>
          <w:p w14:paraId="0AE4B839" w14:textId="77777777" w:rsidR="001A4C81" w:rsidRPr="00FC29F2" w:rsidRDefault="001A4C81" w:rsidP="00310E67">
            <w:pPr>
              <w:spacing w:before="60" w:after="60" w:line="240" w:lineRule="auto"/>
              <w:rPr>
                <w:rFonts w:ascii="Calibri" w:eastAsia="SimSun" w:hAnsi="Calibri" w:cs="Calibri"/>
                <w:sz w:val="20"/>
                <w:highlight w:val="yellow"/>
              </w:rPr>
            </w:pPr>
            <w:r w:rsidRPr="00072698">
              <w:rPr>
                <w:rFonts w:ascii="Calibri" w:eastAsia="SimSun" w:hAnsi="Calibri" w:cs="Calibri"/>
                <w:sz w:val="20"/>
              </w:rPr>
              <w:t xml:space="preserve">IALA </w:t>
            </w:r>
            <w:r w:rsidRPr="005C614B">
              <w:rPr>
                <w:rFonts w:ascii="Calibri" w:eastAsia="SimSun" w:hAnsi="Calibri" w:cs="Calibri"/>
                <w:i/>
                <w:iCs/>
                <w:sz w:val="20"/>
              </w:rPr>
              <w:t>Guideline G1111-1 - Producing Requirements for the Core VTS system</w:t>
            </w:r>
          </w:p>
        </w:tc>
        <w:tc>
          <w:tcPr>
            <w:tcW w:w="723" w:type="dxa"/>
            <w:tcBorders>
              <w:top w:val="single" w:sz="4" w:space="0" w:color="auto"/>
              <w:left w:val="single" w:sz="4" w:space="0" w:color="auto"/>
              <w:bottom w:val="single" w:sz="4" w:space="0" w:color="auto"/>
              <w:right w:val="single" w:sz="4" w:space="0" w:color="auto"/>
            </w:tcBorders>
          </w:tcPr>
          <w:p w14:paraId="037C075A" w14:textId="1082A2E7"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lastRenderedPageBreak/>
              <w:t>2.1.1</w:t>
            </w:r>
          </w:p>
        </w:tc>
        <w:tc>
          <w:tcPr>
            <w:tcW w:w="7020" w:type="dxa"/>
            <w:tcBorders>
              <w:top w:val="single" w:sz="4" w:space="0" w:color="auto"/>
              <w:left w:val="single" w:sz="4" w:space="0" w:color="auto"/>
              <w:bottom w:val="single" w:sz="4" w:space="0" w:color="auto"/>
              <w:right w:val="single" w:sz="4" w:space="0" w:color="auto"/>
            </w:tcBorders>
          </w:tcPr>
          <w:p w14:paraId="4832B45A"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assimilate and integrate information and data regardless of the source.</w:t>
            </w:r>
          </w:p>
          <w:p w14:paraId="5C3DC46C" w14:textId="5A84290D"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lastRenderedPageBreak/>
              <w:t xml:space="preserve">MASS status </w:t>
            </w:r>
            <w:r>
              <w:rPr>
                <w:rFonts w:ascii="Calibri" w:eastAsia="SimSun" w:hAnsi="Calibri" w:cs="Calibri"/>
                <w:sz w:val="20"/>
              </w:rPr>
              <w:t xml:space="preserve">/ </w:t>
            </w:r>
            <w:r w:rsidR="002020BA">
              <w:rPr>
                <w:rFonts w:ascii="Calibri" w:eastAsia="SimSun" w:hAnsi="Calibri" w:cs="Calibri"/>
                <w:sz w:val="20"/>
              </w:rPr>
              <w:t xml:space="preserve">Person or </w:t>
            </w:r>
            <w:r>
              <w:rPr>
                <w:rFonts w:ascii="Calibri" w:eastAsia="SimSun" w:hAnsi="Calibri" w:cs="Calibri"/>
                <w:sz w:val="20"/>
              </w:rPr>
              <w:t xml:space="preserve">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p w14:paraId="48A55A5F" w14:textId="77777777" w:rsidR="001A4C81" w:rsidRPr="00FC29F2" w:rsidRDefault="001A4C81" w:rsidP="00310E67">
            <w:pPr>
              <w:spacing w:before="60" w:after="60" w:line="240" w:lineRule="auto"/>
              <w:rPr>
                <w:rFonts w:ascii="Calibri" w:eastAsia="SimSun" w:hAnsi="Calibri" w:cs="Calibri"/>
                <w:sz w:val="20"/>
              </w:rPr>
            </w:pPr>
          </w:p>
        </w:tc>
      </w:tr>
      <w:tr w:rsidR="001A4C81" w:rsidRPr="00CB5A35" w14:paraId="34230D0B" w14:textId="77777777" w:rsidTr="00B95B2B">
        <w:trPr>
          <w:trHeight w:val="587"/>
        </w:trPr>
        <w:tc>
          <w:tcPr>
            <w:tcW w:w="3446" w:type="dxa"/>
            <w:tcBorders>
              <w:left w:val="single" w:sz="4" w:space="0" w:color="auto"/>
              <w:right w:val="single" w:sz="4" w:space="0" w:color="auto"/>
            </w:tcBorders>
            <w:shd w:val="clear" w:color="auto" w:fill="F2F2F2" w:themeFill="background1" w:themeFillShade="F2"/>
          </w:tcPr>
          <w:p w14:paraId="3B61430B" w14:textId="77777777" w:rsidR="001A4C81" w:rsidRDefault="001A4C81">
            <w:pPr>
              <w:pStyle w:val="ListParagraph"/>
              <w:numPr>
                <w:ilvl w:val="1"/>
                <w:numId w:val="38"/>
              </w:numPr>
              <w:spacing w:before="60" w:after="60" w:line="240" w:lineRule="auto"/>
              <w:rPr>
                <w:rFonts w:ascii="Calibri" w:eastAsia="MS Mincho" w:hAnsi="Calibri" w:cs="Calibri"/>
                <w:sz w:val="20"/>
              </w:rPr>
            </w:pPr>
            <w:r w:rsidRPr="005C614B">
              <w:rPr>
                <w:rFonts w:ascii="Calibri" w:eastAsia="MS Mincho" w:hAnsi="Calibri" w:cs="Calibri"/>
                <w:sz w:val="20"/>
              </w:rPr>
              <w:lastRenderedPageBreak/>
              <w:t xml:space="preserve">Ability </w:t>
            </w:r>
            <w:r>
              <w:rPr>
                <w:rFonts w:ascii="Calibri" w:eastAsia="MS Mincho" w:hAnsi="Calibri" w:cs="Calibri"/>
                <w:sz w:val="20"/>
              </w:rPr>
              <w:t xml:space="preserve">to </w:t>
            </w:r>
            <w:r w:rsidRPr="005C614B">
              <w:rPr>
                <w:rFonts w:ascii="Calibri" w:eastAsia="MS Mincho" w:hAnsi="Calibri" w:cs="Calibri"/>
                <w:sz w:val="20"/>
              </w:rPr>
              <w:t xml:space="preserve">interact </w:t>
            </w:r>
            <w:r>
              <w:rPr>
                <w:rFonts w:ascii="Calibri" w:eastAsia="MS Mincho" w:hAnsi="Calibri" w:cs="Calibri"/>
                <w:sz w:val="20"/>
              </w:rPr>
              <w:t>/ communicate with participating ships digitally in a manner consistent with using VHF voice for:</w:t>
            </w:r>
          </w:p>
          <w:p w14:paraId="1D55C441" w14:textId="77777777" w:rsidR="001A4C81"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Functions as described in 3.1, 3.2, 3,3 and 3.4 below</w:t>
            </w:r>
          </w:p>
          <w:p w14:paraId="7E56C17C" w14:textId="77777777" w:rsidR="001A4C81" w:rsidRPr="00AD55D6" w:rsidRDefault="001A4C81">
            <w:pPr>
              <w:pStyle w:val="ListParagraph"/>
              <w:numPr>
                <w:ilvl w:val="0"/>
                <w:numId w:val="43"/>
              </w:numPr>
              <w:spacing w:before="60" w:after="60" w:line="240" w:lineRule="auto"/>
              <w:rPr>
                <w:rFonts w:ascii="Calibri" w:eastAsia="MS Mincho" w:hAnsi="Calibri" w:cs="Calibri"/>
                <w:sz w:val="20"/>
              </w:rPr>
            </w:pPr>
            <w:r>
              <w:rPr>
                <w:rFonts w:ascii="Calibri" w:eastAsia="MS Mincho" w:hAnsi="Calibri" w:cs="Calibri"/>
                <w:sz w:val="20"/>
              </w:rPr>
              <w:t>General interaction to confirm data provided, intentions etc</w:t>
            </w:r>
          </w:p>
        </w:tc>
        <w:tc>
          <w:tcPr>
            <w:tcW w:w="4199" w:type="dxa"/>
            <w:tcBorders>
              <w:top w:val="nil"/>
              <w:left w:val="single" w:sz="4" w:space="0" w:color="auto"/>
              <w:bottom w:val="single" w:sz="4" w:space="0" w:color="auto"/>
              <w:right w:val="single" w:sz="4" w:space="0" w:color="auto"/>
            </w:tcBorders>
            <w:shd w:val="clear" w:color="auto" w:fill="auto"/>
          </w:tcPr>
          <w:p w14:paraId="6149A403" w14:textId="77777777" w:rsidR="001A4C81" w:rsidRDefault="001A4C81" w:rsidP="00310E67">
            <w:pPr>
              <w:spacing w:before="60" w:after="60" w:line="240" w:lineRule="auto"/>
              <w:rPr>
                <w:rFonts w:ascii="Calibri" w:hAnsi="Calibri" w:cs="Calibri"/>
                <w:sz w:val="20"/>
              </w:rPr>
            </w:pPr>
            <w:r w:rsidRPr="0037224B">
              <w:rPr>
                <w:rFonts w:ascii="Calibri" w:hAnsi="Calibri" w:cs="Calibri"/>
                <w:sz w:val="20"/>
              </w:rPr>
              <w:t>How to interact outwardly</w:t>
            </w:r>
          </w:p>
        </w:tc>
        <w:tc>
          <w:tcPr>
            <w:tcW w:w="723" w:type="dxa"/>
            <w:tcBorders>
              <w:top w:val="single" w:sz="4" w:space="0" w:color="auto"/>
              <w:left w:val="single" w:sz="4" w:space="0" w:color="auto"/>
              <w:bottom w:val="single" w:sz="4" w:space="0" w:color="auto"/>
              <w:right w:val="single" w:sz="4" w:space="0" w:color="auto"/>
            </w:tcBorders>
          </w:tcPr>
          <w:p w14:paraId="6125EB91" w14:textId="74049100" w:rsidR="001A4C81" w:rsidRPr="00FC29F2" w:rsidRDefault="00B57298" w:rsidP="00310E67">
            <w:pPr>
              <w:spacing w:before="60" w:after="60" w:line="240" w:lineRule="auto"/>
              <w:rPr>
                <w:rFonts w:ascii="Calibri" w:eastAsia="SimSun" w:hAnsi="Calibri" w:cs="Calibri"/>
                <w:sz w:val="20"/>
              </w:rPr>
            </w:pPr>
            <w:r>
              <w:rPr>
                <w:rFonts w:ascii="Calibri" w:eastAsia="SimSun" w:hAnsi="Calibri" w:cs="Calibri"/>
                <w:sz w:val="20"/>
              </w:rPr>
              <w:t>2.2.1</w:t>
            </w:r>
          </w:p>
        </w:tc>
        <w:tc>
          <w:tcPr>
            <w:tcW w:w="7020" w:type="dxa"/>
            <w:tcBorders>
              <w:top w:val="single" w:sz="4" w:space="0" w:color="auto"/>
              <w:left w:val="single" w:sz="4" w:space="0" w:color="auto"/>
              <w:bottom w:val="single" w:sz="4" w:space="0" w:color="auto"/>
              <w:right w:val="single" w:sz="4" w:space="0" w:color="auto"/>
            </w:tcBorders>
          </w:tcPr>
          <w:p w14:paraId="06CB09C6"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Database / DST applications have the capability to identify the communications medium for individual ships in real time and present this to VTS personnel.</w:t>
            </w:r>
          </w:p>
          <w:p w14:paraId="36429A37" w14:textId="007CD724" w:rsidR="001A4C81" w:rsidRDefault="001A4C81" w:rsidP="00310E67">
            <w:pPr>
              <w:spacing w:before="60" w:after="60" w:line="240" w:lineRule="auto"/>
              <w:rPr>
                <w:rFonts w:ascii="Calibri" w:eastAsia="SimSun" w:hAnsi="Calibri" w:cs="Calibri"/>
                <w:sz w:val="20"/>
              </w:rPr>
            </w:pPr>
            <w:r w:rsidRPr="00003D45">
              <w:rPr>
                <w:rFonts w:ascii="Calibri" w:eastAsia="SimSun" w:hAnsi="Calibri" w:cs="Calibri"/>
                <w:sz w:val="20"/>
              </w:rPr>
              <w:t xml:space="preserve">MASS status </w:t>
            </w:r>
            <w:r>
              <w:rPr>
                <w:rFonts w:ascii="Calibri" w:eastAsia="SimSun" w:hAnsi="Calibri" w:cs="Calibri"/>
                <w:sz w:val="20"/>
              </w:rPr>
              <w:t xml:space="preserve">/ </w:t>
            </w:r>
            <w:r w:rsidR="002020BA">
              <w:rPr>
                <w:rFonts w:ascii="Calibri" w:eastAsia="SimSun" w:hAnsi="Calibri" w:cs="Calibri"/>
                <w:sz w:val="20"/>
              </w:rPr>
              <w:t xml:space="preserve">Person or </w:t>
            </w:r>
            <w:r>
              <w:rPr>
                <w:rFonts w:ascii="Calibri" w:eastAsia="SimSun" w:hAnsi="Calibri" w:cs="Calibri"/>
                <w:sz w:val="20"/>
              </w:rPr>
              <w:t xml:space="preserve">Entity in command </w:t>
            </w:r>
            <w:r w:rsidRPr="00003D45">
              <w:rPr>
                <w:rFonts w:ascii="Calibri" w:eastAsia="SimSun" w:hAnsi="Calibri" w:cs="Calibri"/>
                <w:sz w:val="20"/>
              </w:rPr>
              <w:t>always displayed</w:t>
            </w:r>
            <w:r>
              <w:rPr>
                <w:rFonts w:ascii="Calibri" w:eastAsia="SimSun" w:hAnsi="Calibri" w:cs="Calibri"/>
                <w:sz w:val="20"/>
              </w:rPr>
              <w:t xml:space="preserve"> to VTS personnel</w:t>
            </w:r>
          </w:p>
        </w:tc>
      </w:tr>
      <w:tr w:rsidR="001A4C81" w:rsidRPr="00CB5A35" w14:paraId="1719160F" w14:textId="77777777" w:rsidTr="00310E67">
        <w:trPr>
          <w:trHeight w:val="428"/>
        </w:trPr>
        <w:tc>
          <w:tcPr>
            <w:tcW w:w="15388" w:type="dxa"/>
            <w:gridSpan w:val="4"/>
            <w:tcBorders>
              <w:top w:val="single" w:sz="4" w:space="0" w:color="auto"/>
              <w:left w:val="single" w:sz="4" w:space="0" w:color="auto"/>
              <w:right w:val="single" w:sz="4" w:space="0" w:color="auto"/>
            </w:tcBorders>
            <w:shd w:val="clear" w:color="auto" w:fill="00B0F0"/>
          </w:tcPr>
          <w:p w14:paraId="3FB82966" w14:textId="77777777" w:rsidR="001A4C81" w:rsidRPr="005C614B" w:rsidRDefault="001A4C81">
            <w:pPr>
              <w:pStyle w:val="ListParagraph"/>
              <w:numPr>
                <w:ilvl w:val="0"/>
                <w:numId w:val="31"/>
              </w:numPr>
              <w:spacing w:before="60" w:after="60" w:line="240" w:lineRule="auto"/>
              <w:rPr>
                <w:rFonts w:ascii="Calibri" w:eastAsia="SimSun" w:hAnsi="Calibri" w:cs="Calibri"/>
                <w:b/>
                <w:bCs/>
                <w:color w:val="FFFFFF" w:themeColor="background1"/>
                <w:sz w:val="24"/>
                <w:szCs w:val="24"/>
              </w:rPr>
            </w:pPr>
            <w:r w:rsidRPr="005C614B">
              <w:rPr>
                <w:rFonts w:eastAsia="MS Mincho" w:cstheme="minorHAnsi"/>
                <w:b/>
                <w:bCs/>
                <w:color w:val="FFFFFF" w:themeColor="background1"/>
                <w:sz w:val="24"/>
                <w:szCs w:val="24"/>
              </w:rPr>
              <w:t>Fulfilling the purpose of VTS through:</w:t>
            </w:r>
          </w:p>
        </w:tc>
      </w:tr>
      <w:tr w:rsidR="001A4C81" w:rsidRPr="00CB5A35" w14:paraId="37F9BACD" w14:textId="77777777" w:rsidTr="00B95B2B">
        <w:trPr>
          <w:trHeight w:val="587"/>
        </w:trPr>
        <w:tc>
          <w:tcPr>
            <w:tcW w:w="3446" w:type="dxa"/>
            <w:tcBorders>
              <w:top w:val="single" w:sz="4" w:space="0" w:color="auto"/>
              <w:left w:val="single" w:sz="4" w:space="0" w:color="auto"/>
              <w:right w:val="single" w:sz="4" w:space="0" w:color="auto"/>
            </w:tcBorders>
            <w:shd w:val="clear" w:color="auto" w:fill="F2F2F2" w:themeFill="background1" w:themeFillShade="F2"/>
          </w:tcPr>
          <w:p w14:paraId="386FF56C" w14:textId="77777777" w:rsidR="001A4C81" w:rsidRPr="00483F42" w:rsidRDefault="001A4C81" w:rsidP="00310E67">
            <w:pPr>
              <w:spacing w:before="60" w:after="60" w:line="240" w:lineRule="auto"/>
              <w:rPr>
                <w:rFonts w:ascii="Calibri" w:hAnsi="Calibri" w:cs="Calibri"/>
                <w:sz w:val="20"/>
              </w:rPr>
            </w:pPr>
            <w:r>
              <w:rPr>
                <w:rFonts w:ascii="Calibri" w:hAnsi="Calibri" w:cs="Calibri"/>
                <w:sz w:val="20"/>
              </w:rPr>
              <w:t>M</w:t>
            </w:r>
            <w:r w:rsidRPr="00483F42">
              <w:rPr>
                <w:rFonts w:ascii="Calibri" w:hAnsi="Calibri" w:cs="Calibri"/>
                <w:sz w:val="20"/>
              </w:rPr>
              <w:t>itigating the development of unsafe situations through:</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3A26FE03"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04EB8166" w14:textId="77777777" w:rsidR="001A4C81" w:rsidRPr="006C0ABA" w:rsidRDefault="001A4C81" w:rsidP="00310E67">
            <w:pPr>
              <w:spacing w:before="60" w:after="60" w:line="240" w:lineRule="auto"/>
              <w:ind w:left="708"/>
              <w:rPr>
                <w:rFonts w:ascii="Calibri" w:eastAsia="SimSun" w:hAnsi="Calibri" w:cs="Calibri"/>
                <w:i/>
                <w:iCs/>
                <w:sz w:val="20"/>
              </w:rPr>
            </w:pPr>
            <w:r w:rsidRPr="006C0ABA">
              <w:rPr>
                <w:rFonts w:ascii="Calibri" w:eastAsia="SimSun" w:hAnsi="Calibri" w:cs="Calibri"/>
                <w:i/>
                <w:iCs/>
                <w:sz w:val="20"/>
              </w:rPr>
              <w:t>3.1 The purpose of VTS is to contribute to the safety of life at sea, improve the safety and efficiency of navigation and support the protection of the environment within a VTS area by mitigating the development of unsafe situations through:</w:t>
            </w:r>
          </w:p>
        </w:tc>
        <w:tc>
          <w:tcPr>
            <w:tcW w:w="723" w:type="dxa"/>
            <w:tcBorders>
              <w:top w:val="single" w:sz="4" w:space="0" w:color="auto"/>
              <w:left w:val="single" w:sz="4" w:space="0" w:color="auto"/>
              <w:bottom w:val="single" w:sz="4" w:space="0" w:color="auto"/>
              <w:right w:val="single" w:sz="4" w:space="0" w:color="auto"/>
            </w:tcBorders>
          </w:tcPr>
          <w:p w14:paraId="59CFE465" w14:textId="77777777" w:rsidR="001A4C81" w:rsidRDefault="001A4C81" w:rsidP="00310E67">
            <w:pPr>
              <w:spacing w:before="60" w:after="60" w:line="240" w:lineRule="auto"/>
              <w:rPr>
                <w:rFonts w:ascii="Calibri" w:eastAsia="SimSun"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1779D554" w14:textId="77777777" w:rsidR="001A4C81" w:rsidRPr="005E44F3" w:rsidRDefault="001A4C81" w:rsidP="00310E67">
            <w:pPr>
              <w:spacing w:before="60" w:after="60" w:line="240" w:lineRule="auto"/>
              <w:rPr>
                <w:rFonts w:ascii="Calibri" w:eastAsia="SimSun" w:hAnsi="Calibri" w:cs="Calibri"/>
                <w:sz w:val="20"/>
              </w:rPr>
            </w:pPr>
          </w:p>
        </w:tc>
      </w:tr>
      <w:tr w:rsidR="001A4C81" w:rsidRPr="00CB5A35" w14:paraId="6CBCFD34" w14:textId="77777777" w:rsidTr="00B95B2B">
        <w:trPr>
          <w:trHeight w:val="587"/>
        </w:trPr>
        <w:tc>
          <w:tcPr>
            <w:tcW w:w="3446" w:type="dxa"/>
            <w:tcBorders>
              <w:top w:val="single" w:sz="4" w:space="0" w:color="auto"/>
              <w:left w:val="single" w:sz="4" w:space="0" w:color="auto"/>
              <w:right w:val="single" w:sz="4" w:space="0" w:color="auto"/>
            </w:tcBorders>
            <w:shd w:val="clear" w:color="auto" w:fill="F2F2F2" w:themeFill="background1" w:themeFillShade="F2"/>
          </w:tcPr>
          <w:p w14:paraId="028028A9"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Providing timely and relevant information on factors that may influence ship movements and assist onboard decision-making</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09A49B3D" w14:textId="77777777" w:rsidR="001A4C81" w:rsidRPr="00CB5A35"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0AE41D5A"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3.1</w:t>
            </w:r>
            <w:r w:rsidRPr="00351B1E">
              <w:rPr>
                <w:rFonts w:ascii="Calibri" w:eastAsia="SimSun" w:hAnsi="Calibri" w:cs="Calibri"/>
                <w:sz w:val="20"/>
              </w:rPr>
              <w:t>.1</w:t>
            </w:r>
          </w:p>
        </w:tc>
        <w:tc>
          <w:tcPr>
            <w:tcW w:w="7020" w:type="dxa"/>
            <w:tcBorders>
              <w:top w:val="single" w:sz="4" w:space="0" w:color="auto"/>
              <w:left w:val="single" w:sz="4" w:space="0" w:color="auto"/>
              <w:bottom w:val="single" w:sz="4" w:space="0" w:color="auto"/>
              <w:right w:val="single" w:sz="4" w:space="0" w:color="auto"/>
            </w:tcBorders>
          </w:tcPr>
          <w:p w14:paraId="6C46B3EA" w14:textId="77777777" w:rsidR="001A4C81" w:rsidRDefault="001A4C81" w:rsidP="00310E67">
            <w:pPr>
              <w:spacing w:before="60" w:after="60" w:line="240" w:lineRule="auto"/>
              <w:rPr>
                <w:rFonts w:ascii="Calibri" w:eastAsia="SimSun" w:hAnsi="Calibri" w:cs="Calibri"/>
                <w:sz w:val="20"/>
              </w:rPr>
            </w:pPr>
            <w:r w:rsidRPr="005E44F3">
              <w:rPr>
                <w:rFonts w:ascii="Calibri" w:eastAsia="SimSun" w:hAnsi="Calibri" w:cs="Calibri"/>
                <w:sz w:val="20"/>
              </w:rPr>
              <w:t xml:space="preserve">Processes and procedures to interact with the ‘responsible person’ to </w:t>
            </w:r>
            <w:r>
              <w:t xml:space="preserve">provide </w:t>
            </w:r>
            <w:r w:rsidRPr="008630B9">
              <w:rPr>
                <w:rFonts w:ascii="Calibri" w:eastAsia="SimSun" w:hAnsi="Calibri" w:cs="Calibri"/>
                <w:sz w:val="20"/>
              </w:rPr>
              <w:t>timely and relevant information</w:t>
            </w:r>
            <w:r w:rsidRPr="005E44F3">
              <w:rPr>
                <w:rFonts w:ascii="Calibri" w:eastAsia="SimSun" w:hAnsi="Calibri" w:cs="Calibri"/>
                <w:sz w:val="20"/>
              </w:rPr>
              <w:t xml:space="preserve">, irrespective of whether the ship is conventional, or MASS </w:t>
            </w:r>
            <w:r>
              <w:rPr>
                <w:rFonts w:ascii="Calibri" w:eastAsia="SimSun" w:hAnsi="Calibri" w:cs="Calibri"/>
                <w:sz w:val="20"/>
              </w:rPr>
              <w:t>which may include:</w:t>
            </w:r>
          </w:p>
          <w:p w14:paraId="6F710B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position, identity, intention and movements of ships</w:t>
            </w:r>
          </w:p>
          <w:p w14:paraId="5EDBAAE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maritime safety information</w:t>
            </w:r>
          </w:p>
          <w:p w14:paraId="2C38FD2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limitations of ships in the VTS area that may impose restrictions on the navigation of other ships (e.g. manoeuvrability), or any other potential hindrances</w:t>
            </w:r>
          </w:p>
          <w:p w14:paraId="215547D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other information such as reporting formalities and International Ship and Port Facility Security Code (ISPS Code) details</w:t>
            </w:r>
          </w:p>
          <w:p w14:paraId="5FB2E30B" w14:textId="77777777" w:rsidR="001A4C81" w:rsidRPr="00CB5A35"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lastRenderedPageBreak/>
              <w:t>.5 support for, and cooperation with, allied services</w:t>
            </w:r>
          </w:p>
        </w:tc>
      </w:tr>
      <w:tr w:rsidR="001A4C81" w:rsidRPr="00CB5A35" w14:paraId="72E2DC7B" w14:textId="77777777" w:rsidTr="00B95B2B">
        <w:trPr>
          <w:trHeight w:val="587"/>
        </w:trPr>
        <w:tc>
          <w:tcPr>
            <w:tcW w:w="3446" w:type="dxa"/>
            <w:tcBorders>
              <w:top w:val="single" w:sz="4" w:space="0" w:color="auto"/>
              <w:left w:val="single" w:sz="4" w:space="0" w:color="auto"/>
              <w:right w:val="single" w:sz="4" w:space="0" w:color="auto"/>
            </w:tcBorders>
            <w:shd w:val="clear" w:color="auto" w:fill="F2F2F2" w:themeFill="background1" w:themeFillShade="F2"/>
          </w:tcPr>
          <w:p w14:paraId="294A966C"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lastRenderedPageBreak/>
              <w:t>Monitoring and managing ship traffic to ensure the safety and efficiency of ship movements.</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2D7981AE" w14:textId="77777777" w:rsidR="001A4C81" w:rsidRPr="00F34342" w:rsidRDefault="001A4C81" w:rsidP="00310E67">
            <w:pPr>
              <w:spacing w:before="60" w:after="60" w:line="240" w:lineRule="auto"/>
              <w:rPr>
                <w:rFonts w:ascii="Calibri" w:eastAsia="SimSun" w:hAnsi="Calibri" w:cs="Calibri"/>
                <w:sz w:val="20"/>
                <w:highlight w:val="lightGray"/>
              </w:rPr>
            </w:pPr>
          </w:p>
        </w:tc>
        <w:tc>
          <w:tcPr>
            <w:tcW w:w="723" w:type="dxa"/>
            <w:tcBorders>
              <w:top w:val="single" w:sz="4" w:space="0" w:color="auto"/>
              <w:left w:val="single" w:sz="4" w:space="0" w:color="auto"/>
              <w:bottom w:val="single" w:sz="4" w:space="0" w:color="auto"/>
              <w:right w:val="single" w:sz="4" w:space="0" w:color="auto"/>
            </w:tcBorders>
          </w:tcPr>
          <w:p w14:paraId="2970BEE3"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3.2.1</w:t>
            </w:r>
          </w:p>
        </w:tc>
        <w:tc>
          <w:tcPr>
            <w:tcW w:w="7020" w:type="dxa"/>
            <w:tcBorders>
              <w:top w:val="single" w:sz="4" w:space="0" w:color="auto"/>
              <w:left w:val="single" w:sz="4" w:space="0" w:color="auto"/>
              <w:bottom w:val="single" w:sz="4" w:space="0" w:color="auto"/>
              <w:right w:val="single" w:sz="4" w:space="0" w:color="auto"/>
            </w:tcBorders>
          </w:tcPr>
          <w:p w14:paraId="6557D9A9" w14:textId="77777777" w:rsidR="001A4C81" w:rsidRDefault="001A4C81" w:rsidP="00310E67">
            <w:pPr>
              <w:spacing w:before="60" w:after="60" w:line="240" w:lineRule="auto"/>
              <w:rPr>
                <w:rFonts w:ascii="Calibri" w:eastAsia="SimSun" w:hAnsi="Calibri" w:cs="Calibri"/>
                <w:sz w:val="20"/>
              </w:rPr>
            </w:pPr>
            <w:r w:rsidRPr="001638B1">
              <w:rPr>
                <w:rFonts w:ascii="Calibri" w:eastAsia="SimSun" w:hAnsi="Calibri" w:cs="Calibri"/>
                <w:sz w:val="20"/>
              </w:rPr>
              <w:t>Processes and procedures to interact with the ‘responsible person’ to manage ship traffic, irrespective of whether the ship is conventional, or MASS</w:t>
            </w:r>
            <w:r>
              <w:rPr>
                <w:rFonts w:ascii="Calibri" w:eastAsia="SimSun" w:hAnsi="Calibri" w:cs="Calibri"/>
                <w:sz w:val="20"/>
              </w:rPr>
              <w:t>,</w:t>
            </w:r>
            <w:r w:rsidRPr="001638B1">
              <w:rPr>
                <w:rFonts w:ascii="Calibri" w:eastAsia="SimSun" w:hAnsi="Calibri" w:cs="Calibri"/>
                <w:sz w:val="20"/>
              </w:rPr>
              <w:t xml:space="preserve"> </w:t>
            </w:r>
            <w:r w:rsidRPr="003A6C7E">
              <w:rPr>
                <w:rFonts w:ascii="Calibri" w:eastAsia="SimSun" w:hAnsi="Calibri" w:cs="Calibri"/>
                <w:sz w:val="20"/>
              </w:rPr>
              <w:t>which may include</w:t>
            </w:r>
            <w:r>
              <w:rPr>
                <w:rFonts w:ascii="Calibri" w:eastAsia="SimSun" w:hAnsi="Calibri" w:cs="Calibri"/>
                <w:sz w:val="20"/>
              </w:rPr>
              <w:t>:</w:t>
            </w:r>
          </w:p>
          <w:p w14:paraId="7646285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planning ship movements in advance</w:t>
            </w:r>
          </w:p>
          <w:p w14:paraId="7C87A7A3"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organizing ships under way</w:t>
            </w:r>
          </w:p>
          <w:p w14:paraId="7B372467"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organizing space allocation</w:t>
            </w:r>
          </w:p>
          <w:p w14:paraId="0D7C7DEE"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establishing a system of traffic clearances</w:t>
            </w:r>
          </w:p>
          <w:p w14:paraId="7BF7C655"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establishing a system of voyage or passage plans</w:t>
            </w:r>
          </w:p>
          <w:p w14:paraId="6B80B7E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providing route advice</w:t>
            </w:r>
          </w:p>
          <w:p w14:paraId="441BA056" w14:textId="77777777" w:rsidR="001A4C81" w:rsidRPr="001D6F33"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.7 ensuring compliance with and enforcement of regulatory provisions for which they are empowered</w:t>
            </w:r>
          </w:p>
        </w:tc>
      </w:tr>
      <w:tr w:rsidR="001A4C81" w:rsidRPr="00CB5A35" w14:paraId="64A5F8A8" w14:textId="77777777" w:rsidTr="00B95B2B">
        <w:trPr>
          <w:trHeight w:val="498"/>
        </w:trPr>
        <w:tc>
          <w:tcPr>
            <w:tcW w:w="3446" w:type="dxa"/>
            <w:tcBorders>
              <w:top w:val="single" w:sz="4" w:space="0" w:color="auto"/>
              <w:left w:val="single" w:sz="4" w:space="0" w:color="auto"/>
              <w:right w:val="single" w:sz="4" w:space="0" w:color="auto"/>
            </w:tcBorders>
            <w:shd w:val="clear" w:color="auto" w:fill="F2F2F2" w:themeFill="background1" w:themeFillShade="F2"/>
          </w:tcPr>
          <w:p w14:paraId="04314157"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Responding to developing unsafe situations,</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70A45462" w14:textId="77777777" w:rsidR="001A4C81" w:rsidRPr="00CB5A35"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6B463321" w14:textId="77777777" w:rsidR="001A4C81" w:rsidRPr="00351B1E" w:rsidRDefault="001A4C81" w:rsidP="00310E67">
            <w:pPr>
              <w:spacing w:before="60" w:after="60" w:line="240" w:lineRule="auto"/>
              <w:rPr>
                <w:rFonts w:ascii="Calibri" w:eastAsia="SimSun" w:hAnsi="Calibri" w:cs="Calibri"/>
                <w:sz w:val="20"/>
              </w:rPr>
            </w:pPr>
            <w:r>
              <w:rPr>
                <w:rFonts w:ascii="Calibri" w:eastAsia="SimSun" w:hAnsi="Calibri" w:cs="Calibri"/>
                <w:sz w:val="20"/>
              </w:rPr>
              <w:t>3.3.1</w:t>
            </w:r>
          </w:p>
        </w:tc>
        <w:tc>
          <w:tcPr>
            <w:tcW w:w="7020" w:type="dxa"/>
            <w:tcBorders>
              <w:top w:val="single" w:sz="4" w:space="0" w:color="auto"/>
              <w:left w:val="single" w:sz="4" w:space="0" w:color="auto"/>
              <w:bottom w:val="single" w:sz="4" w:space="0" w:color="auto"/>
              <w:right w:val="single" w:sz="4" w:space="0" w:color="auto"/>
            </w:tcBorders>
          </w:tcPr>
          <w:p w14:paraId="7F2458D1" w14:textId="77777777" w:rsidR="001A4C81" w:rsidRDefault="001A4C81" w:rsidP="00310E67">
            <w:pPr>
              <w:spacing w:before="60" w:after="60" w:line="240" w:lineRule="auto"/>
              <w:rPr>
                <w:rFonts w:ascii="Calibri" w:eastAsia="SimSun" w:hAnsi="Calibri" w:cs="Calibri"/>
                <w:sz w:val="20"/>
              </w:rPr>
            </w:pPr>
            <w:r w:rsidRPr="00F2255C">
              <w:rPr>
                <w:rFonts w:ascii="Calibri" w:eastAsia="SimSun" w:hAnsi="Calibri" w:cs="Calibri"/>
                <w:sz w:val="20"/>
              </w:rPr>
              <w:t>Respond to developing unsafe situations irrespective of whether the ship /ships involved are conventional or MASS</w:t>
            </w:r>
            <w:r>
              <w:rPr>
                <w:rFonts w:ascii="Calibri" w:eastAsia="SimSun" w:hAnsi="Calibri" w:cs="Calibri"/>
                <w:sz w:val="20"/>
              </w:rPr>
              <w:t>,</w:t>
            </w:r>
            <w:r>
              <w:t xml:space="preserve"> </w:t>
            </w:r>
            <w:r w:rsidRPr="003A6C7E">
              <w:rPr>
                <w:rFonts w:ascii="Calibri" w:eastAsia="SimSun" w:hAnsi="Calibri" w:cs="Calibri"/>
                <w:sz w:val="20"/>
              </w:rPr>
              <w:t>which may include</w:t>
            </w:r>
            <w:r>
              <w:rPr>
                <w:rFonts w:ascii="Calibri" w:eastAsia="SimSun" w:hAnsi="Calibri" w:cs="Calibri"/>
                <w:sz w:val="20"/>
              </w:rPr>
              <w:t>:</w:t>
            </w:r>
          </w:p>
          <w:p w14:paraId="3070566B"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.1 a ship unsure of its route or position</w:t>
            </w:r>
          </w:p>
          <w:p w14:paraId="60B01086"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.2 a ship deviating from the route</w:t>
            </w:r>
          </w:p>
          <w:p w14:paraId="5D76D3B9"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.3 a ship requiring guidance to an anchoring position</w:t>
            </w:r>
          </w:p>
          <w:p w14:paraId="32A5416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.4 a ship that has defects or deficiencies, such as navigation or manoeuvring equipment failure</w:t>
            </w:r>
          </w:p>
          <w:p w14:paraId="08CA635C"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.5 severe meteorological conditions (e.g. low visibility, strong winds)</w:t>
            </w:r>
          </w:p>
          <w:p w14:paraId="57528594" w14:textId="77777777" w:rsidR="001A4C81" w:rsidRPr="003A6C7E" w:rsidRDefault="001A4C81" w:rsidP="00310E67">
            <w:pPr>
              <w:spacing w:before="60" w:after="60" w:line="240" w:lineRule="auto"/>
              <w:ind w:left="708"/>
              <w:rPr>
                <w:rFonts w:ascii="Calibri" w:eastAsia="SimSun" w:hAnsi="Calibri" w:cs="Calibri"/>
                <w:i/>
                <w:iCs/>
                <w:sz w:val="20"/>
              </w:rPr>
            </w:pPr>
            <w:r w:rsidRPr="003A6C7E">
              <w:rPr>
                <w:rFonts w:ascii="Calibri" w:eastAsia="SimSun" w:hAnsi="Calibri" w:cs="Calibri"/>
                <w:i/>
                <w:iCs/>
                <w:sz w:val="20"/>
              </w:rPr>
              <w:t>.6 a ship at risk of grounding or collision</w:t>
            </w:r>
          </w:p>
          <w:p w14:paraId="13DB71B5" w14:textId="77777777" w:rsidR="001A4C81" w:rsidRPr="00F2255C" w:rsidRDefault="001A4C81" w:rsidP="00310E67">
            <w:pPr>
              <w:spacing w:before="60" w:after="60" w:line="240" w:lineRule="auto"/>
              <w:ind w:left="708"/>
              <w:rPr>
                <w:rFonts w:ascii="Calibri" w:eastAsia="SimSun" w:hAnsi="Calibri" w:cs="Calibri"/>
                <w:sz w:val="20"/>
              </w:rPr>
            </w:pPr>
            <w:r w:rsidRPr="003A6C7E">
              <w:rPr>
                <w:rFonts w:ascii="Calibri" w:eastAsia="SimSun" w:hAnsi="Calibri" w:cs="Calibri"/>
                <w:i/>
                <w:iCs/>
                <w:sz w:val="20"/>
              </w:rPr>
              <w:t>.7 emergency response or support for emergency services</w:t>
            </w:r>
          </w:p>
        </w:tc>
      </w:tr>
      <w:tr w:rsidR="001A4C81" w:rsidRPr="00CB5A35" w14:paraId="0549905D" w14:textId="77777777" w:rsidTr="00B95B2B">
        <w:trPr>
          <w:trHeight w:val="427"/>
        </w:trPr>
        <w:tc>
          <w:tcPr>
            <w:tcW w:w="3446" w:type="dxa"/>
            <w:tcBorders>
              <w:top w:val="single" w:sz="4" w:space="0" w:color="auto"/>
              <w:left w:val="single" w:sz="4" w:space="0" w:color="auto"/>
              <w:right w:val="single" w:sz="4" w:space="0" w:color="auto"/>
            </w:tcBorders>
            <w:shd w:val="clear" w:color="auto" w:fill="F2F2F2" w:themeFill="background1" w:themeFillShade="F2"/>
          </w:tcPr>
          <w:p w14:paraId="4E411EF2" w14:textId="77777777" w:rsidR="001A4C81" w:rsidRPr="003A6C7E" w:rsidRDefault="001A4C81">
            <w:pPr>
              <w:pStyle w:val="ListParagraph"/>
              <w:numPr>
                <w:ilvl w:val="1"/>
                <w:numId w:val="39"/>
              </w:numPr>
              <w:spacing w:before="60" w:after="60" w:line="240" w:lineRule="auto"/>
              <w:rPr>
                <w:rFonts w:ascii="Calibri" w:eastAsia="MS Mincho" w:hAnsi="Calibri" w:cs="Calibri"/>
                <w:sz w:val="20"/>
              </w:rPr>
            </w:pPr>
            <w:r w:rsidRPr="003A6C7E">
              <w:rPr>
                <w:rFonts w:ascii="Calibri" w:eastAsia="MS Mincho" w:hAnsi="Calibri" w:cs="Calibri"/>
                <w:sz w:val="20"/>
              </w:rPr>
              <w:t>Issuing advice, warnings, and instructions</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334D028E" w14:textId="77777777" w:rsidR="001A4C81" w:rsidRDefault="001A4C81" w:rsidP="00310E67">
            <w:pPr>
              <w:spacing w:before="60" w:after="60" w:line="240" w:lineRule="auto"/>
              <w:rPr>
                <w:rFonts w:ascii="Calibri" w:eastAsia="SimSun" w:hAnsi="Calibri" w:cs="Calibri"/>
                <w:sz w:val="20"/>
              </w:rPr>
            </w:pPr>
            <w:r>
              <w:rPr>
                <w:rFonts w:ascii="Calibri" w:eastAsia="SimSun" w:hAnsi="Calibri" w:cs="Calibri"/>
                <w:sz w:val="20"/>
              </w:rPr>
              <w:t>IMO Resolution A.1158(32)</w:t>
            </w:r>
          </w:p>
          <w:p w14:paraId="2C67D6DB" w14:textId="77777777" w:rsidR="001A4C81" w:rsidRPr="006C0ABA" w:rsidRDefault="001A4C81" w:rsidP="00310E67">
            <w:pPr>
              <w:spacing w:before="60" w:after="60" w:line="240" w:lineRule="auto"/>
              <w:ind w:left="708"/>
              <w:rPr>
                <w:rFonts w:ascii="Calibri" w:eastAsia="SimSun" w:hAnsi="Calibri" w:cs="Calibri"/>
                <w:i/>
                <w:iCs/>
                <w:sz w:val="20"/>
              </w:rPr>
            </w:pPr>
            <w:r w:rsidRPr="00570B8A">
              <w:rPr>
                <w:rFonts w:ascii="Calibri" w:eastAsia="SimSun" w:hAnsi="Calibri" w:cs="Calibri"/>
                <w:i/>
                <w:iCs/>
                <w:sz w:val="20"/>
              </w:rPr>
              <w:t xml:space="preserve">3.2 To achieve their purpose, VTS should </w:t>
            </w:r>
            <w:bookmarkStart w:id="771" w:name="_Hlk157436873"/>
            <w:r w:rsidRPr="00570B8A">
              <w:rPr>
                <w:rFonts w:ascii="Calibri" w:eastAsia="SimSun" w:hAnsi="Calibri" w:cs="Calibri"/>
                <w:i/>
                <w:iCs/>
                <w:sz w:val="20"/>
              </w:rPr>
              <w:t>provide information or issue advice, warnings and instructions, as deemed necessary.</w:t>
            </w:r>
            <w:bookmarkEnd w:id="771"/>
          </w:p>
        </w:tc>
        <w:tc>
          <w:tcPr>
            <w:tcW w:w="723" w:type="dxa"/>
            <w:tcBorders>
              <w:top w:val="single" w:sz="4" w:space="0" w:color="auto"/>
              <w:left w:val="single" w:sz="4" w:space="0" w:color="auto"/>
              <w:bottom w:val="single" w:sz="4" w:space="0" w:color="auto"/>
              <w:right w:val="single" w:sz="4" w:space="0" w:color="auto"/>
            </w:tcBorders>
          </w:tcPr>
          <w:p w14:paraId="26AA5E29" w14:textId="77777777" w:rsidR="001A4C81" w:rsidRPr="00351B1E" w:rsidRDefault="001A4C81" w:rsidP="00310E67">
            <w:pPr>
              <w:spacing w:before="60" w:after="60" w:line="240" w:lineRule="auto"/>
              <w:rPr>
                <w:rFonts w:ascii="Calibri" w:hAnsi="Calibri" w:cs="Calibri"/>
                <w:sz w:val="20"/>
              </w:rPr>
            </w:pPr>
            <w:r>
              <w:rPr>
                <w:rFonts w:ascii="Calibri" w:hAnsi="Calibri" w:cs="Calibri"/>
                <w:sz w:val="20"/>
              </w:rPr>
              <w:t>3.4.1</w:t>
            </w:r>
          </w:p>
        </w:tc>
        <w:tc>
          <w:tcPr>
            <w:tcW w:w="7020" w:type="dxa"/>
            <w:tcBorders>
              <w:top w:val="single" w:sz="4" w:space="0" w:color="auto"/>
              <w:left w:val="single" w:sz="4" w:space="0" w:color="auto"/>
              <w:bottom w:val="single" w:sz="4" w:space="0" w:color="auto"/>
              <w:right w:val="single" w:sz="4" w:space="0" w:color="auto"/>
            </w:tcBorders>
          </w:tcPr>
          <w:p w14:paraId="70EB131F" w14:textId="77777777" w:rsidR="001A4C81" w:rsidRPr="00F2255C" w:rsidRDefault="001A4C81" w:rsidP="00310E67">
            <w:pPr>
              <w:spacing w:before="60" w:after="60" w:line="240" w:lineRule="auto"/>
              <w:rPr>
                <w:rFonts w:ascii="Calibri" w:hAnsi="Calibri" w:cs="Calibri"/>
                <w:sz w:val="20"/>
              </w:rPr>
            </w:pPr>
            <w:r w:rsidRPr="003A6C7E">
              <w:rPr>
                <w:rFonts w:ascii="Calibri" w:hAnsi="Calibri" w:cs="Calibri"/>
                <w:sz w:val="20"/>
              </w:rPr>
              <w:t>Processes and procedures to</w:t>
            </w:r>
            <w:r>
              <w:rPr>
                <w:rFonts w:ascii="Calibri" w:hAnsi="Calibri" w:cs="Calibri"/>
                <w:sz w:val="20"/>
              </w:rPr>
              <w:t xml:space="preserve"> issue advice, warnings, and instructions to</w:t>
            </w:r>
            <w:r w:rsidRPr="003A6C7E">
              <w:rPr>
                <w:rFonts w:ascii="Calibri" w:hAnsi="Calibri" w:cs="Calibri"/>
                <w:sz w:val="20"/>
              </w:rPr>
              <w:t xml:space="preserve"> the ‘responsible person’, irrespective of whether the ship is conventional</w:t>
            </w:r>
            <w:r>
              <w:rPr>
                <w:rFonts w:ascii="Calibri" w:hAnsi="Calibri" w:cs="Calibri"/>
                <w:sz w:val="20"/>
              </w:rPr>
              <w:t>.</w:t>
            </w:r>
          </w:p>
        </w:tc>
      </w:tr>
      <w:tr w:rsidR="001A4C81" w:rsidRPr="00CB5A35" w14:paraId="4F61137E" w14:textId="77777777" w:rsidTr="00310E67">
        <w:trPr>
          <w:trHeight w:val="316"/>
        </w:trPr>
        <w:tc>
          <w:tcPr>
            <w:tcW w:w="15388" w:type="dxa"/>
            <w:gridSpan w:val="4"/>
            <w:tcBorders>
              <w:top w:val="single" w:sz="4" w:space="0" w:color="auto"/>
              <w:left w:val="single" w:sz="4" w:space="0" w:color="auto"/>
              <w:right w:val="single" w:sz="4" w:space="0" w:color="auto"/>
            </w:tcBorders>
            <w:shd w:val="clear" w:color="auto" w:fill="00B0F0"/>
          </w:tcPr>
          <w:p w14:paraId="7233FC40"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MS Mincho" w:hAnsi="Calibri" w:cs="Calibri"/>
                <w:b/>
                <w:bCs/>
                <w:color w:val="FFFFFF" w:themeColor="background1"/>
                <w:sz w:val="24"/>
                <w:szCs w:val="24"/>
              </w:rPr>
              <w:t>Managing Communications / Interaction</w:t>
            </w:r>
          </w:p>
        </w:tc>
      </w:tr>
      <w:tr w:rsidR="001A4C81" w:rsidRPr="00CB5A35" w14:paraId="43007C0F" w14:textId="77777777" w:rsidTr="00B95B2B">
        <w:trPr>
          <w:trHeight w:val="316"/>
        </w:trPr>
        <w:tc>
          <w:tcPr>
            <w:tcW w:w="3446" w:type="dxa"/>
            <w:tcBorders>
              <w:top w:val="single" w:sz="4" w:space="0" w:color="auto"/>
              <w:left w:val="single" w:sz="4" w:space="0" w:color="auto"/>
              <w:right w:val="single" w:sz="4" w:space="0" w:color="auto"/>
            </w:tcBorders>
            <w:shd w:val="clear" w:color="auto" w:fill="F2F2F2" w:themeFill="background1" w:themeFillShade="F2"/>
          </w:tcPr>
          <w:p w14:paraId="5A35A682" w14:textId="77777777" w:rsidR="001A4C81" w:rsidRPr="00C97A65" w:rsidRDefault="001A4C81" w:rsidP="00310E67">
            <w:pPr>
              <w:spacing w:before="60" w:after="60" w:line="240" w:lineRule="auto"/>
              <w:rPr>
                <w:rFonts w:ascii="Calibri" w:eastAsia="SimSun" w:hAnsi="Calibri" w:cs="Calibri"/>
                <w:sz w:val="20"/>
              </w:rPr>
            </w:pPr>
            <w:bookmarkStart w:id="772" w:name="_Hlk146199642"/>
            <w:r w:rsidRPr="00C97A65">
              <w:rPr>
                <w:rFonts w:ascii="Calibri" w:eastAsia="SimSun" w:hAnsi="Calibri" w:cs="Calibri"/>
                <w:sz w:val="20"/>
              </w:rPr>
              <w:lastRenderedPageBreak/>
              <w:t xml:space="preserve">Managing a mix of VHF voice, digital communications, and automated data exchange, including: </w:t>
            </w:r>
          </w:p>
        </w:tc>
        <w:tc>
          <w:tcPr>
            <w:tcW w:w="4199" w:type="dxa"/>
            <w:tcBorders>
              <w:top w:val="single" w:sz="4" w:space="0" w:color="auto"/>
              <w:left w:val="single" w:sz="4" w:space="0" w:color="auto"/>
              <w:right w:val="single" w:sz="4" w:space="0" w:color="auto"/>
            </w:tcBorders>
            <w:shd w:val="clear" w:color="auto" w:fill="auto"/>
          </w:tcPr>
          <w:p w14:paraId="5741ABFB" w14:textId="77777777" w:rsidR="001A4C81" w:rsidRPr="00CB5A35"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right w:val="single" w:sz="4" w:space="0" w:color="auto"/>
            </w:tcBorders>
          </w:tcPr>
          <w:p w14:paraId="0D6FA576" w14:textId="77777777" w:rsidR="001A4C81"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right w:val="single" w:sz="4" w:space="0" w:color="auto"/>
            </w:tcBorders>
          </w:tcPr>
          <w:tbl>
            <w:tblPr>
              <w:tblpPr w:leftFromText="180" w:rightFromText="180" w:vertAnchor="text" w:horzAnchor="page" w:tblpXSpec="center" w:tblpY="139"/>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5E1FF" w:themeFill="accent1" w:themeFillTint="33"/>
              <w:tblLook w:val="0000" w:firstRow="0" w:lastRow="0" w:firstColumn="0" w:lastColumn="0" w:noHBand="0" w:noVBand="0"/>
            </w:tblPr>
            <w:tblGrid>
              <w:gridCol w:w="6033"/>
            </w:tblGrid>
            <w:tr w:rsidR="001A4C81" w14:paraId="0034174A" w14:textId="77777777" w:rsidTr="00310E67">
              <w:trPr>
                <w:trHeight w:val="701"/>
                <w:jc w:val="center"/>
              </w:trPr>
              <w:tc>
                <w:tcPr>
                  <w:tcW w:w="6033" w:type="dxa"/>
                  <w:shd w:val="clear" w:color="auto" w:fill="B5E1FF" w:themeFill="accent1" w:themeFillTint="33"/>
                </w:tcPr>
                <w:p w14:paraId="5CEA637C" w14:textId="77777777" w:rsidR="001A4C81" w:rsidRDefault="001A4C81" w:rsidP="00310E67">
                  <w:pPr>
                    <w:shd w:val="clear" w:color="auto" w:fill="B5E1FF" w:themeFill="accent1" w:themeFillTint="33"/>
                    <w:spacing w:before="60" w:after="60" w:line="240" w:lineRule="auto"/>
                    <w:rPr>
                      <w:rFonts w:ascii="Calibri" w:eastAsia="SimSun" w:hAnsi="Calibri" w:cs="Calibri"/>
                      <w:sz w:val="20"/>
                    </w:rPr>
                  </w:pPr>
                  <w:r w:rsidRPr="00F2255C">
                    <w:rPr>
                      <w:rFonts w:ascii="Calibri" w:eastAsia="SimSun" w:hAnsi="Calibri" w:cs="Calibri"/>
                      <w:b/>
                      <w:bCs/>
                      <w:i/>
                      <w:iCs/>
                      <w:sz w:val="20"/>
                    </w:rPr>
                    <w:t>Note</w:t>
                  </w:r>
                  <w:r w:rsidRPr="00F2255C">
                    <w:rPr>
                      <w:rFonts w:ascii="Calibri" w:eastAsia="SimSun" w:hAnsi="Calibri" w:cs="Calibri"/>
                      <w:i/>
                      <w:iCs/>
                      <w:sz w:val="20"/>
                    </w:rPr>
                    <w:t xml:space="preserve"> – </w:t>
                  </w:r>
                  <w:r w:rsidRPr="00F2255C">
                    <w:rPr>
                      <w:rFonts w:ascii="Calibri" w:eastAsia="SimSun" w:hAnsi="Calibri" w:cs="Calibri"/>
                      <w:sz w:val="20"/>
                    </w:rPr>
                    <w:t>Guidance on VTS Digital communications (operational aspect) being prepared by Working Group 1</w:t>
                  </w:r>
                  <w:r>
                    <w:rPr>
                      <w:rFonts w:ascii="Calibri" w:eastAsia="SimSun" w:hAnsi="Calibri" w:cs="Calibri"/>
                      <w:sz w:val="20"/>
                    </w:rPr>
                    <w:t xml:space="preserve"> </w:t>
                  </w:r>
                  <w:r w:rsidRPr="00F2255C">
                    <w:rPr>
                      <w:rFonts w:ascii="Calibri" w:eastAsia="SimSun" w:hAnsi="Calibri" w:cs="Calibri"/>
                      <w:sz w:val="20"/>
                    </w:rPr>
                    <w:t>(refer Task 1.3.1)</w:t>
                  </w:r>
                  <w:r>
                    <w:rPr>
                      <w:rFonts w:ascii="Calibri" w:eastAsia="SimSun" w:hAnsi="Calibri" w:cs="Calibri"/>
                      <w:sz w:val="20"/>
                    </w:rPr>
                    <w:t xml:space="preserve"> includes:</w:t>
                  </w:r>
                </w:p>
                <w:p w14:paraId="26F7819C" w14:textId="77777777" w:rsidR="001A4C81" w:rsidRPr="00275CF4" w:rsidRDefault="001A4C81">
                  <w:pPr>
                    <w:pStyle w:val="ListParagraph"/>
                    <w:numPr>
                      <w:ilvl w:val="0"/>
                      <w:numId w:val="47"/>
                    </w:numPr>
                    <w:shd w:val="clear" w:color="auto" w:fill="B5E1FF" w:themeFill="accent1" w:themeFillTint="33"/>
                    <w:spacing w:before="60" w:after="60" w:line="240" w:lineRule="auto"/>
                    <w:rPr>
                      <w:rFonts w:ascii="Calibri" w:eastAsia="SimSun" w:hAnsi="Calibri" w:cs="Calibri"/>
                      <w:sz w:val="20"/>
                    </w:rPr>
                  </w:pPr>
                  <w:r w:rsidRPr="0084743A">
                    <w:rPr>
                      <w:rFonts w:ascii="Calibri" w:eastAsia="SimSun" w:hAnsi="Calibri" w:cs="Calibri"/>
                      <w:sz w:val="20"/>
                    </w:rPr>
                    <w:t xml:space="preserve">Managing </w:t>
                  </w:r>
                  <w:r>
                    <w:rPr>
                      <w:rFonts w:ascii="Calibri" w:eastAsia="SimSun" w:hAnsi="Calibri" w:cs="Calibri"/>
                      <w:sz w:val="20"/>
                    </w:rPr>
                    <w:t>a</w:t>
                  </w:r>
                  <w:r w:rsidRPr="0084743A">
                    <w:rPr>
                      <w:rFonts w:ascii="Calibri" w:eastAsia="SimSun" w:hAnsi="Calibri" w:cs="Calibri"/>
                      <w:sz w:val="20"/>
                    </w:rPr>
                    <w:t xml:space="preserve"> Mix </w:t>
                  </w:r>
                  <w:r>
                    <w:rPr>
                      <w:rFonts w:ascii="Calibri" w:eastAsia="SimSun" w:hAnsi="Calibri" w:cs="Calibri"/>
                      <w:sz w:val="20"/>
                    </w:rPr>
                    <w:t>o</w:t>
                  </w:r>
                  <w:r w:rsidRPr="0084743A">
                    <w:rPr>
                      <w:rFonts w:ascii="Calibri" w:eastAsia="SimSun" w:hAnsi="Calibri" w:cs="Calibri"/>
                      <w:sz w:val="20"/>
                    </w:rPr>
                    <w:t xml:space="preserve">f Traditional </w:t>
                  </w:r>
                  <w:r>
                    <w:rPr>
                      <w:rFonts w:ascii="Calibri" w:eastAsia="SimSun" w:hAnsi="Calibri" w:cs="Calibri"/>
                      <w:sz w:val="20"/>
                    </w:rPr>
                    <w:t>VHF</w:t>
                  </w:r>
                  <w:r w:rsidRPr="0084743A">
                    <w:rPr>
                      <w:rFonts w:ascii="Calibri" w:eastAsia="SimSun" w:hAnsi="Calibri" w:cs="Calibri"/>
                      <w:sz w:val="20"/>
                    </w:rPr>
                    <w:t xml:space="preserve"> Voice, Digital Communications, </w:t>
                  </w:r>
                  <w:r>
                    <w:rPr>
                      <w:rFonts w:ascii="Calibri" w:eastAsia="SimSun" w:hAnsi="Calibri" w:cs="Calibri"/>
                      <w:sz w:val="20"/>
                    </w:rPr>
                    <w:t>a</w:t>
                  </w:r>
                  <w:r w:rsidRPr="0084743A">
                    <w:rPr>
                      <w:rFonts w:ascii="Calibri" w:eastAsia="SimSun" w:hAnsi="Calibri" w:cs="Calibri"/>
                      <w:sz w:val="20"/>
                    </w:rPr>
                    <w:t>nd Automated Data Exchange</w:t>
                  </w:r>
                </w:p>
              </w:tc>
            </w:tr>
          </w:tbl>
          <w:p w14:paraId="696E2EA6" w14:textId="77777777" w:rsidR="001A4C81" w:rsidRPr="00F2255C" w:rsidRDefault="001A4C81" w:rsidP="00310E67">
            <w:pPr>
              <w:spacing w:before="60" w:after="60" w:line="240" w:lineRule="auto"/>
              <w:rPr>
                <w:rFonts w:ascii="Calibri" w:hAnsi="Calibri" w:cs="Calibri"/>
                <w:sz w:val="20"/>
                <w:highlight w:val="yellow"/>
              </w:rPr>
            </w:pPr>
          </w:p>
        </w:tc>
      </w:tr>
      <w:tr w:rsidR="00B95B2B" w:rsidRPr="00CB5A35" w14:paraId="0FCA9275" w14:textId="77777777" w:rsidTr="00B95B2B">
        <w:trPr>
          <w:trHeight w:val="759"/>
        </w:trPr>
        <w:tc>
          <w:tcPr>
            <w:tcW w:w="3446" w:type="dxa"/>
            <w:tcBorders>
              <w:top w:val="single" w:sz="4" w:space="0" w:color="auto"/>
              <w:left w:val="single" w:sz="4" w:space="0" w:color="auto"/>
              <w:right w:val="single" w:sz="4" w:space="0" w:color="auto"/>
            </w:tcBorders>
            <w:shd w:val="clear" w:color="auto" w:fill="F2F2F2" w:themeFill="background1" w:themeFillShade="F2"/>
          </w:tcPr>
          <w:p w14:paraId="04A426F1" w14:textId="77777777" w:rsidR="00B95B2B" w:rsidRPr="003A6C7E" w:rsidRDefault="00B95B2B">
            <w:pPr>
              <w:pStyle w:val="ListParagraph"/>
              <w:numPr>
                <w:ilvl w:val="1"/>
                <w:numId w:val="40"/>
              </w:numPr>
              <w:spacing w:before="60" w:after="60" w:line="240" w:lineRule="auto"/>
              <w:ind w:left="357" w:hanging="357"/>
              <w:contextualSpacing w:val="0"/>
              <w:rPr>
                <w:rFonts w:ascii="Calibri" w:eastAsia="SimSun" w:hAnsi="Calibri" w:cs="Calibri"/>
                <w:sz w:val="20"/>
              </w:rPr>
            </w:pPr>
            <w:r w:rsidRPr="003A6C7E">
              <w:rPr>
                <w:rFonts w:ascii="Calibri" w:eastAsia="SimSun" w:hAnsi="Calibri" w:cs="Calibri"/>
                <w:sz w:val="20"/>
              </w:rPr>
              <w:t>Interacting by both conventional means and digital means with individual ships</w:t>
            </w:r>
          </w:p>
        </w:tc>
        <w:tc>
          <w:tcPr>
            <w:tcW w:w="4199" w:type="dxa"/>
            <w:tcBorders>
              <w:top w:val="single" w:sz="4" w:space="0" w:color="auto"/>
              <w:left w:val="single" w:sz="4" w:space="0" w:color="auto"/>
              <w:right w:val="single" w:sz="4" w:space="0" w:color="auto"/>
            </w:tcBorders>
            <w:shd w:val="clear" w:color="auto" w:fill="auto"/>
          </w:tcPr>
          <w:p w14:paraId="287696B6" w14:textId="77777777" w:rsidR="00B95B2B" w:rsidRPr="00CB5A35" w:rsidRDefault="00B95B2B"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right w:val="single" w:sz="4" w:space="0" w:color="auto"/>
            </w:tcBorders>
          </w:tcPr>
          <w:p w14:paraId="68808F91" w14:textId="77777777" w:rsidR="00B95B2B" w:rsidRDefault="00B95B2B" w:rsidP="00310E67">
            <w:pPr>
              <w:spacing w:before="60" w:after="60" w:line="240" w:lineRule="auto"/>
              <w:rPr>
                <w:rFonts w:ascii="Calibri" w:hAnsi="Calibri" w:cs="Calibri"/>
                <w:sz w:val="20"/>
              </w:rPr>
            </w:pPr>
          </w:p>
        </w:tc>
        <w:tc>
          <w:tcPr>
            <w:tcW w:w="7020" w:type="dxa"/>
            <w:vMerge w:val="restart"/>
            <w:tcBorders>
              <w:top w:val="single" w:sz="4" w:space="0" w:color="auto"/>
              <w:left w:val="single" w:sz="4" w:space="0" w:color="auto"/>
              <w:right w:val="single" w:sz="4" w:space="0" w:color="auto"/>
            </w:tcBorders>
          </w:tcPr>
          <w:p w14:paraId="6D5CCA7E" w14:textId="77777777" w:rsidR="00B95B2B" w:rsidRPr="00B17555" w:rsidRDefault="00B95B2B" w:rsidP="00B95B2B">
            <w:pPr>
              <w:rPr>
                <w:rFonts w:asciiTheme="minorHAnsi" w:hAnsiTheme="minorHAnsi" w:cstheme="minorHAnsi"/>
                <w:sz w:val="20"/>
              </w:rPr>
            </w:pPr>
            <w:r w:rsidRPr="00B17555">
              <w:rPr>
                <w:rFonts w:asciiTheme="minorHAnsi" w:hAnsiTheme="minorHAnsi" w:cstheme="minorHAnsi"/>
                <w:sz w:val="20"/>
              </w:rPr>
              <w:t>VTS should have processes/procedures/systems in place to know the communication method to interact with an individual ship at any point in time.</w:t>
            </w:r>
          </w:p>
          <w:p w14:paraId="1BD130CC" w14:textId="77777777" w:rsidR="00B95B2B" w:rsidRPr="00B17555" w:rsidRDefault="00B95B2B" w:rsidP="00B95B2B">
            <w:pPr>
              <w:rPr>
                <w:rFonts w:asciiTheme="minorHAnsi" w:hAnsiTheme="minorHAnsi" w:cstheme="minorHAnsi"/>
                <w:sz w:val="20"/>
              </w:rPr>
            </w:pPr>
          </w:p>
          <w:p w14:paraId="4349C0AD" w14:textId="77777777" w:rsidR="00B95B2B" w:rsidRPr="00B17555" w:rsidRDefault="00B95B2B" w:rsidP="00B95B2B">
            <w:pPr>
              <w:rPr>
                <w:rFonts w:asciiTheme="minorHAnsi" w:hAnsiTheme="minorHAnsi" w:cstheme="minorHAnsi"/>
                <w:sz w:val="20"/>
              </w:rPr>
            </w:pPr>
            <w:r w:rsidRPr="00B17555">
              <w:rPr>
                <w:rFonts w:asciiTheme="minorHAnsi" w:hAnsiTheme="minorHAnsi" w:cstheme="minorHAnsi"/>
                <w:sz w:val="20"/>
              </w:rPr>
              <w:t>VTS has the capability to receive reports and information by ships digitally and in a manner that is assimilated within the VTS system and added to the VTS operational picture within the VTS centre (e.g adjacent sectors) and shared with relevant stakeholders in a manner at least as timely as is currently achieved.</w:t>
            </w:r>
          </w:p>
          <w:p w14:paraId="7F717A05" w14:textId="77777777" w:rsidR="00B95B2B" w:rsidRPr="00B17555" w:rsidRDefault="00B95B2B" w:rsidP="00B95B2B">
            <w:pPr>
              <w:rPr>
                <w:rFonts w:asciiTheme="minorHAnsi" w:hAnsiTheme="minorHAnsi" w:cstheme="minorHAnsi"/>
                <w:sz w:val="20"/>
              </w:rPr>
            </w:pPr>
          </w:p>
          <w:p w14:paraId="3F631577" w14:textId="77777777" w:rsidR="00B95B2B" w:rsidRPr="00B17555" w:rsidRDefault="00B95B2B" w:rsidP="00B95B2B">
            <w:pPr>
              <w:rPr>
                <w:rFonts w:asciiTheme="minorHAnsi" w:hAnsiTheme="minorHAnsi" w:cstheme="minorHAnsi"/>
                <w:sz w:val="20"/>
              </w:rPr>
            </w:pPr>
            <w:r w:rsidRPr="00B17555">
              <w:rPr>
                <w:rFonts w:asciiTheme="minorHAnsi" w:hAnsiTheme="minorHAnsi" w:cstheme="minorHAnsi"/>
                <w:sz w:val="20"/>
              </w:rPr>
              <w:t>Managing interaction to individual vessels that ensures the message and intent is delivered to all ships as would be the case by VHF voice.  This may include interacting both by voice and in parallel by digital means.</w:t>
            </w:r>
          </w:p>
          <w:p w14:paraId="573B559D" w14:textId="77777777" w:rsidR="00B95B2B" w:rsidRPr="00B17555" w:rsidRDefault="00B95B2B" w:rsidP="00B95B2B">
            <w:pPr>
              <w:rPr>
                <w:rFonts w:asciiTheme="minorHAnsi" w:hAnsiTheme="minorHAnsi" w:cstheme="minorHAnsi"/>
                <w:sz w:val="20"/>
              </w:rPr>
            </w:pPr>
          </w:p>
          <w:p w14:paraId="1A504AA5" w14:textId="77777777" w:rsidR="00B95B2B" w:rsidRPr="00B17555" w:rsidRDefault="00B95B2B" w:rsidP="00B95B2B">
            <w:pPr>
              <w:rPr>
                <w:rFonts w:asciiTheme="minorHAnsi" w:hAnsiTheme="minorHAnsi" w:cstheme="minorHAnsi"/>
                <w:sz w:val="20"/>
              </w:rPr>
            </w:pPr>
            <w:r w:rsidRPr="00B17555">
              <w:rPr>
                <w:rFonts w:asciiTheme="minorHAnsi" w:hAnsiTheme="minorHAnsi" w:cstheme="minorHAnsi"/>
                <w:sz w:val="20"/>
              </w:rPr>
              <w:t>The VTS system should have the capability to identify the ‘responsible person’ for each ship at all times.  That is, a master, pilot, ROC, etc.</w:t>
            </w:r>
          </w:p>
          <w:p w14:paraId="456A083B" w14:textId="77777777" w:rsidR="00B95B2B" w:rsidRPr="00F2255C" w:rsidRDefault="00B95B2B" w:rsidP="00310E67">
            <w:pPr>
              <w:spacing w:before="60" w:after="60" w:line="240" w:lineRule="auto"/>
              <w:rPr>
                <w:rFonts w:ascii="Calibri" w:hAnsi="Calibri" w:cs="Calibri"/>
                <w:sz w:val="20"/>
                <w:highlight w:val="yellow"/>
              </w:rPr>
            </w:pPr>
          </w:p>
        </w:tc>
      </w:tr>
      <w:tr w:rsidR="00B95B2B" w:rsidRPr="00CB5A35" w14:paraId="7C229206" w14:textId="77777777" w:rsidTr="00B95B2B">
        <w:trPr>
          <w:trHeight w:val="316"/>
        </w:trPr>
        <w:tc>
          <w:tcPr>
            <w:tcW w:w="3446" w:type="dxa"/>
            <w:tcBorders>
              <w:top w:val="single" w:sz="4" w:space="0" w:color="auto"/>
              <w:left w:val="single" w:sz="4" w:space="0" w:color="auto"/>
              <w:right w:val="single" w:sz="4" w:space="0" w:color="auto"/>
            </w:tcBorders>
            <w:shd w:val="clear" w:color="auto" w:fill="F2F2F2" w:themeFill="background1" w:themeFillShade="F2"/>
          </w:tcPr>
          <w:p w14:paraId="69614FDE" w14:textId="77777777" w:rsidR="00B95B2B" w:rsidRPr="003A6C7E" w:rsidRDefault="00B95B2B">
            <w:pPr>
              <w:pStyle w:val="ListParagraph"/>
              <w:numPr>
                <w:ilvl w:val="1"/>
                <w:numId w:val="40"/>
              </w:numPr>
              <w:spacing w:before="60" w:after="60" w:line="240" w:lineRule="auto"/>
              <w:rPr>
                <w:rFonts w:ascii="Calibri" w:eastAsia="SimSun" w:hAnsi="Calibri" w:cs="Calibri"/>
                <w:sz w:val="20"/>
              </w:rPr>
            </w:pPr>
            <w:r w:rsidRPr="003A6C7E">
              <w:rPr>
                <w:rFonts w:ascii="Calibri" w:eastAsia="SimSun" w:hAnsi="Calibri" w:cs="Calibri"/>
                <w:sz w:val="20"/>
              </w:rPr>
              <w:t>Managing interaction with multiple ROC’s.</w:t>
            </w:r>
          </w:p>
        </w:tc>
        <w:tc>
          <w:tcPr>
            <w:tcW w:w="4199" w:type="dxa"/>
            <w:tcBorders>
              <w:top w:val="single" w:sz="4" w:space="0" w:color="auto"/>
              <w:left w:val="single" w:sz="4" w:space="0" w:color="auto"/>
              <w:right w:val="single" w:sz="4" w:space="0" w:color="auto"/>
            </w:tcBorders>
            <w:shd w:val="clear" w:color="auto" w:fill="auto"/>
          </w:tcPr>
          <w:p w14:paraId="5541EEC9" w14:textId="77777777" w:rsidR="00B95B2B" w:rsidRPr="00CB5A35" w:rsidRDefault="00B95B2B"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right w:val="single" w:sz="4" w:space="0" w:color="auto"/>
            </w:tcBorders>
          </w:tcPr>
          <w:p w14:paraId="5D726784" w14:textId="77777777" w:rsidR="00B95B2B" w:rsidRPr="00351B1E" w:rsidRDefault="00B95B2B" w:rsidP="00310E67">
            <w:pPr>
              <w:spacing w:before="60" w:after="60" w:line="240" w:lineRule="auto"/>
              <w:rPr>
                <w:rFonts w:ascii="Calibri" w:hAnsi="Calibri" w:cs="Calibri"/>
                <w:sz w:val="20"/>
              </w:rPr>
            </w:pPr>
          </w:p>
        </w:tc>
        <w:tc>
          <w:tcPr>
            <w:tcW w:w="7020" w:type="dxa"/>
            <w:vMerge/>
            <w:tcBorders>
              <w:left w:val="single" w:sz="4" w:space="0" w:color="auto"/>
              <w:right w:val="single" w:sz="4" w:space="0" w:color="auto"/>
            </w:tcBorders>
          </w:tcPr>
          <w:p w14:paraId="7BB57A52" w14:textId="77777777" w:rsidR="00B95B2B" w:rsidRPr="00F2255C" w:rsidRDefault="00B95B2B" w:rsidP="00310E67">
            <w:pPr>
              <w:spacing w:before="60" w:after="60" w:line="240" w:lineRule="auto"/>
              <w:rPr>
                <w:rFonts w:ascii="Calibri" w:hAnsi="Calibri" w:cs="Calibri"/>
                <w:sz w:val="20"/>
                <w:highlight w:val="yellow"/>
              </w:rPr>
            </w:pPr>
          </w:p>
        </w:tc>
      </w:tr>
      <w:bookmarkEnd w:id="772"/>
      <w:tr w:rsidR="001A4C81" w:rsidRPr="00CB5A35" w14:paraId="681E49A9"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5548E24B" w14:textId="77777777" w:rsidR="001A4C81" w:rsidRPr="003A6C7E" w:rsidRDefault="001A4C81">
            <w:pPr>
              <w:pStyle w:val="ListParagraph"/>
              <w:numPr>
                <w:ilvl w:val="0"/>
                <w:numId w:val="31"/>
              </w:numPr>
              <w:spacing w:before="60" w:after="60" w:line="240" w:lineRule="auto"/>
              <w:rPr>
                <w:rFonts w:ascii="Calibri" w:eastAsia="MS Mincho" w:hAnsi="Calibri" w:cs="Calibri"/>
                <w:b/>
                <w:bCs/>
                <w:sz w:val="24"/>
                <w:szCs w:val="24"/>
              </w:rPr>
            </w:pPr>
            <w:r w:rsidRPr="003A6C7E">
              <w:rPr>
                <w:rFonts w:ascii="Calibri" w:eastAsia="SimSun" w:hAnsi="Calibri" w:cs="Calibri"/>
                <w:b/>
                <w:bCs/>
                <w:color w:val="FFFFFF" w:themeColor="background1"/>
                <w:sz w:val="24"/>
                <w:szCs w:val="24"/>
              </w:rPr>
              <w:t>Special Circumstances</w:t>
            </w:r>
          </w:p>
        </w:tc>
      </w:tr>
      <w:tr w:rsidR="001A4C81" w:rsidRPr="00CB5A35" w14:paraId="119BB194" w14:textId="77777777" w:rsidTr="00B95B2B">
        <w:trPr>
          <w:trHeight w:val="162"/>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FCC03E" w14:textId="77777777"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A ship needs to be contained / controlled to mitigate a developing unsafe situation.</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37680149"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2C06239D" w14:textId="77777777" w:rsidR="001A4C81"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02910C90" w14:textId="407D1DC0" w:rsidR="001A4C81" w:rsidRPr="00570B8A" w:rsidRDefault="001A4C81" w:rsidP="00310E67">
            <w:pPr>
              <w:spacing w:before="60" w:after="60" w:line="240" w:lineRule="auto"/>
              <w:rPr>
                <w:rFonts w:ascii="Calibri" w:hAnsi="Calibri" w:cs="Calibri"/>
                <w:sz w:val="20"/>
                <w:highlight w:val="yellow"/>
              </w:rPr>
            </w:pPr>
            <w:r w:rsidRPr="00570B8A">
              <w:rPr>
                <w:rFonts w:ascii="Calibri" w:hAnsi="Calibri" w:cs="Calibri"/>
                <w:sz w:val="20"/>
                <w:highlight w:val="yellow"/>
              </w:rPr>
              <w:t>&lt;</w:t>
            </w:r>
            <w:r w:rsidR="009D4DFE" w:rsidRPr="00570B8A">
              <w:rPr>
                <w:rFonts w:ascii="Calibri" w:hAnsi="Calibri" w:cs="Calibri"/>
                <w:sz w:val="20"/>
                <w:highlight w:val="yellow"/>
              </w:rPr>
              <w:t>For fu</w:t>
            </w:r>
            <w:r w:rsidR="009E49EC">
              <w:rPr>
                <w:rFonts w:ascii="Calibri" w:hAnsi="Calibri" w:cs="Calibri"/>
                <w:sz w:val="20"/>
                <w:highlight w:val="yellow"/>
              </w:rPr>
              <w:t>r</w:t>
            </w:r>
            <w:r w:rsidR="009D4DFE" w:rsidRPr="00570B8A">
              <w:rPr>
                <w:rFonts w:ascii="Calibri" w:hAnsi="Calibri" w:cs="Calibri"/>
                <w:sz w:val="20"/>
                <w:highlight w:val="yellow"/>
              </w:rPr>
              <w:t>t</w:t>
            </w:r>
            <w:r w:rsidR="009E49EC">
              <w:rPr>
                <w:rFonts w:ascii="Calibri" w:hAnsi="Calibri" w:cs="Calibri"/>
                <w:sz w:val="20"/>
                <w:highlight w:val="yellow"/>
              </w:rPr>
              <w:t>her</w:t>
            </w:r>
            <w:r w:rsidR="009D4DFE" w:rsidRPr="00570B8A">
              <w:rPr>
                <w:rFonts w:ascii="Calibri" w:hAnsi="Calibri" w:cs="Calibri"/>
                <w:sz w:val="20"/>
                <w:highlight w:val="yellow"/>
              </w:rPr>
              <w:t xml:space="preserve"> consideration, pending development of the MASS Code</w:t>
            </w:r>
            <w:r w:rsidRPr="00570B8A">
              <w:rPr>
                <w:rFonts w:ascii="Calibri" w:hAnsi="Calibri" w:cs="Calibri"/>
                <w:sz w:val="20"/>
                <w:highlight w:val="yellow"/>
              </w:rPr>
              <w:t>&gt;</w:t>
            </w:r>
          </w:p>
        </w:tc>
      </w:tr>
      <w:tr w:rsidR="001A4C81" w:rsidRPr="00CB5A35" w14:paraId="120E13EC" w14:textId="77777777" w:rsidTr="00B95B2B">
        <w:trPr>
          <w:trHeight w:val="911"/>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F83643" w14:textId="26E578DD" w:rsidR="001A4C81" w:rsidRPr="003A6C7E" w:rsidRDefault="001A4C81">
            <w:pPr>
              <w:pStyle w:val="ListParagraph"/>
              <w:numPr>
                <w:ilvl w:val="1"/>
                <w:numId w:val="41"/>
              </w:numPr>
              <w:spacing w:before="60" w:after="60" w:line="240" w:lineRule="auto"/>
              <w:ind w:left="357" w:hanging="357"/>
              <w:rPr>
                <w:rFonts w:ascii="Calibri" w:eastAsia="SimSun" w:hAnsi="Calibri" w:cs="Calibri"/>
                <w:sz w:val="20"/>
              </w:rPr>
            </w:pPr>
            <w:r w:rsidRPr="003A6C7E">
              <w:rPr>
                <w:rFonts w:ascii="Calibri" w:eastAsia="SimSun" w:hAnsi="Calibri" w:cs="Calibri"/>
                <w:sz w:val="20"/>
              </w:rPr>
              <w:t xml:space="preserve">Instructing an ROC to take control of a </w:t>
            </w:r>
            <w:r w:rsidR="009D4DFE">
              <w:rPr>
                <w:rFonts w:ascii="Calibri" w:eastAsia="SimSun" w:hAnsi="Calibri" w:cs="Calibri"/>
                <w:sz w:val="20"/>
              </w:rPr>
              <w:t>fully autonomous ship</w:t>
            </w:r>
            <w:r w:rsidRPr="003A6C7E">
              <w:rPr>
                <w:rFonts w:ascii="Calibri" w:eastAsia="SimSun" w:hAnsi="Calibri" w:cs="Calibri"/>
                <w:sz w:val="20"/>
              </w:rPr>
              <w:t xml:space="preserve"> to mitigate a developing unsafe situation</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79467B5B" w14:textId="77777777" w:rsidR="001A4C81"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1FF75C27" w14:textId="77777777" w:rsidR="001A4C81"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6F971503" w14:textId="3341BF3E" w:rsidR="001A4C81" w:rsidRPr="00570B8A" w:rsidRDefault="00570B8A" w:rsidP="00310E67">
            <w:pPr>
              <w:spacing w:before="60" w:after="60" w:line="240" w:lineRule="auto"/>
              <w:rPr>
                <w:rFonts w:ascii="Calibri" w:hAnsi="Calibri" w:cs="Calibri"/>
                <w:sz w:val="20"/>
                <w:highlight w:val="yellow"/>
              </w:rPr>
            </w:pPr>
            <w:r w:rsidRPr="00570B8A">
              <w:rPr>
                <w:rFonts w:ascii="Calibri" w:hAnsi="Calibri" w:cs="Calibri"/>
                <w:sz w:val="20"/>
                <w:highlight w:val="yellow"/>
              </w:rPr>
              <w:t>&lt;</w:t>
            </w:r>
            <w:r w:rsidR="009D4DFE" w:rsidRPr="00570B8A">
              <w:rPr>
                <w:rFonts w:ascii="Calibri" w:hAnsi="Calibri" w:cs="Calibri"/>
                <w:sz w:val="20"/>
                <w:highlight w:val="yellow"/>
              </w:rPr>
              <w:t>For fu</w:t>
            </w:r>
            <w:r w:rsidR="009E49EC">
              <w:rPr>
                <w:rFonts w:ascii="Calibri" w:hAnsi="Calibri" w:cs="Calibri"/>
                <w:sz w:val="20"/>
                <w:highlight w:val="yellow"/>
              </w:rPr>
              <w:t>rther</w:t>
            </w:r>
            <w:r w:rsidR="009D4DFE" w:rsidRPr="00570B8A">
              <w:rPr>
                <w:rFonts w:ascii="Calibri" w:hAnsi="Calibri" w:cs="Calibri"/>
                <w:sz w:val="20"/>
                <w:highlight w:val="yellow"/>
              </w:rPr>
              <w:t xml:space="preserve"> consideration, pending development of the MASS Code&gt;</w:t>
            </w:r>
          </w:p>
        </w:tc>
      </w:tr>
      <w:tr w:rsidR="001A4C81" w:rsidRPr="00CB5A35" w14:paraId="5B78890C" w14:textId="77777777" w:rsidTr="00310E67">
        <w:trPr>
          <w:trHeight w:val="162"/>
        </w:trPr>
        <w:tc>
          <w:tcPr>
            <w:tcW w:w="15388" w:type="dxa"/>
            <w:gridSpan w:val="4"/>
            <w:tcBorders>
              <w:top w:val="single" w:sz="4" w:space="0" w:color="auto"/>
              <w:left w:val="single" w:sz="4" w:space="0" w:color="auto"/>
              <w:bottom w:val="single" w:sz="4" w:space="0" w:color="auto"/>
              <w:right w:val="single" w:sz="4" w:space="0" w:color="auto"/>
            </w:tcBorders>
            <w:shd w:val="clear" w:color="auto" w:fill="00B0F0"/>
          </w:tcPr>
          <w:p w14:paraId="411EF3B7" w14:textId="77777777" w:rsidR="001A4C81" w:rsidRPr="00B17555" w:rsidRDefault="001A4C81" w:rsidP="00310E67">
            <w:pPr>
              <w:spacing w:before="60" w:after="60" w:line="240" w:lineRule="auto"/>
              <w:rPr>
                <w:rFonts w:ascii="Calibri" w:hAnsi="Calibri" w:cs="Calibri"/>
                <w:b/>
                <w:bCs/>
                <w:sz w:val="24"/>
                <w:szCs w:val="24"/>
              </w:rPr>
            </w:pPr>
            <w:r w:rsidRPr="00B17555">
              <w:rPr>
                <w:rFonts w:ascii="Calibri" w:hAnsi="Calibri" w:cs="Calibri"/>
                <w:b/>
                <w:bCs/>
                <w:color w:val="FFFFFF" w:themeColor="background1"/>
                <w:sz w:val="24"/>
                <w:szCs w:val="24"/>
              </w:rPr>
              <w:t>6. Allied services</w:t>
            </w:r>
          </w:p>
        </w:tc>
      </w:tr>
      <w:tr w:rsidR="00EF2D72" w:rsidRPr="00CB5A35" w14:paraId="54B61C40" w14:textId="77777777" w:rsidTr="00B95B2B">
        <w:trPr>
          <w:trHeight w:val="162"/>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2E7BD5" w14:textId="78E83FA3" w:rsidR="00EF2D72" w:rsidRPr="00BF1FC0" w:rsidRDefault="00EF2D72" w:rsidP="00EF2D72">
            <w:pPr>
              <w:spacing w:before="60" w:after="60" w:line="240" w:lineRule="auto"/>
              <w:rPr>
                <w:rFonts w:ascii="Calibri" w:eastAsia="SimSun" w:hAnsi="Calibri" w:cs="Calibri"/>
                <w:sz w:val="20"/>
              </w:rPr>
            </w:pPr>
            <w:r>
              <w:rPr>
                <w:rFonts w:ascii="Calibri" w:eastAsia="SimSun" w:hAnsi="Calibri" w:cs="Calibri"/>
                <w:sz w:val="20"/>
              </w:rPr>
              <w:t xml:space="preserve">6.1 </w:t>
            </w:r>
            <w:r w:rsidRPr="00BF1FC0">
              <w:rPr>
                <w:rFonts w:ascii="Calibri" w:eastAsia="SimSun" w:hAnsi="Calibri" w:cs="Calibri"/>
                <w:sz w:val="20"/>
              </w:rPr>
              <w:t xml:space="preserve">VTS </w:t>
            </w:r>
            <w:r>
              <w:rPr>
                <w:rFonts w:ascii="Calibri" w:eastAsia="SimSun" w:hAnsi="Calibri" w:cs="Calibri"/>
                <w:sz w:val="20"/>
              </w:rPr>
              <w:t xml:space="preserve">may </w:t>
            </w:r>
            <w:r w:rsidRPr="00BF1FC0">
              <w:rPr>
                <w:rFonts w:ascii="Calibri" w:eastAsia="SimSun" w:hAnsi="Calibri" w:cs="Calibri"/>
                <w:sz w:val="20"/>
              </w:rPr>
              <w:t xml:space="preserve">maintain communication with allied services where information </w:t>
            </w:r>
            <w:r w:rsidRPr="00BF1FC0">
              <w:rPr>
                <w:rFonts w:ascii="Calibri" w:eastAsia="SimSun" w:hAnsi="Calibri" w:cs="Calibri"/>
                <w:sz w:val="20"/>
              </w:rPr>
              <w:lastRenderedPageBreak/>
              <w:t>is received from ships digitally</w:t>
            </w:r>
            <w:r>
              <w:rPr>
                <w:rFonts w:ascii="Calibri" w:eastAsia="SimSun" w:hAnsi="Calibri" w:cs="Calibri"/>
                <w:sz w:val="20"/>
              </w:rPr>
              <w:t>, pending domestic regulations</w:t>
            </w:r>
            <w:r w:rsidRPr="00BF1FC0">
              <w:rPr>
                <w:rFonts w:ascii="Calibri" w:eastAsia="SimSun" w:hAnsi="Calibri" w:cs="Calibri"/>
                <w:sz w:val="20"/>
              </w:rPr>
              <w:t>.</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2451787E" w14:textId="77777777" w:rsidR="00EF2D72" w:rsidRDefault="00EF2D72" w:rsidP="00EF2D72">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648832A4" w14:textId="77777777" w:rsidR="00EF2D72" w:rsidRDefault="00EF2D72" w:rsidP="00EF2D72">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580BB89C" w14:textId="04F7C132" w:rsidR="00EF2D72" w:rsidRPr="00B17555" w:rsidRDefault="00EF2D72" w:rsidP="00EF2D72">
            <w:pPr>
              <w:spacing w:before="60" w:after="60" w:line="240" w:lineRule="auto"/>
              <w:rPr>
                <w:rFonts w:ascii="Calibri" w:hAnsi="Calibri" w:cs="Calibri"/>
                <w:sz w:val="20"/>
              </w:rPr>
            </w:pPr>
            <w:r w:rsidRPr="00570B8A">
              <w:rPr>
                <w:rFonts w:ascii="Calibri" w:hAnsi="Calibri" w:cs="Calibri"/>
                <w:sz w:val="20"/>
                <w:highlight w:val="yellow"/>
              </w:rPr>
              <w:t>&lt;For fu</w:t>
            </w:r>
            <w:r w:rsidR="009E49EC">
              <w:rPr>
                <w:rFonts w:ascii="Calibri" w:hAnsi="Calibri" w:cs="Calibri"/>
                <w:sz w:val="20"/>
                <w:highlight w:val="yellow"/>
              </w:rPr>
              <w:t>r</w:t>
            </w:r>
            <w:r w:rsidRPr="00570B8A">
              <w:rPr>
                <w:rFonts w:ascii="Calibri" w:hAnsi="Calibri" w:cs="Calibri"/>
                <w:sz w:val="20"/>
                <w:highlight w:val="yellow"/>
              </w:rPr>
              <w:t>t</w:t>
            </w:r>
            <w:r w:rsidR="009E49EC">
              <w:rPr>
                <w:rFonts w:ascii="Calibri" w:hAnsi="Calibri" w:cs="Calibri"/>
                <w:sz w:val="20"/>
                <w:highlight w:val="yellow"/>
              </w:rPr>
              <w:t>her</w:t>
            </w:r>
            <w:r w:rsidRPr="00570B8A">
              <w:rPr>
                <w:rFonts w:ascii="Calibri" w:hAnsi="Calibri" w:cs="Calibri"/>
                <w:sz w:val="20"/>
                <w:highlight w:val="yellow"/>
              </w:rPr>
              <w:t xml:space="preserve"> consideration, pending development of the MASS Code&gt;</w:t>
            </w:r>
          </w:p>
        </w:tc>
      </w:tr>
      <w:tr w:rsidR="001A4C81" w:rsidRPr="00CB5A35" w14:paraId="1B7B461F" w14:textId="77777777" w:rsidTr="00B95B2B">
        <w:trPr>
          <w:trHeight w:val="486"/>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66AC72"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Pilotage</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22F29285" w14:textId="77777777" w:rsidR="001A4C81" w:rsidRPr="00CB5A35"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4EEBAA85" w14:textId="77777777" w:rsidR="001A4C81" w:rsidRPr="00351B1E"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41F97E9E" w14:textId="2928A286" w:rsidR="001A4C81" w:rsidRPr="00512AB6" w:rsidRDefault="001A4C81" w:rsidP="00310E67">
            <w:pPr>
              <w:spacing w:before="60" w:after="60" w:line="240" w:lineRule="auto"/>
              <w:rPr>
                <w:rFonts w:ascii="Calibri" w:hAnsi="Calibri" w:cs="Calibri"/>
                <w:sz w:val="20"/>
              </w:rPr>
            </w:pPr>
          </w:p>
        </w:tc>
      </w:tr>
      <w:tr w:rsidR="001A4C81" w:rsidRPr="00CB5A35" w14:paraId="79BE6E5D" w14:textId="77777777" w:rsidTr="00B95B2B">
        <w:trPr>
          <w:trHeight w:val="524"/>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3DDB1E" w14:textId="77777777" w:rsidR="001A4C81" w:rsidRPr="0094316A" w:rsidRDefault="001A4C81">
            <w:pPr>
              <w:pStyle w:val="ListParagraph"/>
              <w:numPr>
                <w:ilvl w:val="0"/>
                <w:numId w:val="42"/>
              </w:numPr>
              <w:spacing w:before="60" w:after="60" w:line="240" w:lineRule="auto"/>
              <w:ind w:left="714" w:hanging="357"/>
              <w:contextualSpacing w:val="0"/>
              <w:rPr>
                <w:rFonts w:ascii="Calibri" w:eastAsia="SimSun" w:hAnsi="Calibri" w:cs="Calibri"/>
                <w:sz w:val="20"/>
              </w:rPr>
            </w:pPr>
            <w:r w:rsidRPr="0094316A">
              <w:rPr>
                <w:rFonts w:ascii="Calibri" w:eastAsia="SimSun" w:hAnsi="Calibri" w:cs="Calibri"/>
                <w:sz w:val="20"/>
              </w:rPr>
              <w:t>Tug operators/linesmen</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570BEF27" w14:textId="77777777" w:rsidR="001A4C81" w:rsidRPr="00F2255C" w:rsidRDefault="001A4C81" w:rsidP="00310E67">
            <w:pPr>
              <w:spacing w:before="60" w:after="60" w:line="240" w:lineRule="auto"/>
              <w:rPr>
                <w:rFonts w:ascii="Calibri" w:eastAsia="SimSun" w:hAnsi="Calibri" w:cs="Calibri"/>
                <w:sz w:val="20"/>
              </w:rPr>
            </w:pPr>
          </w:p>
        </w:tc>
        <w:tc>
          <w:tcPr>
            <w:tcW w:w="723" w:type="dxa"/>
            <w:tcBorders>
              <w:top w:val="single" w:sz="4" w:space="0" w:color="auto"/>
              <w:left w:val="single" w:sz="4" w:space="0" w:color="auto"/>
              <w:bottom w:val="single" w:sz="4" w:space="0" w:color="auto"/>
              <w:right w:val="single" w:sz="4" w:space="0" w:color="auto"/>
            </w:tcBorders>
          </w:tcPr>
          <w:p w14:paraId="7FE2A286" w14:textId="77777777" w:rsidR="001A4C81" w:rsidRPr="00351B1E"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3481FC72" w14:textId="669A808F" w:rsidR="001A4C81" w:rsidRPr="00512AB6" w:rsidRDefault="001A4C81" w:rsidP="00310E67">
            <w:pPr>
              <w:spacing w:before="60" w:after="60" w:line="240" w:lineRule="auto"/>
              <w:rPr>
                <w:rFonts w:ascii="Calibri" w:hAnsi="Calibri" w:cs="Calibri"/>
                <w:sz w:val="20"/>
              </w:rPr>
            </w:pPr>
          </w:p>
        </w:tc>
      </w:tr>
      <w:tr w:rsidR="001A4C81" w:rsidRPr="00CB5A35" w14:paraId="1E4978C1" w14:textId="77777777" w:rsidTr="00B95B2B">
        <w:trPr>
          <w:trHeight w:val="408"/>
        </w:trPr>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9CD488"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Agents</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30922ADE" w14:textId="77777777" w:rsidR="001A4C81" w:rsidRPr="00F2255C" w:rsidRDefault="001A4C81" w:rsidP="00310E67">
            <w:pPr>
              <w:spacing w:before="60" w:after="60" w:line="240" w:lineRule="auto"/>
              <w:rPr>
                <w:rFonts w:ascii="Calibri" w:eastAsia="SimSun" w:hAnsi="Calibri" w:cs="Calibri"/>
                <w:bCs/>
                <w:sz w:val="20"/>
              </w:rPr>
            </w:pPr>
          </w:p>
        </w:tc>
        <w:tc>
          <w:tcPr>
            <w:tcW w:w="723" w:type="dxa"/>
            <w:tcBorders>
              <w:top w:val="single" w:sz="4" w:space="0" w:color="auto"/>
              <w:left w:val="single" w:sz="4" w:space="0" w:color="auto"/>
              <w:bottom w:val="single" w:sz="4" w:space="0" w:color="auto"/>
              <w:right w:val="single" w:sz="4" w:space="0" w:color="auto"/>
            </w:tcBorders>
          </w:tcPr>
          <w:p w14:paraId="728348BC" w14:textId="77777777" w:rsidR="001A4C81" w:rsidRPr="00351B1E"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318A3614" w14:textId="1AAC235C" w:rsidR="001A4C81" w:rsidRPr="00512AB6" w:rsidRDefault="001A4C81" w:rsidP="00310E67">
            <w:pPr>
              <w:spacing w:before="60" w:after="60" w:line="240" w:lineRule="auto"/>
              <w:rPr>
                <w:rFonts w:ascii="Calibri" w:hAnsi="Calibri" w:cs="Calibri"/>
                <w:sz w:val="20"/>
              </w:rPr>
            </w:pPr>
          </w:p>
        </w:tc>
      </w:tr>
      <w:tr w:rsidR="001A4C81" w:rsidRPr="00CB5A35" w14:paraId="62FACCF1" w14:textId="77777777" w:rsidTr="00B95B2B">
        <w:tc>
          <w:tcPr>
            <w:tcW w:w="34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AA55A4" w14:textId="77777777" w:rsidR="001A4C81" w:rsidRPr="0094316A" w:rsidRDefault="001A4C81">
            <w:pPr>
              <w:pStyle w:val="ListParagraph"/>
              <w:numPr>
                <w:ilvl w:val="0"/>
                <w:numId w:val="42"/>
              </w:numPr>
              <w:spacing w:before="60" w:after="60" w:line="240" w:lineRule="auto"/>
              <w:contextualSpacing w:val="0"/>
              <w:rPr>
                <w:rFonts w:ascii="Calibri" w:eastAsia="SimSun" w:hAnsi="Calibri" w:cs="Calibri"/>
                <w:sz w:val="20"/>
              </w:rPr>
            </w:pPr>
            <w:r w:rsidRPr="0094316A">
              <w:rPr>
                <w:rFonts w:ascii="Calibri" w:eastAsia="SimSun" w:hAnsi="Calibri" w:cs="Calibri"/>
                <w:sz w:val="20"/>
              </w:rPr>
              <w:t>Other</w:t>
            </w:r>
          </w:p>
        </w:tc>
        <w:tc>
          <w:tcPr>
            <w:tcW w:w="4199" w:type="dxa"/>
            <w:tcBorders>
              <w:top w:val="single" w:sz="4" w:space="0" w:color="auto"/>
              <w:left w:val="single" w:sz="4" w:space="0" w:color="auto"/>
              <w:bottom w:val="single" w:sz="4" w:space="0" w:color="auto"/>
              <w:right w:val="single" w:sz="4" w:space="0" w:color="auto"/>
            </w:tcBorders>
            <w:shd w:val="clear" w:color="auto" w:fill="auto"/>
          </w:tcPr>
          <w:p w14:paraId="38A419AB" w14:textId="77777777" w:rsidR="001A4C81" w:rsidRPr="00F2255C" w:rsidRDefault="001A4C81" w:rsidP="00310E67">
            <w:pPr>
              <w:spacing w:before="60" w:after="60" w:line="240" w:lineRule="auto"/>
              <w:rPr>
                <w:rFonts w:ascii="Calibri" w:eastAsia="SimSun" w:hAnsi="Calibri" w:cs="Calibri"/>
                <w:bCs/>
                <w:sz w:val="20"/>
              </w:rPr>
            </w:pPr>
          </w:p>
        </w:tc>
        <w:tc>
          <w:tcPr>
            <w:tcW w:w="723" w:type="dxa"/>
            <w:tcBorders>
              <w:top w:val="single" w:sz="4" w:space="0" w:color="auto"/>
              <w:left w:val="single" w:sz="4" w:space="0" w:color="auto"/>
              <w:bottom w:val="single" w:sz="4" w:space="0" w:color="auto"/>
              <w:right w:val="single" w:sz="4" w:space="0" w:color="auto"/>
            </w:tcBorders>
          </w:tcPr>
          <w:p w14:paraId="0A798B98" w14:textId="77777777" w:rsidR="001A4C81" w:rsidRDefault="001A4C81" w:rsidP="00310E67">
            <w:pPr>
              <w:spacing w:before="60" w:after="60" w:line="240" w:lineRule="auto"/>
              <w:rPr>
                <w:rFonts w:ascii="Calibri" w:hAnsi="Calibri" w:cs="Calibri"/>
                <w:sz w:val="20"/>
              </w:rPr>
            </w:pPr>
          </w:p>
        </w:tc>
        <w:tc>
          <w:tcPr>
            <w:tcW w:w="7020" w:type="dxa"/>
            <w:tcBorders>
              <w:top w:val="single" w:sz="4" w:space="0" w:color="auto"/>
              <w:left w:val="single" w:sz="4" w:space="0" w:color="auto"/>
              <w:bottom w:val="single" w:sz="4" w:space="0" w:color="auto"/>
              <w:right w:val="single" w:sz="4" w:space="0" w:color="auto"/>
            </w:tcBorders>
          </w:tcPr>
          <w:p w14:paraId="73ECEADB" w14:textId="6681775C" w:rsidR="001A4C81" w:rsidRPr="00317B8F" w:rsidRDefault="001A4C81" w:rsidP="00310E67">
            <w:pPr>
              <w:spacing w:before="60" w:after="60" w:line="240" w:lineRule="auto"/>
              <w:rPr>
                <w:rFonts w:ascii="Calibri" w:hAnsi="Calibri" w:cs="Calibri"/>
                <w:sz w:val="20"/>
              </w:rPr>
            </w:pPr>
          </w:p>
        </w:tc>
      </w:tr>
    </w:tbl>
    <w:p w14:paraId="66DF7394" w14:textId="77777777" w:rsidR="001A4C81" w:rsidRDefault="001A4C81" w:rsidP="00CB5A35"/>
    <w:p w14:paraId="79C9DDA0" w14:textId="77777777" w:rsidR="00CB5A35" w:rsidRDefault="00CB5A35" w:rsidP="00CB5A35"/>
    <w:p w14:paraId="2E5B30FC" w14:textId="77777777" w:rsidR="000620B3" w:rsidRDefault="000620B3" w:rsidP="00425189">
      <w:pPr>
        <w:pStyle w:val="BodyText"/>
      </w:pPr>
    </w:p>
    <w:sectPr w:rsidR="000620B3" w:rsidSect="008205C5">
      <w:headerReference w:type="default" r:id="rId31"/>
      <w:pgSz w:w="16838" w:h="11906" w:orient="landscape" w:code="9"/>
      <w:pgMar w:top="907" w:right="567" w:bottom="794" w:left="567"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707B1" w14:textId="77777777" w:rsidR="0005122B" w:rsidRDefault="0005122B" w:rsidP="003274DB">
      <w:r>
        <w:separator/>
      </w:r>
    </w:p>
    <w:p w14:paraId="426EC992" w14:textId="77777777" w:rsidR="0005122B" w:rsidRDefault="0005122B"/>
  </w:endnote>
  <w:endnote w:type="continuationSeparator" w:id="0">
    <w:p w14:paraId="0B277120" w14:textId="77777777" w:rsidR="0005122B" w:rsidRDefault="0005122B" w:rsidP="003274DB">
      <w:r>
        <w:continuationSeparator/>
      </w:r>
    </w:p>
    <w:p w14:paraId="032B9878" w14:textId="77777777" w:rsidR="0005122B" w:rsidRDefault="000512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1C298D" w:rsidRDefault="001C298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1C298D" w:rsidRDefault="001C298D" w:rsidP="008747E0">
    <w:pPr>
      <w:pStyle w:val="Footer"/>
    </w:pPr>
    <w:r>
      <w:rPr>
        <w:noProof/>
        <w:lang w:val="da-DK" w:eastAsia="da-DK"/>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F5C8F1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da-DK" w:eastAsia="da-DK"/>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1C298D" w:rsidRPr="00ED2A8D" w:rsidRDefault="001C298D" w:rsidP="008747E0">
    <w:pPr>
      <w:pStyle w:val="Footer"/>
    </w:pPr>
  </w:p>
  <w:p w14:paraId="3BE57E7C" w14:textId="77777777" w:rsidR="001C298D" w:rsidRPr="00ED2A8D" w:rsidRDefault="001C298D" w:rsidP="002735DD">
    <w:pPr>
      <w:pStyle w:val="Footer"/>
      <w:tabs>
        <w:tab w:val="left" w:pos="1781"/>
      </w:tabs>
    </w:pPr>
    <w:r>
      <w:tab/>
    </w:r>
  </w:p>
  <w:p w14:paraId="6E3234A9" w14:textId="77777777" w:rsidR="001C298D" w:rsidRPr="00ED2A8D" w:rsidRDefault="001C298D" w:rsidP="008747E0">
    <w:pPr>
      <w:pStyle w:val="Footer"/>
    </w:pPr>
  </w:p>
  <w:p w14:paraId="171B1A87" w14:textId="77777777" w:rsidR="001C298D" w:rsidRPr="00ED2A8D" w:rsidRDefault="001C298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1C298D" w:rsidRDefault="001C298D" w:rsidP="00525922">
    <w:r>
      <w:rPr>
        <w:noProof/>
        <w:lang w:val="da-DK" w:eastAsia="da-DK"/>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34C213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0A35148C"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1327FB1C"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1C298D" w:rsidRPr="00553815" w:rsidRDefault="001C298D" w:rsidP="00827301">
    <w:pPr>
      <w:pStyle w:val="Footerportrait"/>
    </w:pPr>
  </w:p>
  <w:p w14:paraId="1CBE1034" w14:textId="23C9BB8C" w:rsidR="001C298D" w:rsidRPr="000D1024" w:rsidRDefault="00000000" w:rsidP="00827301">
    <w:pPr>
      <w:pStyle w:val="Footerportrait"/>
      <w:rPr>
        <w:rStyle w:val="PageNumber"/>
        <w:szCs w:val="15"/>
      </w:rPr>
    </w:pPr>
    <w:fldSimple w:instr=" STYLEREF  &quot;Document type&quot;  \* MERGEFORMAT ">
      <w:r w:rsidR="003D367D">
        <w:t>IALA Guideline</w:t>
      </w:r>
    </w:fldSimple>
    <w:r w:rsidR="001C298D" w:rsidRPr="000D1024">
      <w:t xml:space="preserve"> </w:t>
    </w:r>
    <w:fldSimple w:instr=" STYLEREF &quot;Document number&quot; \* MERGEFORMAT ">
      <w:r w:rsidR="003D367D">
        <w:t>Gnnnn</w:t>
      </w:r>
    </w:fldSimple>
    <w:r w:rsidR="001C298D" w:rsidRPr="000D1024">
      <w:t xml:space="preserve"> </w:t>
    </w:r>
    <w:fldSimple w:instr=" STYLEREF &quot;Document name&quot; \* MERGEFORMAT ">
      <w:r w:rsidR="003D367D">
        <w:t>[Provision of VTS with A DYNAMIC MIX OF CONVENTIONAL, AUTOMIZED AND AUTONOMOUS SHIPS]</w:t>
      </w:r>
    </w:fldSimple>
  </w:p>
  <w:p w14:paraId="42805CD4" w14:textId="3A6C4672" w:rsidR="001C298D" w:rsidRPr="00C907DF" w:rsidRDefault="00000000" w:rsidP="00827301">
    <w:pPr>
      <w:pStyle w:val="Footerportrait"/>
    </w:pPr>
    <w:fldSimple w:instr=" STYLEREF &quot;Edition number&quot; \* MERGEFORMAT ">
      <w:r w:rsidR="003D367D">
        <w:t>Edition 1.0</w:t>
      </w:r>
    </w:fldSimple>
    <w:r w:rsidR="001C298D">
      <w:t xml:space="preserve"> </w:t>
    </w:r>
    <w:fldSimple w:instr=" STYLEREF  MRN  \* MERGEFORMAT ">
      <w:r w:rsidR="003D367D">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11</w:t>
    </w:r>
    <w:r w:rsidR="001C298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1C298D" w:rsidRPr="00553815" w:rsidRDefault="001C298D" w:rsidP="00827301">
    <w:pPr>
      <w:pStyle w:val="Footerportrait"/>
    </w:pPr>
  </w:p>
  <w:p w14:paraId="11A77AE7" w14:textId="54F4A4B9" w:rsidR="001C298D" w:rsidRPr="00C907DF" w:rsidRDefault="00000000" w:rsidP="00827301">
    <w:pPr>
      <w:pStyle w:val="Footerportrait"/>
      <w:rPr>
        <w:rStyle w:val="PageNumber"/>
        <w:szCs w:val="15"/>
      </w:rPr>
    </w:pPr>
    <w:fldSimple w:instr=" STYLEREF &quot;Document type&quot; \* MERGEFORMAT ">
      <w:r w:rsidR="001C298D">
        <w:t>IALA Guideline</w:t>
      </w:r>
    </w:fldSimple>
    <w:r w:rsidR="001C298D" w:rsidRPr="00C907DF">
      <w:t xml:space="preserve"> </w:t>
    </w:r>
    <w:fldSimple w:instr=" STYLEREF &quot;Document number&quot; \* MERGEFORMAT ">
      <w:r w:rsidR="001C298D" w:rsidRPr="00C806DA">
        <w:rPr>
          <w:bCs/>
        </w:rPr>
        <w:t>Gnnnn</w:t>
      </w:r>
    </w:fldSimple>
    <w:r w:rsidR="001C298D" w:rsidRPr="00C907DF">
      <w:t xml:space="preserve"> </w:t>
    </w:r>
    <w:fldSimple w:instr=" STYLEREF &quot;Document name&quot; \* MERGEFORMAT ">
      <w:r w:rsidR="001C298D" w:rsidRPr="00C806DA">
        <w:rPr>
          <w:b w:val="0"/>
          <w:bCs/>
        </w:rPr>
        <w:t xml:space="preserve">[iala </w:t>
      </w:r>
      <w:r w:rsidR="001C298D">
        <w:t>guideline on developments and implications of maritime autonomous surface ships for coastal authorities]</w:t>
      </w:r>
    </w:fldSimple>
  </w:p>
  <w:p w14:paraId="6122B812" w14:textId="58A5C9D2" w:rsidR="001C298D" w:rsidRPr="00525922" w:rsidRDefault="00000000" w:rsidP="00827301">
    <w:pPr>
      <w:pStyle w:val="Footerportrait"/>
    </w:pPr>
    <w:fldSimple w:instr=" STYLEREF &quot;Edition number&quot; \* MERGEFORMAT ">
      <w:r w:rsidR="001C298D">
        <w:t>Edition x.x</w:t>
      </w:r>
    </w:fldSimple>
    <w:r w:rsidR="001C298D">
      <w:t xml:space="preserve"> </w:t>
    </w:r>
    <w:fldSimple w:instr=" STYLEREF  MRN  \* MERGEFORMAT ">
      <w:r w:rsidR="001C298D">
        <w:t>urn:mrn:iala:pub:gnnnn</w:t>
      </w:r>
    </w:fldSimple>
    <w:r w:rsidR="001C298D" w:rsidRPr="00C907DF">
      <w:tab/>
    </w:r>
    <w:r w:rsidR="001C298D">
      <w:t xml:space="preserve">P </w:t>
    </w:r>
    <w:r w:rsidR="001C298D" w:rsidRPr="00C907DF">
      <w:rPr>
        <w:rStyle w:val="PageNumber"/>
        <w:szCs w:val="15"/>
      </w:rPr>
      <w:fldChar w:fldCharType="begin"/>
    </w:r>
    <w:r w:rsidR="001C298D" w:rsidRPr="00C907DF">
      <w:rPr>
        <w:rStyle w:val="PageNumber"/>
        <w:szCs w:val="15"/>
      </w:rPr>
      <w:instrText xml:space="preserve">PAGE  </w:instrText>
    </w:r>
    <w:r w:rsidR="001C298D" w:rsidRPr="00C907DF">
      <w:rPr>
        <w:rStyle w:val="PageNumber"/>
        <w:szCs w:val="15"/>
      </w:rPr>
      <w:fldChar w:fldCharType="separate"/>
    </w:r>
    <w:r w:rsidR="001C298D">
      <w:rPr>
        <w:rStyle w:val="PageNumber"/>
        <w:szCs w:val="15"/>
      </w:rPr>
      <w:t>3</w:t>
    </w:r>
    <w:r w:rsidR="001C298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1C298D" w:rsidRDefault="001C298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1C298D" w:rsidRDefault="001C298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1C298D" w:rsidRDefault="001C298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1C298D" w:rsidRDefault="001C298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1C298D" w:rsidRDefault="001C298D"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1C298D" w:rsidRDefault="001C298D" w:rsidP="00525922">
    <w:r>
      <w:rPr>
        <w:noProof/>
        <w:lang w:val="da-DK" w:eastAsia="da-DK"/>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2923CCF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C76793B" w:rsidR="001C298D" w:rsidRPr="00C907DF" w:rsidRDefault="001C298D"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C806DA">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266F8584" w:rsidR="001C298D" w:rsidRPr="00525922" w:rsidRDefault="001C298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B80E" w14:textId="77777777" w:rsidR="0005122B" w:rsidRDefault="0005122B" w:rsidP="003274DB">
      <w:r>
        <w:separator/>
      </w:r>
    </w:p>
    <w:p w14:paraId="6021BB7D" w14:textId="77777777" w:rsidR="0005122B" w:rsidRDefault="0005122B"/>
  </w:footnote>
  <w:footnote w:type="continuationSeparator" w:id="0">
    <w:p w14:paraId="0E57A47C" w14:textId="77777777" w:rsidR="0005122B" w:rsidRDefault="0005122B" w:rsidP="003274DB">
      <w:r>
        <w:continuationSeparator/>
      </w:r>
    </w:p>
    <w:p w14:paraId="534DD075" w14:textId="77777777" w:rsidR="0005122B" w:rsidRDefault="0005122B"/>
  </w:footnote>
  <w:footnote w:id="1">
    <w:p w14:paraId="3CD7FFD7" w14:textId="77777777" w:rsidR="001C298D" w:rsidRPr="00CA478A" w:rsidRDefault="001C298D" w:rsidP="00316F86">
      <w:pPr>
        <w:pStyle w:val="FootnoteText"/>
        <w:ind w:left="0" w:firstLine="0"/>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1C298D" w:rsidRDefault="00000000">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04A0C560" w:rsidR="001C298D" w:rsidRDefault="00000000">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7872" behindDoc="1" locked="0" layoutInCell="0" allowOverlap="1" wp14:anchorId="25C9369C" wp14:editId="6B38FF23">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6"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E5F509C"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187AF" w14:textId="6E8686AF" w:rsidR="001C298D" w:rsidRPr="00DF47E2" w:rsidRDefault="00000000" w:rsidP="00DF47E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595F45BF" w:rsidR="001C298D" w:rsidRDefault="00000000">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F4F96">
      <w:rPr>
        <w:noProof/>
      </w:rPr>
      <mc:AlternateContent>
        <mc:Choice Requires="wps">
          <w:drawing>
            <wp:anchor distT="0" distB="0" distL="114300" distR="114300" simplePos="0" relativeHeight="251729920" behindDoc="1" locked="0" layoutInCell="0" allowOverlap="1" wp14:anchorId="3C42B5F3" wp14:editId="7AEFB77E">
              <wp:simplePos x="0" y="0"/>
              <wp:positionH relativeFrom="margin">
                <wp:align>center</wp:align>
              </wp:positionH>
              <wp:positionV relativeFrom="margin">
                <wp:align>center</wp:align>
              </wp:positionV>
              <wp:extent cx="5709920" cy="3425825"/>
              <wp:effectExtent l="0" t="1247775" r="0" b="7175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5"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4C3AA46A" w14:textId="77777777" w:rsidR="009F4F96" w:rsidRDefault="009F4F96" w:rsidP="009F4F96">
                    <w:pPr>
                      <w:jc w:val="center"/>
                      <w:rPr>
                        <w:rFonts w:ascii="Calibri" w:hAnsi="Calibri" w:cs="Calibri"/>
                        <w:color w:val="C0C0C0"/>
                        <w:sz w:val="2"/>
                        <w:szCs w:val="2"/>
                        <w14:textFill>
                          <w14:solidFill>
                            <w14:srgbClr w14:val="C0C0C0">
                              <w14:alpha w14:val="50000"/>
                            </w14:srgbClr>
                          </w14:solidFill>
                        </w14:textFill>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1C298D">
      <w:rPr>
        <w:noProof/>
        <w:lang w:val="da-DK" w:eastAsia="da-DK"/>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1C298D" w:rsidRDefault="001C298D">
    <w:pPr>
      <w:pStyle w:val="Header"/>
    </w:pPr>
  </w:p>
  <w:p w14:paraId="1BEDFCEC" w14:textId="77777777" w:rsidR="001C298D" w:rsidRDefault="001C298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D30E" w14:textId="4FFA2EAA" w:rsidR="001C298D" w:rsidRPr="001A4C81" w:rsidRDefault="00570B8A" w:rsidP="001A4C81">
    <w:pPr>
      <w:pStyle w:val="Header"/>
      <w:pBdr>
        <w:bottom w:val="single" w:sz="4" w:space="1" w:color="auto"/>
      </w:pBdr>
      <w:jc w:val="right"/>
      <w:rPr>
        <w:b/>
        <w:bCs/>
      </w:rPr>
    </w:pPr>
    <w:bookmarkStart w:id="773" w:name="_Hlk143262787"/>
    <w:r>
      <w:rPr>
        <w:b/>
        <w:bCs/>
        <w:sz w:val="24"/>
        <w:szCs w:val="24"/>
      </w:rPr>
      <w:t>Table</w:t>
    </w:r>
    <w:r w:rsidR="001A4C81" w:rsidRPr="001A4C81">
      <w:rPr>
        <w:b/>
        <w:bCs/>
        <w:sz w:val="24"/>
        <w:szCs w:val="24"/>
      </w:rPr>
      <w:t xml:space="preserve"> 1 - Working template to assist drafting Section 4</w:t>
    </w:r>
    <w:bookmarkEnd w:id="773"/>
    <w:r w:rsidR="00000000">
      <w:rPr>
        <w:b/>
        <w:bCs/>
        <w:noProof/>
      </w:rPr>
      <w:pict w14:anchorId="1906E9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6" type="#_x0000_t136" style="position:absolute;left:0;text-align:left;margin-left:0;margin-top:0;width:412.1pt;height:247.25pt;rotation:315;z-index:-2515517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20485" w:rsidRPr="00D20485">
      <w:rPr>
        <w:b/>
        <w:bCs/>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6E51E423" w:rsidR="001C298D" w:rsidRDefault="00000000"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sidRPr="00442889">
      <w:rPr>
        <w:noProof/>
        <w:lang w:val="da-DK" w:eastAsia="da-DK"/>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1C298D" w:rsidRDefault="001C298D" w:rsidP="00A87080">
    <w:pPr>
      <w:pStyle w:val="Header"/>
    </w:pPr>
  </w:p>
  <w:tbl>
    <w:tblPr>
      <w:tblStyle w:val="TableGrid"/>
      <w:tblW w:w="4252" w:type="dxa"/>
      <w:tblInd w:w="5949" w:type="dxa"/>
      <w:tblLook w:val="04A0" w:firstRow="1" w:lastRow="0" w:firstColumn="1" w:lastColumn="0" w:noHBand="0" w:noVBand="1"/>
    </w:tblPr>
    <w:tblGrid>
      <w:gridCol w:w="4252"/>
    </w:tblGrid>
    <w:tr w:rsidR="00056BD5" w14:paraId="354EF54A" w14:textId="77777777" w:rsidTr="00615334">
      <w:tc>
        <w:tcPr>
          <w:tcW w:w="4252" w:type="dxa"/>
          <w:shd w:val="clear" w:color="auto" w:fill="auto"/>
        </w:tcPr>
        <w:p w14:paraId="5E36E173" w14:textId="389A3616" w:rsidR="00D0140B" w:rsidRPr="00D0140B" w:rsidRDefault="00D0140B" w:rsidP="00D0140B">
          <w:pPr>
            <w:pStyle w:val="Header"/>
            <w:jc w:val="center"/>
            <w:rPr>
              <w:b/>
              <w:bCs/>
            </w:rPr>
          </w:pPr>
          <w:r w:rsidRPr="00D0140B">
            <w:rPr>
              <w:b/>
              <w:bCs/>
            </w:rPr>
            <w:t>Input to VTS55 from TG1.</w:t>
          </w:r>
          <w:r w:rsidR="003D367D">
            <w:rPr>
              <w:b/>
              <w:bCs/>
            </w:rPr>
            <w:t>1</w:t>
          </w:r>
          <w:r w:rsidRPr="00D0140B">
            <w:rPr>
              <w:b/>
              <w:bCs/>
            </w:rPr>
            <w:t xml:space="preserve">.3 - </w:t>
          </w:r>
          <w:r w:rsidR="00056BD5" w:rsidRPr="00D0140B">
            <w:rPr>
              <w:b/>
              <w:bCs/>
            </w:rPr>
            <w:t>Draft Guideline on the Provision of VTS to Autonomous and Conventional Ships</w:t>
          </w:r>
        </w:p>
        <w:p w14:paraId="451442AE" w14:textId="5BB4125C" w:rsidR="00056BD5" w:rsidRPr="00907D30" w:rsidRDefault="00CF06D2" w:rsidP="00D0140B">
          <w:pPr>
            <w:pStyle w:val="Header"/>
            <w:rPr>
              <w:highlight w:val="yellow"/>
            </w:rPr>
          </w:pPr>
          <w:r w:rsidRPr="00E56044">
            <w:rPr>
              <w:highlight w:val="yellow"/>
            </w:rPr>
            <w:t xml:space="preserve">Note – </w:t>
          </w:r>
          <w:r w:rsidR="00E56044" w:rsidRPr="00E56044">
            <w:rPr>
              <w:highlight w:val="yellow"/>
            </w:rPr>
            <w:t xml:space="preserve">as per </w:t>
          </w:r>
          <w:r w:rsidRPr="00E56044">
            <w:rPr>
              <w:highlight w:val="yellow"/>
            </w:rPr>
            <w:t xml:space="preserve">the 2023-2027 Workplan </w:t>
          </w:r>
          <w:r w:rsidR="00E56044" w:rsidRPr="00E56044">
            <w:rPr>
              <w:highlight w:val="yellow"/>
            </w:rPr>
            <w:t xml:space="preserve">this </w:t>
          </w:r>
          <w:r w:rsidR="00D86436">
            <w:rPr>
              <w:highlight w:val="yellow"/>
            </w:rPr>
            <w:t xml:space="preserve">task </w:t>
          </w:r>
          <w:r w:rsidR="00E56044" w:rsidRPr="00E56044">
            <w:rPr>
              <w:highlight w:val="yellow"/>
            </w:rPr>
            <w:t xml:space="preserve">is </w:t>
          </w:r>
          <w:r w:rsidRPr="00E56044">
            <w:rPr>
              <w:highlight w:val="yellow"/>
            </w:rPr>
            <w:t>due for completion at VTS56 (September 2024)</w:t>
          </w:r>
        </w:p>
      </w:tc>
    </w:tr>
  </w:tbl>
  <w:p w14:paraId="5D71FE0F" w14:textId="77777777" w:rsidR="001C298D" w:rsidRDefault="001C298D" w:rsidP="00A87080">
    <w:pPr>
      <w:pStyle w:val="Header"/>
    </w:pPr>
  </w:p>
  <w:p w14:paraId="792C5C96" w14:textId="77777777" w:rsidR="001C298D" w:rsidRDefault="001C298D" w:rsidP="008747E0">
    <w:pPr>
      <w:pStyle w:val="Header"/>
    </w:pPr>
  </w:p>
  <w:p w14:paraId="35E8F036" w14:textId="77777777" w:rsidR="001C298D" w:rsidRDefault="001C298D" w:rsidP="008747E0">
    <w:pPr>
      <w:pStyle w:val="Header"/>
    </w:pPr>
  </w:p>
  <w:p w14:paraId="44541C10" w14:textId="77777777" w:rsidR="001C298D" w:rsidRDefault="001C298D" w:rsidP="008747E0">
    <w:pPr>
      <w:pStyle w:val="Header"/>
    </w:pPr>
    <w:r>
      <w:rPr>
        <w:noProof/>
        <w:lang w:val="da-DK" w:eastAsia="da-DK"/>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1C298D" w:rsidRDefault="001C298D" w:rsidP="008747E0">
    <w:pPr>
      <w:pStyle w:val="Header"/>
    </w:pPr>
  </w:p>
  <w:p w14:paraId="54136A9C" w14:textId="77777777" w:rsidR="001C298D" w:rsidRPr="00ED2A8D" w:rsidRDefault="001C298D" w:rsidP="00A87080">
    <w:pPr>
      <w:pStyle w:val="Header"/>
    </w:pPr>
  </w:p>
  <w:p w14:paraId="07EDBC4A" w14:textId="77777777" w:rsidR="001C298D" w:rsidRPr="00ED2A8D" w:rsidRDefault="001C298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1C298D" w:rsidRDefault="00000000">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1C298D" w:rsidRDefault="001C298D">
    <w:pPr>
      <w:pStyle w:val="Header"/>
    </w:pPr>
  </w:p>
  <w:p w14:paraId="001126A5" w14:textId="77777777" w:rsidR="001C298D" w:rsidRDefault="001C2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1C298D" w:rsidRDefault="00000000">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1C298D" w:rsidRPr="00ED2A8D" w:rsidRDefault="00000000"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1C298D">
      <w:tab/>
    </w:r>
  </w:p>
  <w:p w14:paraId="43A0E47D" w14:textId="77777777" w:rsidR="001C298D" w:rsidRPr="00ED2A8D" w:rsidRDefault="001C298D" w:rsidP="008747E0">
    <w:pPr>
      <w:pStyle w:val="Header"/>
    </w:pPr>
  </w:p>
  <w:p w14:paraId="0E6A72B2" w14:textId="77777777" w:rsidR="001C298D" w:rsidRDefault="001C298D" w:rsidP="008747E0">
    <w:pPr>
      <w:pStyle w:val="Header"/>
    </w:pPr>
  </w:p>
  <w:p w14:paraId="24BEBDA1" w14:textId="77777777" w:rsidR="001C298D" w:rsidRDefault="001C298D" w:rsidP="008747E0">
    <w:pPr>
      <w:pStyle w:val="Header"/>
    </w:pPr>
  </w:p>
  <w:p w14:paraId="447D8E59" w14:textId="77777777" w:rsidR="001C298D" w:rsidRDefault="001C298D" w:rsidP="008747E0">
    <w:pPr>
      <w:pStyle w:val="Header"/>
    </w:pPr>
  </w:p>
  <w:p w14:paraId="1FCAC367" w14:textId="77777777" w:rsidR="001C298D" w:rsidRPr="00441393" w:rsidRDefault="001C298D" w:rsidP="00441393">
    <w:pPr>
      <w:pStyle w:val="Contents"/>
    </w:pPr>
    <w:r>
      <w:t>DOCUMENT REVISION</w:t>
    </w:r>
  </w:p>
  <w:p w14:paraId="40B6FC71" w14:textId="77777777" w:rsidR="001C298D" w:rsidRPr="00ED2A8D" w:rsidRDefault="001C298D" w:rsidP="008747E0">
    <w:pPr>
      <w:pStyle w:val="Header"/>
    </w:pPr>
  </w:p>
  <w:p w14:paraId="46FF5377" w14:textId="77777777" w:rsidR="001C298D" w:rsidRPr="00AC33A2" w:rsidRDefault="001C298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1C298D" w:rsidRDefault="00000000">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1C298D" w:rsidRDefault="00000000">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1C298D" w:rsidRPr="00ED2A8D" w:rsidRDefault="00000000"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1C298D" w:rsidRPr="00ED2A8D" w:rsidRDefault="001C298D" w:rsidP="008747E0">
    <w:pPr>
      <w:pStyle w:val="Header"/>
    </w:pPr>
  </w:p>
  <w:p w14:paraId="01929C87" w14:textId="77777777" w:rsidR="001C298D" w:rsidRDefault="001C298D" w:rsidP="008747E0">
    <w:pPr>
      <w:pStyle w:val="Header"/>
    </w:pPr>
  </w:p>
  <w:p w14:paraId="708B9053" w14:textId="77777777" w:rsidR="001C298D" w:rsidRDefault="001C298D" w:rsidP="008747E0">
    <w:pPr>
      <w:pStyle w:val="Header"/>
    </w:pPr>
  </w:p>
  <w:p w14:paraId="352CC394" w14:textId="77777777" w:rsidR="001C298D" w:rsidRDefault="001C298D" w:rsidP="008747E0">
    <w:pPr>
      <w:pStyle w:val="Header"/>
    </w:pPr>
  </w:p>
  <w:p w14:paraId="726E38B4" w14:textId="77777777" w:rsidR="001C298D" w:rsidRDefault="001C298D" w:rsidP="0078486B">
    <w:pPr>
      <w:pStyle w:val="Header"/>
      <w:spacing w:line="140" w:lineRule="exact"/>
    </w:pPr>
  </w:p>
  <w:p w14:paraId="09824143" w14:textId="77777777" w:rsidR="001C298D" w:rsidRPr="00AC33A2" w:rsidRDefault="001C298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1C298D" w:rsidRPr="00ED2A8D" w:rsidRDefault="00000000"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1C298D">
      <w:rPr>
        <w:noProof/>
        <w:lang w:val="da-DK" w:eastAsia="da-DK"/>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1C298D" w:rsidRPr="00ED2A8D" w:rsidRDefault="001C298D" w:rsidP="00C716E5">
    <w:pPr>
      <w:pStyle w:val="Header"/>
    </w:pPr>
  </w:p>
  <w:p w14:paraId="6FE1FDA0" w14:textId="77777777" w:rsidR="001C298D" w:rsidRDefault="001C298D" w:rsidP="00C716E5">
    <w:pPr>
      <w:pStyle w:val="Header"/>
    </w:pPr>
  </w:p>
  <w:p w14:paraId="4BCBDC5C" w14:textId="77777777" w:rsidR="001C298D" w:rsidRDefault="001C298D" w:rsidP="00C716E5">
    <w:pPr>
      <w:pStyle w:val="Header"/>
    </w:pPr>
  </w:p>
  <w:p w14:paraId="66D18B5D" w14:textId="77777777" w:rsidR="001C298D" w:rsidRDefault="001C298D" w:rsidP="00C716E5">
    <w:pPr>
      <w:pStyle w:val="Header"/>
    </w:pPr>
  </w:p>
  <w:p w14:paraId="0FDC55BD" w14:textId="77777777" w:rsidR="001C298D" w:rsidRPr="00441393" w:rsidRDefault="001C298D" w:rsidP="00C716E5">
    <w:pPr>
      <w:pStyle w:val="Contents"/>
    </w:pPr>
    <w:r>
      <w:t>CONTENTS</w:t>
    </w:r>
  </w:p>
  <w:p w14:paraId="12D1FD2B" w14:textId="77777777" w:rsidR="001C298D" w:rsidRPr="00ED2A8D" w:rsidRDefault="001C298D" w:rsidP="00C716E5">
    <w:pPr>
      <w:pStyle w:val="Header"/>
    </w:pPr>
  </w:p>
  <w:p w14:paraId="1CEA155E" w14:textId="77777777" w:rsidR="001C298D" w:rsidRPr="00AC33A2" w:rsidRDefault="001C298D" w:rsidP="00C716E5">
    <w:pPr>
      <w:pStyle w:val="Header"/>
      <w:spacing w:line="140" w:lineRule="exact"/>
    </w:pPr>
  </w:p>
  <w:p w14:paraId="5B427A35" w14:textId="77777777" w:rsidR="001C298D" w:rsidRDefault="001C298D">
    <w:pPr>
      <w:pStyle w:val="Header"/>
    </w:pPr>
    <w:r>
      <w:rPr>
        <w:noProof/>
        <w:lang w:val="da-DK" w:eastAsia="da-DK"/>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D67A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1A8B41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1688AD56"/>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3B988A2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7CACF60"/>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83A6EC24"/>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2D48AB76"/>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114D06"/>
    <w:multiLevelType w:val="multilevel"/>
    <w:tmpl w:val="23802AD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2D43CA4"/>
    <w:multiLevelType w:val="hybridMultilevel"/>
    <w:tmpl w:val="436C0E6A"/>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1" w15:restartNumberingAfterBreak="0">
    <w:nsid w:val="03964FB9"/>
    <w:multiLevelType w:val="hybridMultilevel"/>
    <w:tmpl w:val="BA2A55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C090003">
      <w:start w:val="1"/>
      <w:numFmt w:val="bullet"/>
      <w:lvlText w:val="o"/>
      <w:lvlJc w:val="left"/>
      <w:pPr>
        <w:ind w:left="1440" w:hanging="360"/>
      </w:pPr>
      <w:rPr>
        <w:rFonts w:ascii="Courier New" w:hAnsi="Courier New" w:cs="Courier New"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2" w15:restartNumberingAfterBreak="0">
    <w:nsid w:val="05694D2F"/>
    <w:multiLevelType w:val="hybridMultilevel"/>
    <w:tmpl w:val="91BC71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6273F9D"/>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9A73B2"/>
    <w:multiLevelType w:val="hybridMultilevel"/>
    <w:tmpl w:val="946C7A0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5" w15:restartNumberingAfterBreak="0">
    <w:nsid w:val="079B68EB"/>
    <w:multiLevelType w:val="hybridMultilevel"/>
    <w:tmpl w:val="A35EC01C"/>
    <w:lvl w:ilvl="0" w:tplc="74E4B5B2">
      <w:start w:val="1"/>
      <w:numFmt w:val="decimal"/>
      <w:lvlText w:val="%1."/>
      <w:lvlJc w:val="left"/>
      <w:pPr>
        <w:ind w:left="766" w:hanging="360"/>
      </w:pPr>
      <w:rPr>
        <w:b w:val="0"/>
        <w:bCs w:val="0"/>
      </w:rPr>
    </w:lvl>
    <w:lvl w:ilvl="1" w:tplc="FAFEA71E">
      <w:start w:val="1"/>
      <w:numFmt w:val="lowerLetter"/>
      <w:lvlText w:val="%2."/>
      <w:lvlJc w:val="left"/>
      <w:pPr>
        <w:ind w:left="1486" w:hanging="360"/>
      </w:pPr>
      <w:rPr>
        <w:rFonts w:hint="default"/>
      </w:rPr>
    </w:lvl>
    <w:lvl w:ilvl="2" w:tplc="3BEC209E">
      <w:start w:val="1"/>
      <w:numFmt w:val="lowerLetter"/>
      <w:lvlText w:val="%3)"/>
      <w:lvlJc w:val="left"/>
      <w:pPr>
        <w:ind w:left="2386" w:hanging="360"/>
      </w:pPr>
      <w:rPr>
        <w:rFonts w:hint="default"/>
      </w:rPr>
    </w:lvl>
    <w:lvl w:ilvl="3" w:tplc="0C09000F" w:tentative="1">
      <w:start w:val="1"/>
      <w:numFmt w:val="decimal"/>
      <w:lvlText w:val="%4."/>
      <w:lvlJc w:val="left"/>
      <w:pPr>
        <w:ind w:left="2926" w:hanging="360"/>
      </w:pPr>
    </w:lvl>
    <w:lvl w:ilvl="4" w:tplc="0C090019" w:tentative="1">
      <w:start w:val="1"/>
      <w:numFmt w:val="lowerLetter"/>
      <w:lvlText w:val="%5."/>
      <w:lvlJc w:val="left"/>
      <w:pPr>
        <w:ind w:left="3646" w:hanging="360"/>
      </w:pPr>
    </w:lvl>
    <w:lvl w:ilvl="5" w:tplc="0C09001B" w:tentative="1">
      <w:start w:val="1"/>
      <w:numFmt w:val="lowerRoman"/>
      <w:lvlText w:val="%6."/>
      <w:lvlJc w:val="right"/>
      <w:pPr>
        <w:ind w:left="4366" w:hanging="180"/>
      </w:pPr>
    </w:lvl>
    <w:lvl w:ilvl="6" w:tplc="0C09000F" w:tentative="1">
      <w:start w:val="1"/>
      <w:numFmt w:val="decimal"/>
      <w:lvlText w:val="%7."/>
      <w:lvlJc w:val="left"/>
      <w:pPr>
        <w:ind w:left="5086" w:hanging="360"/>
      </w:pPr>
    </w:lvl>
    <w:lvl w:ilvl="7" w:tplc="0C090019" w:tentative="1">
      <w:start w:val="1"/>
      <w:numFmt w:val="lowerLetter"/>
      <w:lvlText w:val="%8."/>
      <w:lvlJc w:val="left"/>
      <w:pPr>
        <w:ind w:left="5806" w:hanging="360"/>
      </w:pPr>
    </w:lvl>
    <w:lvl w:ilvl="8" w:tplc="0C09001B" w:tentative="1">
      <w:start w:val="1"/>
      <w:numFmt w:val="lowerRoman"/>
      <w:lvlText w:val="%9."/>
      <w:lvlJc w:val="right"/>
      <w:pPr>
        <w:ind w:left="6526" w:hanging="180"/>
      </w:pPr>
    </w:lvl>
  </w:abstractNum>
  <w:abstractNum w:abstractNumId="16" w15:restartNumberingAfterBreak="0">
    <w:nsid w:val="0A9D67D8"/>
    <w:multiLevelType w:val="hybridMultilevel"/>
    <w:tmpl w:val="13143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F224757"/>
    <w:multiLevelType w:val="hybridMultilevel"/>
    <w:tmpl w:val="3104E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18" w15:restartNumberingAfterBreak="0">
    <w:nsid w:val="0F3808B6"/>
    <w:multiLevelType w:val="hybridMultilevel"/>
    <w:tmpl w:val="B4AE285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2" w15:restartNumberingAfterBreak="0">
    <w:nsid w:val="19272885"/>
    <w:multiLevelType w:val="hybridMultilevel"/>
    <w:tmpl w:val="2F16BCF6"/>
    <w:lvl w:ilvl="0" w:tplc="FFFFFFFF">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3"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C97BAE"/>
    <w:multiLevelType w:val="multilevel"/>
    <w:tmpl w:val="226839C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5" w15:restartNumberingAfterBreak="0">
    <w:nsid w:val="1A416159"/>
    <w:multiLevelType w:val="hybridMultilevel"/>
    <w:tmpl w:val="2082A6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1B437CF7"/>
    <w:multiLevelType w:val="hybridMultilevel"/>
    <w:tmpl w:val="030AF0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1D712A09"/>
    <w:multiLevelType w:val="hybridMultilevel"/>
    <w:tmpl w:val="8CBA27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1DF910A8"/>
    <w:multiLevelType w:val="hybridMultilevel"/>
    <w:tmpl w:val="DD3E42C4"/>
    <w:lvl w:ilvl="0" w:tplc="0C090001">
      <w:start w:val="1"/>
      <w:numFmt w:val="bullet"/>
      <w:lvlText w:val=""/>
      <w:lvlJc w:val="left"/>
      <w:pPr>
        <w:ind w:left="766" w:hanging="360"/>
      </w:pPr>
      <w:rPr>
        <w:rFonts w:ascii="Symbol" w:hAnsi="Symbol" w:hint="default"/>
      </w:rPr>
    </w:lvl>
    <w:lvl w:ilvl="1" w:tplc="0C090003">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9"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EA6049B"/>
    <w:multiLevelType w:val="multilevel"/>
    <w:tmpl w:val="AF249EB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FE24DAC"/>
    <w:multiLevelType w:val="hybridMultilevel"/>
    <w:tmpl w:val="F25E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209D5055"/>
    <w:multiLevelType w:val="hybridMultilevel"/>
    <w:tmpl w:val="33E2C414"/>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33" w15:restartNumberingAfterBreak="0">
    <w:nsid w:val="2301159F"/>
    <w:multiLevelType w:val="hybridMultilevel"/>
    <w:tmpl w:val="36469B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4656D54"/>
    <w:multiLevelType w:val="hybridMultilevel"/>
    <w:tmpl w:val="15722F72"/>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7" w15:restartNumberingAfterBreak="0">
    <w:nsid w:val="266F3694"/>
    <w:multiLevelType w:val="hybridMultilevel"/>
    <w:tmpl w:val="1FE291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7EE003C"/>
    <w:multiLevelType w:val="hybridMultilevel"/>
    <w:tmpl w:val="384AD46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9294E12"/>
    <w:multiLevelType w:val="hybridMultilevel"/>
    <w:tmpl w:val="84649636"/>
    <w:lvl w:ilvl="0" w:tplc="0C090003">
      <w:start w:val="1"/>
      <w:numFmt w:val="bullet"/>
      <w:lvlText w:val="o"/>
      <w:lvlJc w:val="left"/>
      <w:pPr>
        <w:ind w:left="1068" w:hanging="360"/>
      </w:pPr>
      <w:rPr>
        <w:rFonts w:ascii="Courier New" w:hAnsi="Courier New" w:cs="Courier New" w:hint="default"/>
      </w:rPr>
    </w:lvl>
    <w:lvl w:ilvl="1" w:tplc="0C090003" w:tentative="1">
      <w:start w:val="1"/>
      <w:numFmt w:val="bullet"/>
      <w:lvlText w:val="o"/>
      <w:lvlJc w:val="left"/>
      <w:pPr>
        <w:ind w:left="1068" w:hanging="360"/>
      </w:pPr>
      <w:rPr>
        <w:rFonts w:ascii="Courier New" w:hAnsi="Courier New" w:cs="Courier New" w:hint="default"/>
      </w:rPr>
    </w:lvl>
    <w:lvl w:ilvl="2" w:tplc="0C090005" w:tentative="1">
      <w:start w:val="1"/>
      <w:numFmt w:val="bullet"/>
      <w:lvlText w:val=""/>
      <w:lvlJc w:val="left"/>
      <w:pPr>
        <w:ind w:left="1788" w:hanging="360"/>
      </w:pPr>
      <w:rPr>
        <w:rFonts w:ascii="Wingdings" w:hAnsi="Wingdings" w:hint="default"/>
      </w:rPr>
    </w:lvl>
    <w:lvl w:ilvl="3" w:tplc="0C090001" w:tentative="1">
      <w:start w:val="1"/>
      <w:numFmt w:val="bullet"/>
      <w:lvlText w:val=""/>
      <w:lvlJc w:val="left"/>
      <w:pPr>
        <w:ind w:left="2508" w:hanging="360"/>
      </w:pPr>
      <w:rPr>
        <w:rFonts w:ascii="Symbol" w:hAnsi="Symbol" w:hint="default"/>
      </w:rPr>
    </w:lvl>
    <w:lvl w:ilvl="4" w:tplc="0C090003" w:tentative="1">
      <w:start w:val="1"/>
      <w:numFmt w:val="bullet"/>
      <w:lvlText w:val="o"/>
      <w:lvlJc w:val="left"/>
      <w:pPr>
        <w:ind w:left="3228" w:hanging="360"/>
      </w:pPr>
      <w:rPr>
        <w:rFonts w:ascii="Courier New" w:hAnsi="Courier New" w:cs="Courier New" w:hint="default"/>
      </w:rPr>
    </w:lvl>
    <w:lvl w:ilvl="5" w:tplc="0C090005" w:tentative="1">
      <w:start w:val="1"/>
      <w:numFmt w:val="bullet"/>
      <w:lvlText w:val=""/>
      <w:lvlJc w:val="left"/>
      <w:pPr>
        <w:ind w:left="3948" w:hanging="360"/>
      </w:pPr>
      <w:rPr>
        <w:rFonts w:ascii="Wingdings" w:hAnsi="Wingdings" w:hint="default"/>
      </w:rPr>
    </w:lvl>
    <w:lvl w:ilvl="6" w:tplc="0C090001" w:tentative="1">
      <w:start w:val="1"/>
      <w:numFmt w:val="bullet"/>
      <w:lvlText w:val=""/>
      <w:lvlJc w:val="left"/>
      <w:pPr>
        <w:ind w:left="4668" w:hanging="360"/>
      </w:pPr>
      <w:rPr>
        <w:rFonts w:ascii="Symbol" w:hAnsi="Symbol" w:hint="default"/>
      </w:rPr>
    </w:lvl>
    <w:lvl w:ilvl="7" w:tplc="0C090003" w:tentative="1">
      <w:start w:val="1"/>
      <w:numFmt w:val="bullet"/>
      <w:lvlText w:val="o"/>
      <w:lvlJc w:val="left"/>
      <w:pPr>
        <w:ind w:left="5388" w:hanging="360"/>
      </w:pPr>
      <w:rPr>
        <w:rFonts w:ascii="Courier New" w:hAnsi="Courier New" w:cs="Courier New" w:hint="default"/>
      </w:rPr>
    </w:lvl>
    <w:lvl w:ilvl="8" w:tplc="0C090005" w:tentative="1">
      <w:start w:val="1"/>
      <w:numFmt w:val="bullet"/>
      <w:lvlText w:val=""/>
      <w:lvlJc w:val="left"/>
      <w:pPr>
        <w:ind w:left="6108" w:hanging="360"/>
      </w:pPr>
      <w:rPr>
        <w:rFonts w:ascii="Wingdings" w:hAnsi="Wingdings" w:hint="default"/>
      </w:rPr>
    </w:lvl>
  </w:abstractNum>
  <w:abstractNum w:abstractNumId="4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CCA7ABD"/>
    <w:multiLevelType w:val="hybridMultilevel"/>
    <w:tmpl w:val="0058AE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1320A1D"/>
    <w:multiLevelType w:val="hybridMultilevel"/>
    <w:tmpl w:val="0E4238A2"/>
    <w:lvl w:ilvl="0" w:tplc="0C090001">
      <w:start w:val="1"/>
      <w:numFmt w:val="bullet"/>
      <w:lvlText w:val=""/>
      <w:lvlJc w:val="left"/>
      <w:pPr>
        <w:ind w:left="1068" w:hanging="360"/>
      </w:pPr>
      <w:rPr>
        <w:rFonts w:ascii="Symbol" w:hAnsi="Symbol" w:hint="default"/>
      </w:rPr>
    </w:lvl>
    <w:lvl w:ilvl="1" w:tplc="0C090003">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45" w15:restartNumberingAfterBreak="0">
    <w:nsid w:val="320F2BFB"/>
    <w:multiLevelType w:val="hybridMultilevel"/>
    <w:tmpl w:val="F49CC2F6"/>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4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4AE3753"/>
    <w:multiLevelType w:val="hybridMultilevel"/>
    <w:tmpl w:val="9AF67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3692432F"/>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7002968"/>
    <w:multiLevelType w:val="hybridMultilevel"/>
    <w:tmpl w:val="86E0C28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50"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C4F7588"/>
    <w:multiLevelType w:val="hybridMultilevel"/>
    <w:tmpl w:val="917001A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3C5B24C5"/>
    <w:multiLevelType w:val="hybridMultilevel"/>
    <w:tmpl w:val="A96AD3FC"/>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3E726819"/>
    <w:multiLevelType w:val="hybridMultilevel"/>
    <w:tmpl w:val="89B0A2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3E977939"/>
    <w:multiLevelType w:val="hybridMultilevel"/>
    <w:tmpl w:val="A2DC7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3EA046CD"/>
    <w:multiLevelType w:val="hybridMultilevel"/>
    <w:tmpl w:val="38C07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FA840FC"/>
    <w:multiLevelType w:val="hybridMultilevel"/>
    <w:tmpl w:val="3B1623BC"/>
    <w:lvl w:ilvl="0" w:tplc="0C090003">
      <w:start w:val="1"/>
      <w:numFmt w:val="bullet"/>
      <w:lvlText w:val="o"/>
      <w:lvlJc w:val="left"/>
      <w:pPr>
        <w:ind w:left="1080" w:hanging="360"/>
      </w:pPr>
      <w:rPr>
        <w:rFonts w:ascii="Courier New" w:hAnsi="Courier New" w:cs="Courier New" w:hint="default"/>
      </w:rPr>
    </w:lvl>
    <w:lvl w:ilvl="1" w:tplc="FFFFFFFF">
      <w:start w:val="1"/>
      <w:numFmt w:val="bullet"/>
      <w:lvlText w:val=""/>
      <w:lvlJc w:val="left"/>
      <w:pPr>
        <w:ind w:left="1800" w:hanging="360"/>
      </w:pPr>
      <w:rPr>
        <w:rFonts w:ascii="Wingdings" w:hAnsi="Wingdings"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411D42BB"/>
    <w:multiLevelType w:val="hybridMultilevel"/>
    <w:tmpl w:val="7162399E"/>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58" w15:restartNumberingAfterBreak="0">
    <w:nsid w:val="41F642DE"/>
    <w:multiLevelType w:val="hybridMultilevel"/>
    <w:tmpl w:val="FD9CF8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42341717"/>
    <w:multiLevelType w:val="hybridMultilevel"/>
    <w:tmpl w:val="FFD8CD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42D76A8A"/>
    <w:multiLevelType w:val="hybridMultilevel"/>
    <w:tmpl w:val="F012717C"/>
    <w:lvl w:ilvl="0" w:tplc="0C090003">
      <w:start w:val="1"/>
      <w:numFmt w:val="bullet"/>
      <w:lvlText w:val="o"/>
      <w:lvlJc w:val="left"/>
      <w:pPr>
        <w:ind w:left="766" w:hanging="360"/>
      </w:pPr>
      <w:rPr>
        <w:rFonts w:ascii="Courier New" w:hAnsi="Courier New" w:cs="Courier New"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61" w15:restartNumberingAfterBreak="0">
    <w:nsid w:val="43625AF7"/>
    <w:multiLevelType w:val="hybridMultilevel"/>
    <w:tmpl w:val="0CDEF51A"/>
    <w:lvl w:ilvl="0" w:tplc="0C090001">
      <w:start w:val="1"/>
      <w:numFmt w:val="bullet"/>
      <w:lvlText w:val=""/>
      <w:lvlJc w:val="left"/>
      <w:pPr>
        <w:ind w:left="812" w:hanging="360"/>
      </w:pPr>
      <w:rPr>
        <w:rFonts w:ascii="Symbol" w:hAnsi="Symbol" w:hint="default"/>
      </w:rPr>
    </w:lvl>
    <w:lvl w:ilvl="1" w:tplc="0C090003" w:tentative="1">
      <w:start w:val="1"/>
      <w:numFmt w:val="bullet"/>
      <w:lvlText w:val="o"/>
      <w:lvlJc w:val="left"/>
      <w:pPr>
        <w:ind w:left="1532" w:hanging="360"/>
      </w:pPr>
      <w:rPr>
        <w:rFonts w:ascii="Courier New" w:hAnsi="Courier New" w:cs="Courier New" w:hint="default"/>
      </w:rPr>
    </w:lvl>
    <w:lvl w:ilvl="2" w:tplc="0C090005" w:tentative="1">
      <w:start w:val="1"/>
      <w:numFmt w:val="bullet"/>
      <w:lvlText w:val=""/>
      <w:lvlJc w:val="left"/>
      <w:pPr>
        <w:ind w:left="2252" w:hanging="360"/>
      </w:pPr>
      <w:rPr>
        <w:rFonts w:ascii="Wingdings" w:hAnsi="Wingdings" w:hint="default"/>
      </w:rPr>
    </w:lvl>
    <w:lvl w:ilvl="3" w:tplc="0C090001" w:tentative="1">
      <w:start w:val="1"/>
      <w:numFmt w:val="bullet"/>
      <w:lvlText w:val=""/>
      <w:lvlJc w:val="left"/>
      <w:pPr>
        <w:ind w:left="2972" w:hanging="360"/>
      </w:pPr>
      <w:rPr>
        <w:rFonts w:ascii="Symbol" w:hAnsi="Symbol" w:hint="default"/>
      </w:rPr>
    </w:lvl>
    <w:lvl w:ilvl="4" w:tplc="0C090003" w:tentative="1">
      <w:start w:val="1"/>
      <w:numFmt w:val="bullet"/>
      <w:lvlText w:val="o"/>
      <w:lvlJc w:val="left"/>
      <w:pPr>
        <w:ind w:left="3692" w:hanging="360"/>
      </w:pPr>
      <w:rPr>
        <w:rFonts w:ascii="Courier New" w:hAnsi="Courier New" w:cs="Courier New" w:hint="default"/>
      </w:rPr>
    </w:lvl>
    <w:lvl w:ilvl="5" w:tplc="0C090005" w:tentative="1">
      <w:start w:val="1"/>
      <w:numFmt w:val="bullet"/>
      <w:lvlText w:val=""/>
      <w:lvlJc w:val="left"/>
      <w:pPr>
        <w:ind w:left="4412" w:hanging="360"/>
      </w:pPr>
      <w:rPr>
        <w:rFonts w:ascii="Wingdings" w:hAnsi="Wingdings" w:hint="default"/>
      </w:rPr>
    </w:lvl>
    <w:lvl w:ilvl="6" w:tplc="0C090001" w:tentative="1">
      <w:start w:val="1"/>
      <w:numFmt w:val="bullet"/>
      <w:lvlText w:val=""/>
      <w:lvlJc w:val="left"/>
      <w:pPr>
        <w:ind w:left="5132" w:hanging="360"/>
      </w:pPr>
      <w:rPr>
        <w:rFonts w:ascii="Symbol" w:hAnsi="Symbol" w:hint="default"/>
      </w:rPr>
    </w:lvl>
    <w:lvl w:ilvl="7" w:tplc="0C090003" w:tentative="1">
      <w:start w:val="1"/>
      <w:numFmt w:val="bullet"/>
      <w:lvlText w:val="o"/>
      <w:lvlJc w:val="left"/>
      <w:pPr>
        <w:ind w:left="5852" w:hanging="360"/>
      </w:pPr>
      <w:rPr>
        <w:rFonts w:ascii="Courier New" w:hAnsi="Courier New" w:cs="Courier New" w:hint="default"/>
      </w:rPr>
    </w:lvl>
    <w:lvl w:ilvl="8" w:tplc="0C090005" w:tentative="1">
      <w:start w:val="1"/>
      <w:numFmt w:val="bullet"/>
      <w:lvlText w:val=""/>
      <w:lvlJc w:val="left"/>
      <w:pPr>
        <w:ind w:left="6572" w:hanging="360"/>
      </w:pPr>
      <w:rPr>
        <w:rFonts w:ascii="Wingdings" w:hAnsi="Wingdings" w:hint="default"/>
      </w:rPr>
    </w:lvl>
  </w:abstractNum>
  <w:abstractNum w:abstractNumId="62" w15:restartNumberingAfterBreak="0">
    <w:nsid w:val="4367050A"/>
    <w:multiLevelType w:val="hybridMultilevel"/>
    <w:tmpl w:val="1E9A5D9C"/>
    <w:lvl w:ilvl="0" w:tplc="FFFFFFFF">
      <w:start w:val="1"/>
      <w:numFmt w:val="bullet"/>
      <w:lvlText w:val="o"/>
      <w:lvlJc w:val="left"/>
      <w:pPr>
        <w:ind w:left="1490" w:hanging="360"/>
      </w:pPr>
      <w:rPr>
        <w:rFonts w:ascii="Courier New" w:hAnsi="Courier New" w:cs="Courier New" w:hint="default"/>
      </w:rPr>
    </w:lvl>
    <w:lvl w:ilvl="1" w:tplc="0C09000D">
      <w:start w:val="1"/>
      <w:numFmt w:val="bullet"/>
      <w:lvlText w:val=""/>
      <w:lvlJc w:val="left"/>
      <w:pPr>
        <w:ind w:left="2210" w:hanging="360"/>
      </w:pPr>
      <w:rPr>
        <w:rFonts w:ascii="Wingdings" w:hAnsi="Wingdings" w:hint="default"/>
      </w:rPr>
    </w:lvl>
    <w:lvl w:ilvl="2" w:tplc="FFFFFFFF">
      <w:start w:val="1"/>
      <w:numFmt w:val="bullet"/>
      <w:lvlText w:val=""/>
      <w:lvlJc w:val="left"/>
      <w:pPr>
        <w:ind w:left="2930" w:hanging="360"/>
      </w:pPr>
      <w:rPr>
        <w:rFonts w:ascii="Wingdings" w:hAnsi="Wingdings" w:hint="default"/>
      </w:rPr>
    </w:lvl>
    <w:lvl w:ilvl="3" w:tplc="FFFFFFFF" w:tentative="1">
      <w:start w:val="1"/>
      <w:numFmt w:val="bullet"/>
      <w:lvlText w:val=""/>
      <w:lvlJc w:val="left"/>
      <w:pPr>
        <w:ind w:left="3650" w:hanging="360"/>
      </w:pPr>
      <w:rPr>
        <w:rFonts w:ascii="Symbol" w:hAnsi="Symbol" w:hint="default"/>
      </w:rPr>
    </w:lvl>
    <w:lvl w:ilvl="4" w:tplc="FFFFFFFF" w:tentative="1">
      <w:start w:val="1"/>
      <w:numFmt w:val="bullet"/>
      <w:lvlText w:val="o"/>
      <w:lvlJc w:val="left"/>
      <w:pPr>
        <w:ind w:left="4370" w:hanging="360"/>
      </w:pPr>
      <w:rPr>
        <w:rFonts w:ascii="Courier New" w:hAnsi="Courier New" w:cs="Courier New" w:hint="default"/>
      </w:rPr>
    </w:lvl>
    <w:lvl w:ilvl="5" w:tplc="FFFFFFFF" w:tentative="1">
      <w:start w:val="1"/>
      <w:numFmt w:val="bullet"/>
      <w:lvlText w:val=""/>
      <w:lvlJc w:val="left"/>
      <w:pPr>
        <w:ind w:left="5090" w:hanging="360"/>
      </w:pPr>
      <w:rPr>
        <w:rFonts w:ascii="Wingdings" w:hAnsi="Wingdings" w:hint="default"/>
      </w:rPr>
    </w:lvl>
    <w:lvl w:ilvl="6" w:tplc="FFFFFFFF" w:tentative="1">
      <w:start w:val="1"/>
      <w:numFmt w:val="bullet"/>
      <w:lvlText w:val=""/>
      <w:lvlJc w:val="left"/>
      <w:pPr>
        <w:ind w:left="5810" w:hanging="360"/>
      </w:pPr>
      <w:rPr>
        <w:rFonts w:ascii="Symbol" w:hAnsi="Symbol" w:hint="default"/>
      </w:rPr>
    </w:lvl>
    <w:lvl w:ilvl="7" w:tplc="FFFFFFFF" w:tentative="1">
      <w:start w:val="1"/>
      <w:numFmt w:val="bullet"/>
      <w:lvlText w:val="o"/>
      <w:lvlJc w:val="left"/>
      <w:pPr>
        <w:ind w:left="6530" w:hanging="360"/>
      </w:pPr>
      <w:rPr>
        <w:rFonts w:ascii="Courier New" w:hAnsi="Courier New" w:cs="Courier New" w:hint="default"/>
      </w:rPr>
    </w:lvl>
    <w:lvl w:ilvl="8" w:tplc="FFFFFFFF" w:tentative="1">
      <w:start w:val="1"/>
      <w:numFmt w:val="bullet"/>
      <w:lvlText w:val=""/>
      <w:lvlJc w:val="left"/>
      <w:pPr>
        <w:ind w:left="7250" w:hanging="360"/>
      </w:pPr>
      <w:rPr>
        <w:rFonts w:ascii="Wingdings" w:hAnsi="Wingdings" w:hint="default"/>
      </w:rPr>
    </w:lvl>
  </w:abstractNum>
  <w:abstractNum w:abstractNumId="6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4A6B3E69"/>
    <w:multiLevelType w:val="hybridMultilevel"/>
    <w:tmpl w:val="0B6EC36A"/>
    <w:lvl w:ilvl="0" w:tplc="0C090001">
      <w:start w:val="1"/>
      <w:numFmt w:val="bullet"/>
      <w:lvlText w:val=""/>
      <w:lvlJc w:val="left"/>
      <w:pPr>
        <w:ind w:left="770" w:hanging="360"/>
      </w:pPr>
      <w:rPr>
        <w:rFonts w:ascii="Symbol" w:hAnsi="Symbol" w:hint="default"/>
      </w:rPr>
    </w:lvl>
    <w:lvl w:ilvl="1" w:tplc="0C090003">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5" w15:restartNumberingAfterBreak="0">
    <w:nsid w:val="4B1C350A"/>
    <w:multiLevelType w:val="hybridMultilevel"/>
    <w:tmpl w:val="EED6491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D8234F3"/>
    <w:multiLevelType w:val="hybridMultilevel"/>
    <w:tmpl w:val="0544790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67" w15:restartNumberingAfterBreak="0">
    <w:nsid w:val="4E804147"/>
    <w:multiLevelType w:val="multilevel"/>
    <w:tmpl w:val="13E6B4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4EB94241"/>
    <w:multiLevelType w:val="hybridMultilevel"/>
    <w:tmpl w:val="12AA4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50B207D5"/>
    <w:multiLevelType w:val="multilevel"/>
    <w:tmpl w:val="226839CC"/>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0" w15:restartNumberingAfterBreak="0">
    <w:nsid w:val="517D61F4"/>
    <w:multiLevelType w:val="hybridMultilevel"/>
    <w:tmpl w:val="0D363864"/>
    <w:lvl w:ilvl="0" w:tplc="0C090001">
      <w:start w:val="1"/>
      <w:numFmt w:val="bullet"/>
      <w:lvlText w:val=""/>
      <w:lvlJc w:val="left"/>
      <w:pPr>
        <w:ind w:left="1126" w:hanging="360"/>
      </w:pPr>
      <w:rPr>
        <w:rFonts w:ascii="Symbol" w:hAnsi="Symbol" w:hint="default"/>
      </w:rPr>
    </w:lvl>
    <w:lvl w:ilvl="1" w:tplc="0C090003" w:tentative="1">
      <w:start w:val="1"/>
      <w:numFmt w:val="bullet"/>
      <w:lvlText w:val="o"/>
      <w:lvlJc w:val="left"/>
      <w:pPr>
        <w:ind w:left="1846" w:hanging="360"/>
      </w:pPr>
      <w:rPr>
        <w:rFonts w:ascii="Courier New" w:hAnsi="Courier New" w:cs="Courier New" w:hint="default"/>
      </w:rPr>
    </w:lvl>
    <w:lvl w:ilvl="2" w:tplc="0C090005" w:tentative="1">
      <w:start w:val="1"/>
      <w:numFmt w:val="bullet"/>
      <w:lvlText w:val=""/>
      <w:lvlJc w:val="left"/>
      <w:pPr>
        <w:ind w:left="2566" w:hanging="360"/>
      </w:pPr>
      <w:rPr>
        <w:rFonts w:ascii="Wingdings" w:hAnsi="Wingdings" w:hint="default"/>
      </w:rPr>
    </w:lvl>
    <w:lvl w:ilvl="3" w:tplc="0C090001" w:tentative="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71"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72" w15:restartNumberingAfterBreak="0">
    <w:nsid w:val="525D7B31"/>
    <w:multiLevelType w:val="hybridMultilevel"/>
    <w:tmpl w:val="C7E05308"/>
    <w:lvl w:ilvl="0" w:tplc="0C090003">
      <w:start w:val="1"/>
      <w:numFmt w:val="bullet"/>
      <w:lvlText w:val="o"/>
      <w:lvlJc w:val="left"/>
      <w:pPr>
        <w:ind w:left="1490" w:hanging="360"/>
      </w:pPr>
      <w:rPr>
        <w:rFonts w:ascii="Courier New" w:hAnsi="Courier New" w:cs="Courier New" w:hint="default"/>
      </w:rPr>
    </w:lvl>
    <w:lvl w:ilvl="1" w:tplc="0C090003">
      <w:start w:val="1"/>
      <w:numFmt w:val="bullet"/>
      <w:lvlText w:val="o"/>
      <w:lvlJc w:val="left"/>
      <w:pPr>
        <w:ind w:left="2210" w:hanging="360"/>
      </w:pPr>
      <w:rPr>
        <w:rFonts w:ascii="Courier New" w:hAnsi="Courier New" w:cs="Courier New" w:hint="default"/>
      </w:rPr>
    </w:lvl>
    <w:lvl w:ilvl="2" w:tplc="0C090005" w:tentative="1">
      <w:start w:val="1"/>
      <w:numFmt w:val="bullet"/>
      <w:lvlText w:val=""/>
      <w:lvlJc w:val="left"/>
      <w:pPr>
        <w:ind w:left="2930" w:hanging="360"/>
      </w:pPr>
      <w:rPr>
        <w:rFonts w:ascii="Wingdings" w:hAnsi="Wingdings" w:hint="default"/>
      </w:rPr>
    </w:lvl>
    <w:lvl w:ilvl="3" w:tplc="0C090001" w:tentative="1">
      <w:start w:val="1"/>
      <w:numFmt w:val="bullet"/>
      <w:lvlText w:val=""/>
      <w:lvlJc w:val="left"/>
      <w:pPr>
        <w:ind w:left="3650" w:hanging="360"/>
      </w:pPr>
      <w:rPr>
        <w:rFonts w:ascii="Symbol" w:hAnsi="Symbol" w:hint="default"/>
      </w:rPr>
    </w:lvl>
    <w:lvl w:ilvl="4" w:tplc="0C090003" w:tentative="1">
      <w:start w:val="1"/>
      <w:numFmt w:val="bullet"/>
      <w:lvlText w:val="o"/>
      <w:lvlJc w:val="left"/>
      <w:pPr>
        <w:ind w:left="4370" w:hanging="360"/>
      </w:pPr>
      <w:rPr>
        <w:rFonts w:ascii="Courier New" w:hAnsi="Courier New" w:cs="Courier New" w:hint="default"/>
      </w:rPr>
    </w:lvl>
    <w:lvl w:ilvl="5" w:tplc="0C090005" w:tentative="1">
      <w:start w:val="1"/>
      <w:numFmt w:val="bullet"/>
      <w:lvlText w:val=""/>
      <w:lvlJc w:val="left"/>
      <w:pPr>
        <w:ind w:left="5090" w:hanging="360"/>
      </w:pPr>
      <w:rPr>
        <w:rFonts w:ascii="Wingdings" w:hAnsi="Wingdings" w:hint="default"/>
      </w:rPr>
    </w:lvl>
    <w:lvl w:ilvl="6" w:tplc="0C090001" w:tentative="1">
      <w:start w:val="1"/>
      <w:numFmt w:val="bullet"/>
      <w:lvlText w:val=""/>
      <w:lvlJc w:val="left"/>
      <w:pPr>
        <w:ind w:left="5810" w:hanging="360"/>
      </w:pPr>
      <w:rPr>
        <w:rFonts w:ascii="Symbol" w:hAnsi="Symbol" w:hint="default"/>
      </w:rPr>
    </w:lvl>
    <w:lvl w:ilvl="7" w:tplc="0C090003" w:tentative="1">
      <w:start w:val="1"/>
      <w:numFmt w:val="bullet"/>
      <w:lvlText w:val="o"/>
      <w:lvlJc w:val="left"/>
      <w:pPr>
        <w:ind w:left="6530" w:hanging="360"/>
      </w:pPr>
      <w:rPr>
        <w:rFonts w:ascii="Courier New" w:hAnsi="Courier New" w:cs="Courier New" w:hint="default"/>
      </w:rPr>
    </w:lvl>
    <w:lvl w:ilvl="8" w:tplc="0C090005" w:tentative="1">
      <w:start w:val="1"/>
      <w:numFmt w:val="bullet"/>
      <w:lvlText w:val=""/>
      <w:lvlJc w:val="left"/>
      <w:pPr>
        <w:ind w:left="7250" w:hanging="360"/>
      </w:pPr>
      <w:rPr>
        <w:rFonts w:ascii="Wingdings" w:hAnsi="Wingdings" w:hint="default"/>
      </w:rPr>
    </w:lvl>
  </w:abstractNum>
  <w:abstractNum w:abstractNumId="73" w15:restartNumberingAfterBreak="0">
    <w:nsid w:val="56013E6E"/>
    <w:multiLevelType w:val="hybridMultilevel"/>
    <w:tmpl w:val="98D46AA2"/>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74" w15:restartNumberingAfterBreak="0">
    <w:nsid w:val="56C57AF8"/>
    <w:multiLevelType w:val="hybridMultilevel"/>
    <w:tmpl w:val="894E0E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5" w15:restartNumberingAfterBreak="0">
    <w:nsid w:val="58207C9B"/>
    <w:multiLevelType w:val="hybridMultilevel"/>
    <w:tmpl w:val="A2B225A8"/>
    <w:lvl w:ilvl="0" w:tplc="0C090001">
      <w:start w:val="1"/>
      <w:numFmt w:val="bullet"/>
      <w:lvlText w:val=""/>
      <w:lvlJc w:val="left"/>
      <w:pPr>
        <w:ind w:left="1126" w:hanging="360"/>
      </w:pPr>
      <w:rPr>
        <w:rFonts w:ascii="Symbol" w:hAnsi="Symbol" w:hint="default"/>
      </w:rPr>
    </w:lvl>
    <w:lvl w:ilvl="1" w:tplc="0C090003">
      <w:start w:val="1"/>
      <w:numFmt w:val="bullet"/>
      <w:lvlText w:val="o"/>
      <w:lvlJc w:val="left"/>
      <w:pPr>
        <w:ind w:left="1846" w:hanging="360"/>
      </w:pPr>
      <w:rPr>
        <w:rFonts w:ascii="Courier New" w:hAnsi="Courier New" w:cs="Courier New" w:hint="default"/>
      </w:rPr>
    </w:lvl>
    <w:lvl w:ilvl="2" w:tplc="0C090005">
      <w:start w:val="1"/>
      <w:numFmt w:val="bullet"/>
      <w:lvlText w:val=""/>
      <w:lvlJc w:val="left"/>
      <w:pPr>
        <w:ind w:left="2566" w:hanging="360"/>
      </w:pPr>
      <w:rPr>
        <w:rFonts w:ascii="Wingdings" w:hAnsi="Wingdings" w:hint="default"/>
      </w:rPr>
    </w:lvl>
    <w:lvl w:ilvl="3" w:tplc="0C090001">
      <w:start w:val="1"/>
      <w:numFmt w:val="bullet"/>
      <w:lvlText w:val=""/>
      <w:lvlJc w:val="left"/>
      <w:pPr>
        <w:ind w:left="3286" w:hanging="360"/>
      </w:pPr>
      <w:rPr>
        <w:rFonts w:ascii="Symbol" w:hAnsi="Symbol" w:hint="default"/>
      </w:rPr>
    </w:lvl>
    <w:lvl w:ilvl="4" w:tplc="0C090003" w:tentative="1">
      <w:start w:val="1"/>
      <w:numFmt w:val="bullet"/>
      <w:lvlText w:val="o"/>
      <w:lvlJc w:val="left"/>
      <w:pPr>
        <w:ind w:left="4006" w:hanging="360"/>
      </w:pPr>
      <w:rPr>
        <w:rFonts w:ascii="Courier New" w:hAnsi="Courier New" w:cs="Courier New" w:hint="default"/>
      </w:rPr>
    </w:lvl>
    <w:lvl w:ilvl="5" w:tplc="0C090005" w:tentative="1">
      <w:start w:val="1"/>
      <w:numFmt w:val="bullet"/>
      <w:lvlText w:val=""/>
      <w:lvlJc w:val="left"/>
      <w:pPr>
        <w:ind w:left="4726" w:hanging="360"/>
      </w:pPr>
      <w:rPr>
        <w:rFonts w:ascii="Wingdings" w:hAnsi="Wingdings" w:hint="default"/>
      </w:rPr>
    </w:lvl>
    <w:lvl w:ilvl="6" w:tplc="0C090001" w:tentative="1">
      <w:start w:val="1"/>
      <w:numFmt w:val="bullet"/>
      <w:lvlText w:val=""/>
      <w:lvlJc w:val="left"/>
      <w:pPr>
        <w:ind w:left="5446" w:hanging="360"/>
      </w:pPr>
      <w:rPr>
        <w:rFonts w:ascii="Symbol" w:hAnsi="Symbol" w:hint="default"/>
      </w:rPr>
    </w:lvl>
    <w:lvl w:ilvl="7" w:tplc="0C090003" w:tentative="1">
      <w:start w:val="1"/>
      <w:numFmt w:val="bullet"/>
      <w:lvlText w:val="o"/>
      <w:lvlJc w:val="left"/>
      <w:pPr>
        <w:ind w:left="6166" w:hanging="360"/>
      </w:pPr>
      <w:rPr>
        <w:rFonts w:ascii="Courier New" w:hAnsi="Courier New" w:cs="Courier New" w:hint="default"/>
      </w:rPr>
    </w:lvl>
    <w:lvl w:ilvl="8" w:tplc="0C090005" w:tentative="1">
      <w:start w:val="1"/>
      <w:numFmt w:val="bullet"/>
      <w:lvlText w:val=""/>
      <w:lvlJc w:val="left"/>
      <w:pPr>
        <w:ind w:left="6886" w:hanging="360"/>
      </w:pPr>
      <w:rPr>
        <w:rFonts w:ascii="Wingdings" w:hAnsi="Wingdings" w:hint="default"/>
      </w:rPr>
    </w:lvl>
  </w:abstractNum>
  <w:abstractNum w:abstractNumId="76" w15:restartNumberingAfterBreak="0">
    <w:nsid w:val="5CF61841"/>
    <w:multiLevelType w:val="hybridMultilevel"/>
    <w:tmpl w:val="B568CE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7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F8E0C11"/>
    <w:multiLevelType w:val="multilevel"/>
    <w:tmpl w:val="505C6E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625A6F4C"/>
    <w:multiLevelType w:val="hybridMultilevel"/>
    <w:tmpl w:val="CD00EDF6"/>
    <w:lvl w:ilvl="0" w:tplc="0C09000F">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1" w15:restartNumberingAfterBreak="0">
    <w:nsid w:val="682C264B"/>
    <w:multiLevelType w:val="hybridMultilevel"/>
    <w:tmpl w:val="95E88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2" w15:restartNumberingAfterBreak="0">
    <w:nsid w:val="682F185E"/>
    <w:multiLevelType w:val="hybridMultilevel"/>
    <w:tmpl w:val="24D203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68A60220"/>
    <w:multiLevelType w:val="multilevel"/>
    <w:tmpl w:val="3170E2E2"/>
    <w:lvl w:ilvl="0">
      <w:start w:val="1"/>
      <w:numFmt w:val="decimal"/>
      <w:lvlText w:val="%1."/>
      <w:lvlJc w:val="left"/>
      <w:pPr>
        <w:ind w:left="360" w:hanging="360"/>
      </w:pPr>
      <w:rPr>
        <w:b/>
        <w:bCs/>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85" w15:restartNumberingAfterBreak="0">
    <w:nsid w:val="7009472C"/>
    <w:multiLevelType w:val="hybridMultilevel"/>
    <w:tmpl w:val="29480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70640867"/>
    <w:multiLevelType w:val="multilevel"/>
    <w:tmpl w:val="147C18C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09F4558"/>
    <w:multiLevelType w:val="hybridMultilevel"/>
    <w:tmpl w:val="2E748B02"/>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88" w15:restartNumberingAfterBreak="0">
    <w:nsid w:val="71CA1253"/>
    <w:multiLevelType w:val="hybridMultilevel"/>
    <w:tmpl w:val="41BC2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72236D10"/>
    <w:multiLevelType w:val="hybridMultilevel"/>
    <w:tmpl w:val="A91E7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0" w15:restartNumberingAfterBreak="0">
    <w:nsid w:val="76433B08"/>
    <w:multiLevelType w:val="hybridMultilevel"/>
    <w:tmpl w:val="A6048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1"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778173B6"/>
    <w:multiLevelType w:val="hybridMultilevel"/>
    <w:tmpl w:val="4CB2CED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9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A8B0C02"/>
    <w:multiLevelType w:val="hybridMultilevel"/>
    <w:tmpl w:val="7318D6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92141B"/>
    <w:multiLevelType w:val="hybridMultilevel"/>
    <w:tmpl w:val="241CA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7F675B23"/>
    <w:multiLevelType w:val="hybridMultilevel"/>
    <w:tmpl w:val="148A4E2C"/>
    <w:lvl w:ilvl="0" w:tplc="0C090001">
      <w:start w:val="1"/>
      <w:numFmt w:val="bullet"/>
      <w:lvlText w:val=""/>
      <w:lvlJc w:val="left"/>
      <w:pPr>
        <w:ind w:left="1063" w:hanging="360"/>
      </w:pPr>
      <w:rPr>
        <w:rFonts w:ascii="Symbol" w:hAnsi="Symbol" w:hint="default"/>
      </w:rPr>
    </w:lvl>
    <w:lvl w:ilvl="1" w:tplc="0C090003" w:tentative="1">
      <w:start w:val="1"/>
      <w:numFmt w:val="bullet"/>
      <w:lvlText w:val="o"/>
      <w:lvlJc w:val="left"/>
      <w:pPr>
        <w:ind w:left="1783" w:hanging="360"/>
      </w:pPr>
      <w:rPr>
        <w:rFonts w:ascii="Courier New" w:hAnsi="Courier New" w:cs="Courier New" w:hint="default"/>
      </w:rPr>
    </w:lvl>
    <w:lvl w:ilvl="2" w:tplc="0C090005" w:tentative="1">
      <w:start w:val="1"/>
      <w:numFmt w:val="bullet"/>
      <w:lvlText w:val=""/>
      <w:lvlJc w:val="left"/>
      <w:pPr>
        <w:ind w:left="2503" w:hanging="360"/>
      </w:pPr>
      <w:rPr>
        <w:rFonts w:ascii="Wingdings" w:hAnsi="Wingdings" w:hint="default"/>
      </w:rPr>
    </w:lvl>
    <w:lvl w:ilvl="3" w:tplc="0C090001" w:tentative="1">
      <w:start w:val="1"/>
      <w:numFmt w:val="bullet"/>
      <w:lvlText w:val=""/>
      <w:lvlJc w:val="left"/>
      <w:pPr>
        <w:ind w:left="3223" w:hanging="360"/>
      </w:pPr>
      <w:rPr>
        <w:rFonts w:ascii="Symbol" w:hAnsi="Symbol" w:hint="default"/>
      </w:rPr>
    </w:lvl>
    <w:lvl w:ilvl="4" w:tplc="0C090003" w:tentative="1">
      <w:start w:val="1"/>
      <w:numFmt w:val="bullet"/>
      <w:lvlText w:val="o"/>
      <w:lvlJc w:val="left"/>
      <w:pPr>
        <w:ind w:left="3943" w:hanging="360"/>
      </w:pPr>
      <w:rPr>
        <w:rFonts w:ascii="Courier New" w:hAnsi="Courier New" w:cs="Courier New" w:hint="default"/>
      </w:rPr>
    </w:lvl>
    <w:lvl w:ilvl="5" w:tplc="0C090005" w:tentative="1">
      <w:start w:val="1"/>
      <w:numFmt w:val="bullet"/>
      <w:lvlText w:val=""/>
      <w:lvlJc w:val="left"/>
      <w:pPr>
        <w:ind w:left="4663" w:hanging="360"/>
      </w:pPr>
      <w:rPr>
        <w:rFonts w:ascii="Wingdings" w:hAnsi="Wingdings" w:hint="default"/>
      </w:rPr>
    </w:lvl>
    <w:lvl w:ilvl="6" w:tplc="0C090001" w:tentative="1">
      <w:start w:val="1"/>
      <w:numFmt w:val="bullet"/>
      <w:lvlText w:val=""/>
      <w:lvlJc w:val="left"/>
      <w:pPr>
        <w:ind w:left="5383" w:hanging="360"/>
      </w:pPr>
      <w:rPr>
        <w:rFonts w:ascii="Symbol" w:hAnsi="Symbol" w:hint="default"/>
      </w:rPr>
    </w:lvl>
    <w:lvl w:ilvl="7" w:tplc="0C090003" w:tentative="1">
      <w:start w:val="1"/>
      <w:numFmt w:val="bullet"/>
      <w:lvlText w:val="o"/>
      <w:lvlJc w:val="left"/>
      <w:pPr>
        <w:ind w:left="6103" w:hanging="360"/>
      </w:pPr>
      <w:rPr>
        <w:rFonts w:ascii="Courier New" w:hAnsi="Courier New" w:cs="Courier New" w:hint="default"/>
      </w:rPr>
    </w:lvl>
    <w:lvl w:ilvl="8" w:tplc="0C090005" w:tentative="1">
      <w:start w:val="1"/>
      <w:numFmt w:val="bullet"/>
      <w:lvlText w:val=""/>
      <w:lvlJc w:val="left"/>
      <w:pPr>
        <w:ind w:left="6823" w:hanging="360"/>
      </w:pPr>
      <w:rPr>
        <w:rFonts w:ascii="Wingdings" w:hAnsi="Wingdings" w:hint="default"/>
      </w:rPr>
    </w:lvl>
  </w:abstractNum>
  <w:num w:numId="1" w16cid:durableId="937910093">
    <w:abstractNumId w:val="20"/>
  </w:num>
  <w:num w:numId="2" w16cid:durableId="716050798">
    <w:abstractNumId w:val="39"/>
  </w:num>
  <w:num w:numId="3" w16cid:durableId="119737379">
    <w:abstractNumId w:val="21"/>
  </w:num>
  <w:num w:numId="4" w16cid:durableId="1655992565">
    <w:abstractNumId w:val="36"/>
  </w:num>
  <w:num w:numId="5" w16cid:durableId="1440492309">
    <w:abstractNumId w:val="19"/>
  </w:num>
  <w:num w:numId="6" w16cid:durableId="606352311">
    <w:abstractNumId w:val="34"/>
  </w:num>
  <w:num w:numId="7" w16cid:durableId="1028024821">
    <w:abstractNumId w:val="7"/>
  </w:num>
  <w:num w:numId="8" w16cid:durableId="1367294742">
    <w:abstractNumId w:val="23"/>
  </w:num>
  <w:num w:numId="9" w16cid:durableId="1464231184">
    <w:abstractNumId w:val="29"/>
  </w:num>
  <w:num w:numId="10" w16cid:durableId="606042913">
    <w:abstractNumId w:val="77"/>
  </w:num>
  <w:num w:numId="11" w16cid:durableId="1456754026">
    <w:abstractNumId w:val="46"/>
  </w:num>
  <w:num w:numId="12" w16cid:durableId="1540317769">
    <w:abstractNumId w:val="8"/>
  </w:num>
  <w:num w:numId="13" w16cid:durableId="1581064350">
    <w:abstractNumId w:val="63"/>
  </w:num>
  <w:num w:numId="14" w16cid:durableId="1344816919">
    <w:abstractNumId w:val="96"/>
  </w:num>
  <w:num w:numId="15" w16cid:durableId="1184058190">
    <w:abstractNumId w:val="92"/>
  </w:num>
  <w:num w:numId="16" w16cid:durableId="2040012574">
    <w:abstractNumId w:val="94"/>
  </w:num>
  <w:num w:numId="17" w16cid:durableId="392778521">
    <w:abstractNumId w:val="84"/>
  </w:num>
  <w:num w:numId="18" w16cid:durableId="2021621250">
    <w:abstractNumId w:val="80"/>
  </w:num>
  <w:num w:numId="19" w16cid:durableId="1677658863">
    <w:abstractNumId w:val="42"/>
  </w:num>
  <w:num w:numId="20" w16cid:durableId="856775894">
    <w:abstractNumId w:val="41"/>
  </w:num>
  <w:num w:numId="21" w16cid:durableId="599871521">
    <w:abstractNumId w:val="50"/>
  </w:num>
  <w:num w:numId="22" w16cid:durableId="2089498397">
    <w:abstractNumId w:val="98"/>
  </w:num>
  <w:num w:numId="23" w16cid:durableId="951476923">
    <w:abstractNumId w:val="58"/>
  </w:num>
  <w:num w:numId="24" w16cid:durableId="1849174953">
    <w:abstractNumId w:val="71"/>
  </w:num>
  <w:num w:numId="25" w16cid:durableId="140389506">
    <w:abstractNumId w:val="25"/>
  </w:num>
  <w:num w:numId="26" w16cid:durableId="855658117">
    <w:abstractNumId w:val="15"/>
  </w:num>
  <w:num w:numId="27" w16cid:durableId="962883295">
    <w:abstractNumId w:val="38"/>
  </w:num>
  <w:num w:numId="28" w16cid:durableId="750271613">
    <w:abstractNumId w:val="79"/>
  </w:num>
  <w:num w:numId="29" w16cid:durableId="981471615">
    <w:abstractNumId w:val="28"/>
  </w:num>
  <w:num w:numId="30" w16cid:durableId="1570917648">
    <w:abstractNumId w:val="22"/>
  </w:num>
  <w:num w:numId="31" w16cid:durableId="1778328733">
    <w:abstractNumId w:val="83"/>
  </w:num>
  <w:num w:numId="32" w16cid:durableId="138619806">
    <w:abstractNumId w:val="51"/>
  </w:num>
  <w:num w:numId="33" w16cid:durableId="1110778498">
    <w:abstractNumId w:val="64"/>
  </w:num>
  <w:num w:numId="34" w16cid:durableId="1433477767">
    <w:abstractNumId w:val="85"/>
  </w:num>
  <w:num w:numId="35" w16cid:durableId="743379670">
    <w:abstractNumId w:val="53"/>
  </w:num>
  <w:num w:numId="36" w16cid:durableId="1482886116">
    <w:abstractNumId w:val="59"/>
  </w:num>
  <w:num w:numId="37" w16cid:durableId="1660697010">
    <w:abstractNumId w:val="67"/>
  </w:num>
  <w:num w:numId="38" w16cid:durableId="387727050">
    <w:abstractNumId w:val="9"/>
  </w:num>
  <w:num w:numId="39" w16cid:durableId="244994723">
    <w:abstractNumId w:val="86"/>
  </w:num>
  <w:num w:numId="40" w16cid:durableId="94596218">
    <w:abstractNumId w:val="78"/>
  </w:num>
  <w:num w:numId="41" w16cid:durableId="1610045176">
    <w:abstractNumId w:val="30"/>
  </w:num>
  <w:num w:numId="42" w16cid:durableId="961152165">
    <w:abstractNumId w:val="95"/>
  </w:num>
  <w:num w:numId="43" w16cid:durableId="1630011642">
    <w:abstractNumId w:val="27"/>
  </w:num>
  <w:num w:numId="44" w16cid:durableId="829716680">
    <w:abstractNumId w:val="11"/>
  </w:num>
  <w:num w:numId="45" w16cid:durableId="1839811162">
    <w:abstractNumId w:val="26"/>
  </w:num>
  <w:num w:numId="46" w16cid:durableId="432671600">
    <w:abstractNumId w:val="74"/>
  </w:num>
  <w:num w:numId="47" w16cid:durableId="174003041">
    <w:abstractNumId w:val="31"/>
  </w:num>
  <w:num w:numId="48" w16cid:durableId="1932738311">
    <w:abstractNumId w:val="35"/>
  </w:num>
  <w:num w:numId="49" w16cid:durableId="612900702">
    <w:abstractNumId w:val="12"/>
  </w:num>
  <w:num w:numId="50" w16cid:durableId="15546335">
    <w:abstractNumId w:val="33"/>
  </w:num>
  <w:num w:numId="51" w16cid:durableId="1194879021">
    <w:abstractNumId w:val="80"/>
  </w:num>
  <w:num w:numId="52" w16cid:durableId="267589938">
    <w:abstractNumId w:val="68"/>
  </w:num>
  <w:num w:numId="53" w16cid:durableId="1867987856">
    <w:abstractNumId w:val="48"/>
  </w:num>
  <w:num w:numId="54" w16cid:durableId="1691489775">
    <w:abstractNumId w:val="80"/>
  </w:num>
  <w:num w:numId="55" w16cid:durableId="1115293088">
    <w:abstractNumId w:val="13"/>
  </w:num>
  <w:num w:numId="56" w16cid:durableId="183060237">
    <w:abstractNumId w:val="24"/>
  </w:num>
  <w:num w:numId="57" w16cid:durableId="1541669596">
    <w:abstractNumId w:val="69"/>
  </w:num>
  <w:num w:numId="58" w16cid:durableId="1915428132">
    <w:abstractNumId w:val="80"/>
  </w:num>
  <w:num w:numId="59" w16cid:durableId="443115050">
    <w:abstractNumId w:val="37"/>
  </w:num>
  <w:num w:numId="60" w16cid:durableId="1233004829">
    <w:abstractNumId w:val="10"/>
  </w:num>
  <w:num w:numId="61" w16cid:durableId="1017386324">
    <w:abstractNumId w:val="93"/>
  </w:num>
  <w:num w:numId="62" w16cid:durableId="561139915">
    <w:abstractNumId w:val="57"/>
  </w:num>
  <w:num w:numId="63" w16cid:durableId="1958640129">
    <w:abstractNumId w:val="73"/>
  </w:num>
  <w:num w:numId="64" w16cid:durableId="1988046821">
    <w:abstractNumId w:val="81"/>
  </w:num>
  <w:num w:numId="65" w16cid:durableId="1523470529">
    <w:abstractNumId w:val="70"/>
  </w:num>
  <w:num w:numId="66" w16cid:durableId="1411538315">
    <w:abstractNumId w:val="82"/>
  </w:num>
  <w:num w:numId="67" w16cid:durableId="654457016">
    <w:abstractNumId w:val="52"/>
  </w:num>
  <w:num w:numId="68" w16cid:durableId="492911042">
    <w:abstractNumId w:val="16"/>
  </w:num>
  <w:num w:numId="69" w16cid:durableId="1983004281">
    <w:abstractNumId w:val="90"/>
  </w:num>
  <w:num w:numId="70" w16cid:durableId="1406879019">
    <w:abstractNumId w:val="75"/>
  </w:num>
  <w:num w:numId="71" w16cid:durableId="1328897728">
    <w:abstractNumId w:val="45"/>
  </w:num>
  <w:num w:numId="72" w16cid:durableId="50348253">
    <w:abstractNumId w:val="32"/>
  </w:num>
  <w:num w:numId="73" w16cid:durableId="478766961">
    <w:abstractNumId w:val="40"/>
  </w:num>
  <w:num w:numId="74" w16cid:durableId="1568613462">
    <w:abstractNumId w:val="49"/>
  </w:num>
  <w:num w:numId="75" w16cid:durableId="338773530">
    <w:abstractNumId w:val="17"/>
  </w:num>
  <w:num w:numId="76" w16cid:durableId="1556310948">
    <w:abstractNumId w:val="65"/>
  </w:num>
  <w:num w:numId="77" w16cid:durableId="759981775">
    <w:abstractNumId w:val="76"/>
  </w:num>
  <w:num w:numId="78" w16cid:durableId="2098405647">
    <w:abstractNumId w:val="87"/>
  </w:num>
  <w:num w:numId="79" w16cid:durableId="367493010">
    <w:abstractNumId w:val="72"/>
  </w:num>
  <w:num w:numId="80" w16cid:durableId="1880584753">
    <w:abstractNumId w:val="62"/>
  </w:num>
  <w:num w:numId="81" w16cid:durableId="1116023443">
    <w:abstractNumId w:val="56"/>
  </w:num>
  <w:num w:numId="82" w16cid:durableId="514196114">
    <w:abstractNumId w:val="91"/>
  </w:num>
  <w:num w:numId="83" w16cid:durableId="862086131">
    <w:abstractNumId w:val="91"/>
  </w:num>
  <w:num w:numId="84" w16cid:durableId="2062316429">
    <w:abstractNumId w:val="60"/>
  </w:num>
  <w:num w:numId="85" w16cid:durableId="545533799">
    <w:abstractNumId w:val="61"/>
  </w:num>
  <w:num w:numId="86" w16cid:durableId="168496131">
    <w:abstractNumId w:val="97"/>
  </w:num>
  <w:num w:numId="87" w16cid:durableId="2106613465">
    <w:abstractNumId w:val="14"/>
  </w:num>
  <w:num w:numId="88" w16cid:durableId="681515655">
    <w:abstractNumId w:val="88"/>
  </w:num>
  <w:num w:numId="89" w16cid:durableId="2135981461">
    <w:abstractNumId w:val="2"/>
  </w:num>
  <w:num w:numId="90" w16cid:durableId="187136396">
    <w:abstractNumId w:val="6"/>
  </w:num>
  <w:num w:numId="91" w16cid:durableId="144593343">
    <w:abstractNumId w:val="5"/>
  </w:num>
  <w:num w:numId="92" w16cid:durableId="199755121">
    <w:abstractNumId w:val="4"/>
  </w:num>
  <w:num w:numId="93" w16cid:durableId="1753433295">
    <w:abstractNumId w:val="3"/>
  </w:num>
  <w:num w:numId="94" w16cid:durableId="1152792520">
    <w:abstractNumId w:val="1"/>
  </w:num>
  <w:num w:numId="95" w16cid:durableId="2029017230">
    <w:abstractNumId w:val="0"/>
  </w:num>
  <w:num w:numId="96" w16cid:durableId="716971964">
    <w:abstractNumId w:val="44"/>
  </w:num>
  <w:num w:numId="97" w16cid:durableId="1391227289">
    <w:abstractNumId w:val="54"/>
  </w:num>
  <w:num w:numId="98" w16cid:durableId="589195007">
    <w:abstractNumId w:val="18"/>
  </w:num>
  <w:num w:numId="99" w16cid:durableId="999776144">
    <w:abstractNumId w:val="89"/>
  </w:num>
  <w:num w:numId="100" w16cid:durableId="1854218466">
    <w:abstractNumId w:val="55"/>
  </w:num>
  <w:num w:numId="101" w16cid:durableId="1276208769">
    <w:abstractNumId w:val="43"/>
  </w:num>
  <w:num w:numId="102" w16cid:durableId="2139755462">
    <w:abstractNumId w:val="66"/>
  </w:num>
  <w:num w:numId="103" w16cid:durableId="1815636710">
    <w:abstractNumId w:val="4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AU"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3D45"/>
    <w:rsid w:val="00011382"/>
    <w:rsid w:val="00012528"/>
    <w:rsid w:val="0001363B"/>
    <w:rsid w:val="00013D33"/>
    <w:rsid w:val="0001616D"/>
    <w:rsid w:val="000161D2"/>
    <w:rsid w:val="00016839"/>
    <w:rsid w:val="000174F9"/>
    <w:rsid w:val="000210FE"/>
    <w:rsid w:val="000217EF"/>
    <w:rsid w:val="00021E17"/>
    <w:rsid w:val="000249C2"/>
    <w:rsid w:val="000252C1"/>
    <w:rsid w:val="000258F6"/>
    <w:rsid w:val="00027B36"/>
    <w:rsid w:val="00034296"/>
    <w:rsid w:val="0003449E"/>
    <w:rsid w:val="00034A31"/>
    <w:rsid w:val="00035E1F"/>
    <w:rsid w:val="000379A7"/>
    <w:rsid w:val="00040EB8"/>
    <w:rsid w:val="000418CA"/>
    <w:rsid w:val="0004255E"/>
    <w:rsid w:val="00050F02"/>
    <w:rsid w:val="0005122B"/>
    <w:rsid w:val="0005129B"/>
    <w:rsid w:val="00051724"/>
    <w:rsid w:val="0005448E"/>
    <w:rsid w:val="0005449E"/>
    <w:rsid w:val="00054C7D"/>
    <w:rsid w:val="00055938"/>
    <w:rsid w:val="00056BD5"/>
    <w:rsid w:val="00057B6D"/>
    <w:rsid w:val="00061A7B"/>
    <w:rsid w:val="000620B3"/>
    <w:rsid w:val="00062874"/>
    <w:rsid w:val="0006765D"/>
    <w:rsid w:val="00067D49"/>
    <w:rsid w:val="00072472"/>
    <w:rsid w:val="00072F8C"/>
    <w:rsid w:val="00082C85"/>
    <w:rsid w:val="0008654C"/>
    <w:rsid w:val="0008661E"/>
    <w:rsid w:val="0008675B"/>
    <w:rsid w:val="00086CA0"/>
    <w:rsid w:val="000870E9"/>
    <w:rsid w:val="00087700"/>
    <w:rsid w:val="000904ED"/>
    <w:rsid w:val="00091545"/>
    <w:rsid w:val="0009165E"/>
    <w:rsid w:val="000918B3"/>
    <w:rsid w:val="000A27A8"/>
    <w:rsid w:val="000A3B1D"/>
    <w:rsid w:val="000A49B9"/>
    <w:rsid w:val="000A59C0"/>
    <w:rsid w:val="000A78A9"/>
    <w:rsid w:val="000A7B21"/>
    <w:rsid w:val="000A7D9A"/>
    <w:rsid w:val="000B0966"/>
    <w:rsid w:val="000B1A90"/>
    <w:rsid w:val="000B2356"/>
    <w:rsid w:val="000B2512"/>
    <w:rsid w:val="000B577B"/>
    <w:rsid w:val="000C2133"/>
    <w:rsid w:val="000C2318"/>
    <w:rsid w:val="000C2857"/>
    <w:rsid w:val="000C5C15"/>
    <w:rsid w:val="000C711B"/>
    <w:rsid w:val="000D1024"/>
    <w:rsid w:val="000D14CE"/>
    <w:rsid w:val="000D1D15"/>
    <w:rsid w:val="000D2431"/>
    <w:rsid w:val="000D76B7"/>
    <w:rsid w:val="000D7B5C"/>
    <w:rsid w:val="000E0E06"/>
    <w:rsid w:val="000E0EC6"/>
    <w:rsid w:val="000E112E"/>
    <w:rsid w:val="000E23F1"/>
    <w:rsid w:val="000E34D3"/>
    <w:rsid w:val="000E3954"/>
    <w:rsid w:val="000E3E52"/>
    <w:rsid w:val="000F0F9F"/>
    <w:rsid w:val="000F22C4"/>
    <w:rsid w:val="000F2ED4"/>
    <w:rsid w:val="000F3F43"/>
    <w:rsid w:val="000F58ED"/>
    <w:rsid w:val="001007FE"/>
    <w:rsid w:val="00104A0A"/>
    <w:rsid w:val="0010529E"/>
    <w:rsid w:val="00110B52"/>
    <w:rsid w:val="00113D5B"/>
    <w:rsid w:val="00113F8F"/>
    <w:rsid w:val="00114E60"/>
    <w:rsid w:val="00121616"/>
    <w:rsid w:val="00121F1B"/>
    <w:rsid w:val="00121FB4"/>
    <w:rsid w:val="00122B31"/>
    <w:rsid w:val="001236B5"/>
    <w:rsid w:val="001252C8"/>
    <w:rsid w:val="00127955"/>
    <w:rsid w:val="0013474E"/>
    <w:rsid w:val="001349DB"/>
    <w:rsid w:val="00134B86"/>
    <w:rsid w:val="00135AEB"/>
    <w:rsid w:val="00136E58"/>
    <w:rsid w:val="0014060A"/>
    <w:rsid w:val="00140F45"/>
    <w:rsid w:val="00141ABA"/>
    <w:rsid w:val="00145207"/>
    <w:rsid w:val="0014597C"/>
    <w:rsid w:val="00146715"/>
    <w:rsid w:val="00147755"/>
    <w:rsid w:val="001512F3"/>
    <w:rsid w:val="00151BFE"/>
    <w:rsid w:val="0015250A"/>
    <w:rsid w:val="001535C6"/>
    <w:rsid w:val="00153C4A"/>
    <w:rsid w:val="001547F9"/>
    <w:rsid w:val="00154B4A"/>
    <w:rsid w:val="001607D8"/>
    <w:rsid w:val="001612B1"/>
    <w:rsid w:val="00161325"/>
    <w:rsid w:val="00161401"/>
    <w:rsid w:val="001615EF"/>
    <w:rsid w:val="001623F0"/>
    <w:rsid w:val="00162612"/>
    <w:rsid w:val="001635F3"/>
    <w:rsid w:val="001664A6"/>
    <w:rsid w:val="001669EE"/>
    <w:rsid w:val="0016736F"/>
    <w:rsid w:val="001724C9"/>
    <w:rsid w:val="001725D4"/>
    <w:rsid w:val="00172B02"/>
    <w:rsid w:val="00173602"/>
    <w:rsid w:val="001746C1"/>
    <w:rsid w:val="00176BB8"/>
    <w:rsid w:val="00182B9C"/>
    <w:rsid w:val="0018342F"/>
    <w:rsid w:val="00184427"/>
    <w:rsid w:val="00186FED"/>
    <w:rsid w:val="001875B1"/>
    <w:rsid w:val="00191120"/>
    <w:rsid w:val="0019173E"/>
    <w:rsid w:val="00195D7F"/>
    <w:rsid w:val="00196551"/>
    <w:rsid w:val="00196C3C"/>
    <w:rsid w:val="001A2DCA"/>
    <w:rsid w:val="001A3A31"/>
    <w:rsid w:val="001A4C81"/>
    <w:rsid w:val="001A73B9"/>
    <w:rsid w:val="001A74E9"/>
    <w:rsid w:val="001B18AA"/>
    <w:rsid w:val="001B1EF6"/>
    <w:rsid w:val="001B2A35"/>
    <w:rsid w:val="001B339A"/>
    <w:rsid w:val="001B4175"/>
    <w:rsid w:val="001B4A35"/>
    <w:rsid w:val="001B60A6"/>
    <w:rsid w:val="001C0A11"/>
    <w:rsid w:val="001C1E0B"/>
    <w:rsid w:val="001C2971"/>
    <w:rsid w:val="001C298D"/>
    <w:rsid w:val="001C39B7"/>
    <w:rsid w:val="001C650B"/>
    <w:rsid w:val="001C72B5"/>
    <w:rsid w:val="001C77FB"/>
    <w:rsid w:val="001D11AC"/>
    <w:rsid w:val="001D1845"/>
    <w:rsid w:val="001D2E7A"/>
    <w:rsid w:val="001D3992"/>
    <w:rsid w:val="001D4A3E"/>
    <w:rsid w:val="001E22F5"/>
    <w:rsid w:val="001E32E5"/>
    <w:rsid w:val="001E3899"/>
    <w:rsid w:val="001E3AEE"/>
    <w:rsid w:val="001E416D"/>
    <w:rsid w:val="001E5B01"/>
    <w:rsid w:val="001E7DE6"/>
    <w:rsid w:val="001F2B3D"/>
    <w:rsid w:val="001F4EF8"/>
    <w:rsid w:val="001F574E"/>
    <w:rsid w:val="001F5AB1"/>
    <w:rsid w:val="00200579"/>
    <w:rsid w:val="00201337"/>
    <w:rsid w:val="00201579"/>
    <w:rsid w:val="002020BA"/>
    <w:rsid w:val="002022EA"/>
    <w:rsid w:val="00202CB2"/>
    <w:rsid w:val="00204399"/>
    <w:rsid w:val="002044E9"/>
    <w:rsid w:val="00205627"/>
    <w:rsid w:val="00205B17"/>
    <w:rsid w:val="00205D9B"/>
    <w:rsid w:val="002115A6"/>
    <w:rsid w:val="00211CF8"/>
    <w:rsid w:val="002128F9"/>
    <w:rsid w:val="00213436"/>
    <w:rsid w:val="00214033"/>
    <w:rsid w:val="002176C4"/>
    <w:rsid w:val="00217880"/>
    <w:rsid w:val="002204DA"/>
    <w:rsid w:val="0022371A"/>
    <w:rsid w:val="00224DAB"/>
    <w:rsid w:val="0022582A"/>
    <w:rsid w:val="00225EA3"/>
    <w:rsid w:val="00230386"/>
    <w:rsid w:val="00232FA9"/>
    <w:rsid w:val="00237785"/>
    <w:rsid w:val="00237A2B"/>
    <w:rsid w:val="00237FD6"/>
    <w:rsid w:val="002406D3"/>
    <w:rsid w:val="0024110B"/>
    <w:rsid w:val="002411B7"/>
    <w:rsid w:val="00242076"/>
    <w:rsid w:val="00246505"/>
    <w:rsid w:val="00246546"/>
    <w:rsid w:val="002505E9"/>
    <w:rsid w:val="00251FB9"/>
    <w:rsid w:val="002520AD"/>
    <w:rsid w:val="0025226E"/>
    <w:rsid w:val="00254700"/>
    <w:rsid w:val="00255FD9"/>
    <w:rsid w:val="002563E9"/>
    <w:rsid w:val="0025660A"/>
    <w:rsid w:val="00257DF8"/>
    <w:rsid w:val="00257E4A"/>
    <w:rsid w:val="0026038D"/>
    <w:rsid w:val="002617BA"/>
    <w:rsid w:val="00262E69"/>
    <w:rsid w:val="00263D78"/>
    <w:rsid w:val="0027175D"/>
    <w:rsid w:val="002735DD"/>
    <w:rsid w:val="00274B97"/>
    <w:rsid w:val="00276635"/>
    <w:rsid w:val="002776FA"/>
    <w:rsid w:val="00282B77"/>
    <w:rsid w:val="00285A2A"/>
    <w:rsid w:val="00286250"/>
    <w:rsid w:val="00290909"/>
    <w:rsid w:val="00291E5B"/>
    <w:rsid w:val="0029326A"/>
    <w:rsid w:val="00296AE1"/>
    <w:rsid w:val="0029793F"/>
    <w:rsid w:val="00297C92"/>
    <w:rsid w:val="002A1C42"/>
    <w:rsid w:val="002A5619"/>
    <w:rsid w:val="002A5EF1"/>
    <w:rsid w:val="002A617C"/>
    <w:rsid w:val="002A71CF"/>
    <w:rsid w:val="002A7E5A"/>
    <w:rsid w:val="002B3D6C"/>
    <w:rsid w:val="002B3E9D"/>
    <w:rsid w:val="002B574E"/>
    <w:rsid w:val="002B6CDC"/>
    <w:rsid w:val="002C0D72"/>
    <w:rsid w:val="002C1E38"/>
    <w:rsid w:val="002C3A3B"/>
    <w:rsid w:val="002C3D58"/>
    <w:rsid w:val="002C605E"/>
    <w:rsid w:val="002C66B8"/>
    <w:rsid w:val="002C77F4"/>
    <w:rsid w:val="002D0869"/>
    <w:rsid w:val="002D1408"/>
    <w:rsid w:val="002D17EB"/>
    <w:rsid w:val="002D2FED"/>
    <w:rsid w:val="002D364B"/>
    <w:rsid w:val="002D4BBB"/>
    <w:rsid w:val="002D78FE"/>
    <w:rsid w:val="002E27C7"/>
    <w:rsid w:val="002E2C7D"/>
    <w:rsid w:val="002E4467"/>
    <w:rsid w:val="002E4993"/>
    <w:rsid w:val="002E54B5"/>
    <w:rsid w:val="002E560E"/>
    <w:rsid w:val="002E5BAC"/>
    <w:rsid w:val="002E6010"/>
    <w:rsid w:val="002E6470"/>
    <w:rsid w:val="002E6BD8"/>
    <w:rsid w:val="002E6DBB"/>
    <w:rsid w:val="002E7635"/>
    <w:rsid w:val="002E7B14"/>
    <w:rsid w:val="002E7FC5"/>
    <w:rsid w:val="002F0922"/>
    <w:rsid w:val="002F2576"/>
    <w:rsid w:val="002F265A"/>
    <w:rsid w:val="002F3144"/>
    <w:rsid w:val="002F3B40"/>
    <w:rsid w:val="002F7718"/>
    <w:rsid w:val="003032C4"/>
    <w:rsid w:val="003037D1"/>
    <w:rsid w:val="0030394C"/>
    <w:rsid w:val="0030413F"/>
    <w:rsid w:val="0030545B"/>
    <w:rsid w:val="00305E07"/>
    <w:rsid w:val="00305EFE"/>
    <w:rsid w:val="00312857"/>
    <w:rsid w:val="00313B4B"/>
    <w:rsid w:val="00313D13"/>
    <w:rsid w:val="00313D85"/>
    <w:rsid w:val="00315CE3"/>
    <w:rsid w:val="0031629B"/>
    <w:rsid w:val="00316A35"/>
    <w:rsid w:val="00316F86"/>
    <w:rsid w:val="00317F49"/>
    <w:rsid w:val="003251FE"/>
    <w:rsid w:val="00325D9A"/>
    <w:rsid w:val="00326BB4"/>
    <w:rsid w:val="003274DB"/>
    <w:rsid w:val="003276DE"/>
    <w:rsid w:val="00327FBF"/>
    <w:rsid w:val="003300EA"/>
    <w:rsid w:val="00331641"/>
    <w:rsid w:val="003327BE"/>
    <w:rsid w:val="00332A7B"/>
    <w:rsid w:val="003343E0"/>
    <w:rsid w:val="00335141"/>
    <w:rsid w:val="003352DF"/>
    <w:rsid w:val="00335E40"/>
    <w:rsid w:val="003375CA"/>
    <w:rsid w:val="00340AD3"/>
    <w:rsid w:val="0034321E"/>
    <w:rsid w:val="00344408"/>
    <w:rsid w:val="00345E37"/>
    <w:rsid w:val="00346A15"/>
    <w:rsid w:val="00346AEC"/>
    <w:rsid w:val="00347F3E"/>
    <w:rsid w:val="00350A92"/>
    <w:rsid w:val="00350EB0"/>
    <w:rsid w:val="00352A8E"/>
    <w:rsid w:val="00356472"/>
    <w:rsid w:val="00361804"/>
    <w:rsid w:val="003621C3"/>
    <w:rsid w:val="00362816"/>
    <w:rsid w:val="0036382D"/>
    <w:rsid w:val="00363D5D"/>
    <w:rsid w:val="0037224B"/>
    <w:rsid w:val="003753D5"/>
    <w:rsid w:val="003761DD"/>
    <w:rsid w:val="00377FA7"/>
    <w:rsid w:val="00380350"/>
    <w:rsid w:val="00380B4E"/>
    <w:rsid w:val="00380F88"/>
    <w:rsid w:val="003816E4"/>
    <w:rsid w:val="00381F7A"/>
    <w:rsid w:val="00382C28"/>
    <w:rsid w:val="0038387A"/>
    <w:rsid w:val="0038597C"/>
    <w:rsid w:val="00390ACC"/>
    <w:rsid w:val="0039131E"/>
    <w:rsid w:val="003A04A6"/>
    <w:rsid w:val="003A1533"/>
    <w:rsid w:val="003A3570"/>
    <w:rsid w:val="003A40B9"/>
    <w:rsid w:val="003A6A32"/>
    <w:rsid w:val="003A7759"/>
    <w:rsid w:val="003A7F6E"/>
    <w:rsid w:val="003B0017"/>
    <w:rsid w:val="003B03EA"/>
    <w:rsid w:val="003B365E"/>
    <w:rsid w:val="003B386D"/>
    <w:rsid w:val="003B5E1D"/>
    <w:rsid w:val="003B76F0"/>
    <w:rsid w:val="003C138B"/>
    <w:rsid w:val="003C28CE"/>
    <w:rsid w:val="003C3A1D"/>
    <w:rsid w:val="003C7C34"/>
    <w:rsid w:val="003D0B63"/>
    <w:rsid w:val="003D0F37"/>
    <w:rsid w:val="003D1214"/>
    <w:rsid w:val="003D225D"/>
    <w:rsid w:val="003D2A7A"/>
    <w:rsid w:val="003D33E1"/>
    <w:rsid w:val="003D367D"/>
    <w:rsid w:val="003D3B40"/>
    <w:rsid w:val="003D5150"/>
    <w:rsid w:val="003D5DC2"/>
    <w:rsid w:val="003D6614"/>
    <w:rsid w:val="003D69B4"/>
    <w:rsid w:val="003D6C77"/>
    <w:rsid w:val="003D703A"/>
    <w:rsid w:val="003E1065"/>
    <w:rsid w:val="003E2470"/>
    <w:rsid w:val="003E7AC6"/>
    <w:rsid w:val="003F02DC"/>
    <w:rsid w:val="003F1C3A"/>
    <w:rsid w:val="003F408E"/>
    <w:rsid w:val="003F4DE4"/>
    <w:rsid w:val="003F52D7"/>
    <w:rsid w:val="003F613D"/>
    <w:rsid w:val="003F63E1"/>
    <w:rsid w:val="003F70D2"/>
    <w:rsid w:val="0040671B"/>
    <w:rsid w:val="00407304"/>
    <w:rsid w:val="00411A1D"/>
    <w:rsid w:val="00411DF2"/>
    <w:rsid w:val="0041269E"/>
    <w:rsid w:val="004138AD"/>
    <w:rsid w:val="00414698"/>
    <w:rsid w:val="00415649"/>
    <w:rsid w:val="004214B6"/>
    <w:rsid w:val="00421D6C"/>
    <w:rsid w:val="00422B35"/>
    <w:rsid w:val="00425189"/>
    <w:rsid w:val="0042565E"/>
    <w:rsid w:val="00426951"/>
    <w:rsid w:val="004278B9"/>
    <w:rsid w:val="00432664"/>
    <w:rsid w:val="00432C05"/>
    <w:rsid w:val="00433294"/>
    <w:rsid w:val="00433A09"/>
    <w:rsid w:val="0043600B"/>
    <w:rsid w:val="00436356"/>
    <w:rsid w:val="00440379"/>
    <w:rsid w:val="00441393"/>
    <w:rsid w:val="0044262F"/>
    <w:rsid w:val="004441F8"/>
    <w:rsid w:val="00447CF0"/>
    <w:rsid w:val="00452A68"/>
    <w:rsid w:val="004566F6"/>
    <w:rsid w:val="00456C77"/>
    <w:rsid w:val="00456DE1"/>
    <w:rsid w:val="00456F10"/>
    <w:rsid w:val="00457104"/>
    <w:rsid w:val="00460D62"/>
    <w:rsid w:val="00461DDC"/>
    <w:rsid w:val="00462095"/>
    <w:rsid w:val="00463B48"/>
    <w:rsid w:val="0046464D"/>
    <w:rsid w:val="00466E71"/>
    <w:rsid w:val="00470DE0"/>
    <w:rsid w:val="00471779"/>
    <w:rsid w:val="00473D6F"/>
    <w:rsid w:val="00474746"/>
    <w:rsid w:val="00475E6E"/>
    <w:rsid w:val="00476942"/>
    <w:rsid w:val="00477D62"/>
    <w:rsid w:val="0048126C"/>
    <w:rsid w:val="00481C27"/>
    <w:rsid w:val="00486A52"/>
    <w:rsid w:val="004871A2"/>
    <w:rsid w:val="004908B8"/>
    <w:rsid w:val="004912FD"/>
    <w:rsid w:val="00492A8D"/>
    <w:rsid w:val="00493B3C"/>
    <w:rsid w:val="004944C8"/>
    <w:rsid w:val="004945CE"/>
    <w:rsid w:val="004946AC"/>
    <w:rsid w:val="00495DDA"/>
    <w:rsid w:val="00496BE2"/>
    <w:rsid w:val="004A0EBF"/>
    <w:rsid w:val="004A3751"/>
    <w:rsid w:val="004A3B69"/>
    <w:rsid w:val="004A4EC4"/>
    <w:rsid w:val="004B0172"/>
    <w:rsid w:val="004B315B"/>
    <w:rsid w:val="004B3DB0"/>
    <w:rsid w:val="004B65D9"/>
    <w:rsid w:val="004B6F46"/>
    <w:rsid w:val="004B744B"/>
    <w:rsid w:val="004B7810"/>
    <w:rsid w:val="004C0C7E"/>
    <w:rsid w:val="004C0E4B"/>
    <w:rsid w:val="004C2714"/>
    <w:rsid w:val="004C2C81"/>
    <w:rsid w:val="004C54C4"/>
    <w:rsid w:val="004C5C47"/>
    <w:rsid w:val="004C6E09"/>
    <w:rsid w:val="004D1E5C"/>
    <w:rsid w:val="004D4109"/>
    <w:rsid w:val="004D6C5E"/>
    <w:rsid w:val="004D6C87"/>
    <w:rsid w:val="004E0BBB"/>
    <w:rsid w:val="004E1D57"/>
    <w:rsid w:val="004E2F16"/>
    <w:rsid w:val="004E7FEB"/>
    <w:rsid w:val="004F26FF"/>
    <w:rsid w:val="004F2AA4"/>
    <w:rsid w:val="004F3BC5"/>
    <w:rsid w:val="004F4AAE"/>
    <w:rsid w:val="004F4BDB"/>
    <w:rsid w:val="004F5930"/>
    <w:rsid w:val="004F6196"/>
    <w:rsid w:val="005016AD"/>
    <w:rsid w:val="00502099"/>
    <w:rsid w:val="00503044"/>
    <w:rsid w:val="005031C9"/>
    <w:rsid w:val="005051B1"/>
    <w:rsid w:val="0050537F"/>
    <w:rsid w:val="00516F7B"/>
    <w:rsid w:val="00517791"/>
    <w:rsid w:val="0052042B"/>
    <w:rsid w:val="005222AF"/>
    <w:rsid w:val="00523666"/>
    <w:rsid w:val="00525922"/>
    <w:rsid w:val="00526234"/>
    <w:rsid w:val="00526540"/>
    <w:rsid w:val="00526E18"/>
    <w:rsid w:val="00526F6C"/>
    <w:rsid w:val="005321D1"/>
    <w:rsid w:val="005329BF"/>
    <w:rsid w:val="00533097"/>
    <w:rsid w:val="00534F34"/>
    <w:rsid w:val="0053692E"/>
    <w:rsid w:val="00536C1B"/>
    <w:rsid w:val="00537758"/>
    <w:rsid w:val="005378A6"/>
    <w:rsid w:val="00540C2E"/>
    <w:rsid w:val="00540D36"/>
    <w:rsid w:val="00541ED1"/>
    <w:rsid w:val="00542143"/>
    <w:rsid w:val="00545920"/>
    <w:rsid w:val="00546D86"/>
    <w:rsid w:val="00547837"/>
    <w:rsid w:val="00551C89"/>
    <w:rsid w:val="005522BF"/>
    <w:rsid w:val="005534EB"/>
    <w:rsid w:val="00553815"/>
    <w:rsid w:val="00553FE0"/>
    <w:rsid w:val="00557434"/>
    <w:rsid w:val="005616B5"/>
    <w:rsid w:val="00561854"/>
    <w:rsid w:val="00561CA7"/>
    <w:rsid w:val="00563D55"/>
    <w:rsid w:val="00566C26"/>
    <w:rsid w:val="00570A14"/>
    <w:rsid w:val="00570B8A"/>
    <w:rsid w:val="005727E2"/>
    <w:rsid w:val="00574ADC"/>
    <w:rsid w:val="00576566"/>
    <w:rsid w:val="005805D2"/>
    <w:rsid w:val="00581239"/>
    <w:rsid w:val="00585CE5"/>
    <w:rsid w:val="00586C48"/>
    <w:rsid w:val="00586C66"/>
    <w:rsid w:val="005928CC"/>
    <w:rsid w:val="00593EFC"/>
    <w:rsid w:val="00595415"/>
    <w:rsid w:val="00596887"/>
    <w:rsid w:val="00597652"/>
    <w:rsid w:val="005A0703"/>
    <w:rsid w:val="005A080B"/>
    <w:rsid w:val="005A1AFA"/>
    <w:rsid w:val="005A2B13"/>
    <w:rsid w:val="005A4BB8"/>
    <w:rsid w:val="005A5F74"/>
    <w:rsid w:val="005A6F84"/>
    <w:rsid w:val="005A79DB"/>
    <w:rsid w:val="005A7CEB"/>
    <w:rsid w:val="005B12A5"/>
    <w:rsid w:val="005B6F85"/>
    <w:rsid w:val="005C161A"/>
    <w:rsid w:val="005C1BCB"/>
    <w:rsid w:val="005C22D5"/>
    <w:rsid w:val="005C2312"/>
    <w:rsid w:val="005C3703"/>
    <w:rsid w:val="005C4735"/>
    <w:rsid w:val="005C5C63"/>
    <w:rsid w:val="005D03E9"/>
    <w:rsid w:val="005D304B"/>
    <w:rsid w:val="005D329D"/>
    <w:rsid w:val="005D3920"/>
    <w:rsid w:val="005D5E28"/>
    <w:rsid w:val="005D6E5D"/>
    <w:rsid w:val="005E01E7"/>
    <w:rsid w:val="005E091A"/>
    <w:rsid w:val="005E09C1"/>
    <w:rsid w:val="005E1DD2"/>
    <w:rsid w:val="005E3989"/>
    <w:rsid w:val="005E4659"/>
    <w:rsid w:val="005E5AB7"/>
    <w:rsid w:val="005E657A"/>
    <w:rsid w:val="005E7063"/>
    <w:rsid w:val="005F1314"/>
    <w:rsid w:val="005F1386"/>
    <w:rsid w:val="005F13D1"/>
    <w:rsid w:val="005F17C2"/>
    <w:rsid w:val="005F3362"/>
    <w:rsid w:val="005F3EBE"/>
    <w:rsid w:val="005F4BA4"/>
    <w:rsid w:val="005F6324"/>
    <w:rsid w:val="005F7025"/>
    <w:rsid w:val="005F7183"/>
    <w:rsid w:val="005F7858"/>
    <w:rsid w:val="00600C2B"/>
    <w:rsid w:val="00601254"/>
    <w:rsid w:val="00603C95"/>
    <w:rsid w:val="006061E7"/>
    <w:rsid w:val="00606892"/>
    <w:rsid w:val="00606A1F"/>
    <w:rsid w:val="00611BF0"/>
    <w:rsid w:val="0061201B"/>
    <w:rsid w:val="006127AC"/>
    <w:rsid w:val="00612A6D"/>
    <w:rsid w:val="00615334"/>
    <w:rsid w:val="00617145"/>
    <w:rsid w:val="00617ADC"/>
    <w:rsid w:val="00622C26"/>
    <w:rsid w:val="00624387"/>
    <w:rsid w:val="006257C1"/>
    <w:rsid w:val="0062642C"/>
    <w:rsid w:val="006310F5"/>
    <w:rsid w:val="006323E5"/>
    <w:rsid w:val="00634A78"/>
    <w:rsid w:val="00641794"/>
    <w:rsid w:val="00642025"/>
    <w:rsid w:val="00642ECC"/>
    <w:rsid w:val="00643971"/>
    <w:rsid w:val="00644137"/>
    <w:rsid w:val="00645274"/>
    <w:rsid w:val="00646AFD"/>
    <w:rsid w:val="00646E87"/>
    <w:rsid w:val="006474E3"/>
    <w:rsid w:val="0065107F"/>
    <w:rsid w:val="00654167"/>
    <w:rsid w:val="0065531C"/>
    <w:rsid w:val="006578CC"/>
    <w:rsid w:val="00660C5F"/>
    <w:rsid w:val="00660EE6"/>
    <w:rsid w:val="00661946"/>
    <w:rsid w:val="0066437F"/>
    <w:rsid w:val="00664D43"/>
    <w:rsid w:val="006658FC"/>
    <w:rsid w:val="00666061"/>
    <w:rsid w:val="00666380"/>
    <w:rsid w:val="00667424"/>
    <w:rsid w:val="00667792"/>
    <w:rsid w:val="00671677"/>
    <w:rsid w:val="00672AA3"/>
    <w:rsid w:val="006744D8"/>
    <w:rsid w:val="00674A24"/>
    <w:rsid w:val="006750F2"/>
    <w:rsid w:val="006752D6"/>
    <w:rsid w:val="00675928"/>
    <w:rsid w:val="00675E02"/>
    <w:rsid w:val="00676663"/>
    <w:rsid w:val="006802F4"/>
    <w:rsid w:val="0068553C"/>
    <w:rsid w:val="00685F34"/>
    <w:rsid w:val="00687828"/>
    <w:rsid w:val="006911B1"/>
    <w:rsid w:val="00692924"/>
    <w:rsid w:val="00693B1F"/>
    <w:rsid w:val="00695656"/>
    <w:rsid w:val="006975A8"/>
    <w:rsid w:val="006A1012"/>
    <w:rsid w:val="006A1991"/>
    <w:rsid w:val="006A25DA"/>
    <w:rsid w:val="006A354B"/>
    <w:rsid w:val="006A4594"/>
    <w:rsid w:val="006A479C"/>
    <w:rsid w:val="006A6C0D"/>
    <w:rsid w:val="006A7DF5"/>
    <w:rsid w:val="006B036A"/>
    <w:rsid w:val="006B197F"/>
    <w:rsid w:val="006B2303"/>
    <w:rsid w:val="006B54CC"/>
    <w:rsid w:val="006B5626"/>
    <w:rsid w:val="006B695A"/>
    <w:rsid w:val="006C0578"/>
    <w:rsid w:val="006C1376"/>
    <w:rsid w:val="006C26A7"/>
    <w:rsid w:val="006C3EA1"/>
    <w:rsid w:val="006C46C9"/>
    <w:rsid w:val="006C48F9"/>
    <w:rsid w:val="006C675B"/>
    <w:rsid w:val="006D103B"/>
    <w:rsid w:val="006D1684"/>
    <w:rsid w:val="006E0E7D"/>
    <w:rsid w:val="006E10BF"/>
    <w:rsid w:val="006F1C14"/>
    <w:rsid w:val="006F2836"/>
    <w:rsid w:val="006F42DA"/>
    <w:rsid w:val="006F4B80"/>
    <w:rsid w:val="00702237"/>
    <w:rsid w:val="00703A6A"/>
    <w:rsid w:val="007070DA"/>
    <w:rsid w:val="00707762"/>
    <w:rsid w:val="007153E1"/>
    <w:rsid w:val="00715728"/>
    <w:rsid w:val="007204DC"/>
    <w:rsid w:val="00722236"/>
    <w:rsid w:val="00722833"/>
    <w:rsid w:val="00723824"/>
    <w:rsid w:val="00725CCA"/>
    <w:rsid w:val="0072737A"/>
    <w:rsid w:val="007311E7"/>
    <w:rsid w:val="00731DEE"/>
    <w:rsid w:val="0073217E"/>
    <w:rsid w:val="00734BC6"/>
    <w:rsid w:val="00735852"/>
    <w:rsid w:val="00735856"/>
    <w:rsid w:val="007365D7"/>
    <w:rsid w:val="0074084C"/>
    <w:rsid w:val="00741577"/>
    <w:rsid w:val="007426C4"/>
    <w:rsid w:val="007448FB"/>
    <w:rsid w:val="00753B9C"/>
    <w:rsid w:val="007541D3"/>
    <w:rsid w:val="00755530"/>
    <w:rsid w:val="00755915"/>
    <w:rsid w:val="007577D7"/>
    <w:rsid w:val="00757B5F"/>
    <w:rsid w:val="00760004"/>
    <w:rsid w:val="00761BC8"/>
    <w:rsid w:val="007670B1"/>
    <w:rsid w:val="00770F9C"/>
    <w:rsid w:val="007715E8"/>
    <w:rsid w:val="00773622"/>
    <w:rsid w:val="00773851"/>
    <w:rsid w:val="00773A35"/>
    <w:rsid w:val="00774418"/>
    <w:rsid w:val="00774DBE"/>
    <w:rsid w:val="00776004"/>
    <w:rsid w:val="00777956"/>
    <w:rsid w:val="007811C4"/>
    <w:rsid w:val="00783986"/>
    <w:rsid w:val="0078486B"/>
    <w:rsid w:val="00785A39"/>
    <w:rsid w:val="007866B4"/>
    <w:rsid w:val="00786BDF"/>
    <w:rsid w:val="00787D8A"/>
    <w:rsid w:val="00790277"/>
    <w:rsid w:val="00791EBC"/>
    <w:rsid w:val="00792E02"/>
    <w:rsid w:val="00793577"/>
    <w:rsid w:val="00794BF9"/>
    <w:rsid w:val="00795637"/>
    <w:rsid w:val="007A3148"/>
    <w:rsid w:val="007A446A"/>
    <w:rsid w:val="007A4FEF"/>
    <w:rsid w:val="007A53A6"/>
    <w:rsid w:val="007A6159"/>
    <w:rsid w:val="007B1238"/>
    <w:rsid w:val="007B1BDF"/>
    <w:rsid w:val="007B27E9"/>
    <w:rsid w:val="007B2C5B"/>
    <w:rsid w:val="007B2D11"/>
    <w:rsid w:val="007B47C2"/>
    <w:rsid w:val="007B4994"/>
    <w:rsid w:val="007B4B61"/>
    <w:rsid w:val="007B6700"/>
    <w:rsid w:val="007B6A93"/>
    <w:rsid w:val="007B7377"/>
    <w:rsid w:val="007B7BEC"/>
    <w:rsid w:val="007C0F10"/>
    <w:rsid w:val="007C25BB"/>
    <w:rsid w:val="007C2DC3"/>
    <w:rsid w:val="007C33C4"/>
    <w:rsid w:val="007C3CE1"/>
    <w:rsid w:val="007D1805"/>
    <w:rsid w:val="007D2107"/>
    <w:rsid w:val="007D3A42"/>
    <w:rsid w:val="007D47E7"/>
    <w:rsid w:val="007D5895"/>
    <w:rsid w:val="007D58D2"/>
    <w:rsid w:val="007D77AB"/>
    <w:rsid w:val="007D7979"/>
    <w:rsid w:val="007E28D0"/>
    <w:rsid w:val="007E30DF"/>
    <w:rsid w:val="007E3C2B"/>
    <w:rsid w:val="007E40A0"/>
    <w:rsid w:val="007F2C43"/>
    <w:rsid w:val="007F2F10"/>
    <w:rsid w:val="007F329C"/>
    <w:rsid w:val="007F35AD"/>
    <w:rsid w:val="007F45A5"/>
    <w:rsid w:val="007F6529"/>
    <w:rsid w:val="007F7544"/>
    <w:rsid w:val="007F79C3"/>
    <w:rsid w:val="00800995"/>
    <w:rsid w:val="00804736"/>
    <w:rsid w:val="0080602A"/>
    <w:rsid w:val="008069C5"/>
    <w:rsid w:val="0081117E"/>
    <w:rsid w:val="00816606"/>
    <w:rsid w:val="00816CD3"/>
    <w:rsid w:val="00816F79"/>
    <w:rsid w:val="008172F8"/>
    <w:rsid w:val="008205C5"/>
    <w:rsid w:val="00820C2C"/>
    <w:rsid w:val="00823247"/>
    <w:rsid w:val="00826CB6"/>
    <w:rsid w:val="008272A2"/>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6831"/>
    <w:rsid w:val="00846D0C"/>
    <w:rsid w:val="00847A10"/>
    <w:rsid w:val="00847B32"/>
    <w:rsid w:val="00854BCE"/>
    <w:rsid w:val="00857346"/>
    <w:rsid w:val="00857459"/>
    <w:rsid w:val="008603E0"/>
    <w:rsid w:val="00862A72"/>
    <w:rsid w:val="00862D6B"/>
    <w:rsid w:val="00865532"/>
    <w:rsid w:val="008672B1"/>
    <w:rsid w:val="00867686"/>
    <w:rsid w:val="00870FCA"/>
    <w:rsid w:val="00871D11"/>
    <w:rsid w:val="00871EA7"/>
    <w:rsid w:val="008737D3"/>
    <w:rsid w:val="00874179"/>
    <w:rsid w:val="008747E0"/>
    <w:rsid w:val="00876841"/>
    <w:rsid w:val="00877A04"/>
    <w:rsid w:val="008826E4"/>
    <w:rsid w:val="00882B3C"/>
    <w:rsid w:val="0088501B"/>
    <w:rsid w:val="00885176"/>
    <w:rsid w:val="00886C21"/>
    <w:rsid w:val="00886FDB"/>
    <w:rsid w:val="0088712F"/>
    <w:rsid w:val="0088783D"/>
    <w:rsid w:val="00890D5C"/>
    <w:rsid w:val="00893476"/>
    <w:rsid w:val="008972C3"/>
    <w:rsid w:val="008A0286"/>
    <w:rsid w:val="008A28D9"/>
    <w:rsid w:val="008A2C63"/>
    <w:rsid w:val="008A30BA"/>
    <w:rsid w:val="008A52DC"/>
    <w:rsid w:val="008A5435"/>
    <w:rsid w:val="008A79FD"/>
    <w:rsid w:val="008B438A"/>
    <w:rsid w:val="008B62E0"/>
    <w:rsid w:val="008C1785"/>
    <w:rsid w:val="008C2A0C"/>
    <w:rsid w:val="008C33B5"/>
    <w:rsid w:val="008C3A72"/>
    <w:rsid w:val="008C46C7"/>
    <w:rsid w:val="008C46F4"/>
    <w:rsid w:val="008C4A94"/>
    <w:rsid w:val="008C6969"/>
    <w:rsid w:val="008C6AAD"/>
    <w:rsid w:val="008D13F4"/>
    <w:rsid w:val="008D1A5C"/>
    <w:rsid w:val="008D1AD8"/>
    <w:rsid w:val="008D45D2"/>
    <w:rsid w:val="008D5CCD"/>
    <w:rsid w:val="008D6FF6"/>
    <w:rsid w:val="008E05E5"/>
    <w:rsid w:val="008E103F"/>
    <w:rsid w:val="008E1D70"/>
    <w:rsid w:val="008E1F69"/>
    <w:rsid w:val="008E76B1"/>
    <w:rsid w:val="008F1C92"/>
    <w:rsid w:val="008F34F4"/>
    <w:rsid w:val="008F38BB"/>
    <w:rsid w:val="008F57D8"/>
    <w:rsid w:val="00902834"/>
    <w:rsid w:val="00907D30"/>
    <w:rsid w:val="009106EA"/>
    <w:rsid w:val="009110DD"/>
    <w:rsid w:val="00911519"/>
    <w:rsid w:val="0091171C"/>
    <w:rsid w:val="00913056"/>
    <w:rsid w:val="00914E26"/>
    <w:rsid w:val="0091590F"/>
    <w:rsid w:val="009217F2"/>
    <w:rsid w:val="00923B4D"/>
    <w:rsid w:val="0092540C"/>
    <w:rsid w:val="00925B39"/>
    <w:rsid w:val="00925E0F"/>
    <w:rsid w:val="00931A57"/>
    <w:rsid w:val="0093253C"/>
    <w:rsid w:val="00932EB2"/>
    <w:rsid w:val="00933EE0"/>
    <w:rsid w:val="00934310"/>
    <w:rsid w:val="0093492E"/>
    <w:rsid w:val="00935A7D"/>
    <w:rsid w:val="00936964"/>
    <w:rsid w:val="00937358"/>
    <w:rsid w:val="00940817"/>
    <w:rsid w:val="009414E6"/>
    <w:rsid w:val="00942FB0"/>
    <w:rsid w:val="00943A79"/>
    <w:rsid w:val="00947A3F"/>
    <w:rsid w:val="00947DB2"/>
    <w:rsid w:val="00947E30"/>
    <w:rsid w:val="00950B15"/>
    <w:rsid w:val="009528A0"/>
    <w:rsid w:val="009528C5"/>
    <w:rsid w:val="0095450F"/>
    <w:rsid w:val="00954EE1"/>
    <w:rsid w:val="00956901"/>
    <w:rsid w:val="009572FF"/>
    <w:rsid w:val="0096203C"/>
    <w:rsid w:val="00962554"/>
    <w:rsid w:val="00962EC1"/>
    <w:rsid w:val="009630F5"/>
    <w:rsid w:val="009656B9"/>
    <w:rsid w:val="00966129"/>
    <w:rsid w:val="0096631C"/>
    <w:rsid w:val="00967DD9"/>
    <w:rsid w:val="00971591"/>
    <w:rsid w:val="009727CB"/>
    <w:rsid w:val="00974564"/>
    <w:rsid w:val="00974B53"/>
    <w:rsid w:val="00974E99"/>
    <w:rsid w:val="009764FA"/>
    <w:rsid w:val="00980192"/>
    <w:rsid w:val="00980799"/>
    <w:rsid w:val="00980951"/>
    <w:rsid w:val="009812B5"/>
    <w:rsid w:val="009818C9"/>
    <w:rsid w:val="00982653"/>
    <w:rsid w:val="00982A22"/>
    <w:rsid w:val="009830CC"/>
    <w:rsid w:val="00983287"/>
    <w:rsid w:val="009859FF"/>
    <w:rsid w:val="009939AF"/>
    <w:rsid w:val="00994D97"/>
    <w:rsid w:val="0099752C"/>
    <w:rsid w:val="009A07B7"/>
    <w:rsid w:val="009A1888"/>
    <w:rsid w:val="009A706B"/>
    <w:rsid w:val="009B0C65"/>
    <w:rsid w:val="009B148E"/>
    <w:rsid w:val="009B1545"/>
    <w:rsid w:val="009B32AA"/>
    <w:rsid w:val="009B372E"/>
    <w:rsid w:val="009B5023"/>
    <w:rsid w:val="009B612F"/>
    <w:rsid w:val="009B6582"/>
    <w:rsid w:val="009B785E"/>
    <w:rsid w:val="009C26F8"/>
    <w:rsid w:val="009C387B"/>
    <w:rsid w:val="009C57D7"/>
    <w:rsid w:val="009C609E"/>
    <w:rsid w:val="009C6984"/>
    <w:rsid w:val="009D069E"/>
    <w:rsid w:val="009D25B8"/>
    <w:rsid w:val="009D26AB"/>
    <w:rsid w:val="009D3B30"/>
    <w:rsid w:val="009D4762"/>
    <w:rsid w:val="009D4DFE"/>
    <w:rsid w:val="009D6B98"/>
    <w:rsid w:val="009E075B"/>
    <w:rsid w:val="009E16EC"/>
    <w:rsid w:val="009E1F25"/>
    <w:rsid w:val="009E2350"/>
    <w:rsid w:val="009E2DED"/>
    <w:rsid w:val="009E433C"/>
    <w:rsid w:val="009E49EC"/>
    <w:rsid w:val="009E4A4D"/>
    <w:rsid w:val="009E6081"/>
    <w:rsid w:val="009E6578"/>
    <w:rsid w:val="009F081F"/>
    <w:rsid w:val="009F4A19"/>
    <w:rsid w:val="009F4F96"/>
    <w:rsid w:val="00A06A0E"/>
    <w:rsid w:val="00A06A3D"/>
    <w:rsid w:val="00A07CE4"/>
    <w:rsid w:val="00A10DBC"/>
    <w:rsid w:val="00A10EBA"/>
    <w:rsid w:val="00A11128"/>
    <w:rsid w:val="00A13E56"/>
    <w:rsid w:val="00A14695"/>
    <w:rsid w:val="00A15050"/>
    <w:rsid w:val="00A15C2B"/>
    <w:rsid w:val="00A1652A"/>
    <w:rsid w:val="00A179F2"/>
    <w:rsid w:val="00A227BF"/>
    <w:rsid w:val="00A23CAC"/>
    <w:rsid w:val="00A24838"/>
    <w:rsid w:val="00A2520F"/>
    <w:rsid w:val="00A2743E"/>
    <w:rsid w:val="00A3074A"/>
    <w:rsid w:val="00A30C33"/>
    <w:rsid w:val="00A32D61"/>
    <w:rsid w:val="00A33543"/>
    <w:rsid w:val="00A36F9C"/>
    <w:rsid w:val="00A37755"/>
    <w:rsid w:val="00A37B74"/>
    <w:rsid w:val="00A40C34"/>
    <w:rsid w:val="00A4308C"/>
    <w:rsid w:val="00A43432"/>
    <w:rsid w:val="00A43BDF"/>
    <w:rsid w:val="00A43D13"/>
    <w:rsid w:val="00A44836"/>
    <w:rsid w:val="00A45AA7"/>
    <w:rsid w:val="00A5100F"/>
    <w:rsid w:val="00A510E6"/>
    <w:rsid w:val="00A524B5"/>
    <w:rsid w:val="00A53E1D"/>
    <w:rsid w:val="00A5466C"/>
    <w:rsid w:val="00A549B3"/>
    <w:rsid w:val="00A55BDC"/>
    <w:rsid w:val="00A56184"/>
    <w:rsid w:val="00A5631B"/>
    <w:rsid w:val="00A56BB7"/>
    <w:rsid w:val="00A6107C"/>
    <w:rsid w:val="00A64D15"/>
    <w:rsid w:val="00A65641"/>
    <w:rsid w:val="00A66081"/>
    <w:rsid w:val="00A67954"/>
    <w:rsid w:val="00A72893"/>
    <w:rsid w:val="00A72ED7"/>
    <w:rsid w:val="00A800A9"/>
    <w:rsid w:val="00A80352"/>
    <w:rsid w:val="00A8083F"/>
    <w:rsid w:val="00A83FF2"/>
    <w:rsid w:val="00A86343"/>
    <w:rsid w:val="00A87080"/>
    <w:rsid w:val="00A90AAC"/>
    <w:rsid w:val="00A90D86"/>
    <w:rsid w:val="00A91DBA"/>
    <w:rsid w:val="00A97900"/>
    <w:rsid w:val="00AA0274"/>
    <w:rsid w:val="00AA1B91"/>
    <w:rsid w:val="00AA1D7A"/>
    <w:rsid w:val="00AA3E01"/>
    <w:rsid w:val="00AA68AE"/>
    <w:rsid w:val="00AB01BC"/>
    <w:rsid w:val="00AB0BFA"/>
    <w:rsid w:val="00AB2C66"/>
    <w:rsid w:val="00AB6BAD"/>
    <w:rsid w:val="00AB76B7"/>
    <w:rsid w:val="00AC04EB"/>
    <w:rsid w:val="00AC33A2"/>
    <w:rsid w:val="00AC473A"/>
    <w:rsid w:val="00AC526C"/>
    <w:rsid w:val="00AC583D"/>
    <w:rsid w:val="00AC68A2"/>
    <w:rsid w:val="00AC6CDE"/>
    <w:rsid w:val="00AD0916"/>
    <w:rsid w:val="00AD0DF8"/>
    <w:rsid w:val="00AD0EA2"/>
    <w:rsid w:val="00AD12E6"/>
    <w:rsid w:val="00AD38F7"/>
    <w:rsid w:val="00AD4938"/>
    <w:rsid w:val="00AD5378"/>
    <w:rsid w:val="00AD6178"/>
    <w:rsid w:val="00AE03C8"/>
    <w:rsid w:val="00AE13FA"/>
    <w:rsid w:val="00AE65F1"/>
    <w:rsid w:val="00AE6BB4"/>
    <w:rsid w:val="00AE74AD"/>
    <w:rsid w:val="00AF159C"/>
    <w:rsid w:val="00B006D7"/>
    <w:rsid w:val="00B007F2"/>
    <w:rsid w:val="00B01873"/>
    <w:rsid w:val="00B0190B"/>
    <w:rsid w:val="00B03CB7"/>
    <w:rsid w:val="00B04E3C"/>
    <w:rsid w:val="00B0572F"/>
    <w:rsid w:val="00B074AB"/>
    <w:rsid w:val="00B07717"/>
    <w:rsid w:val="00B1260D"/>
    <w:rsid w:val="00B13AC5"/>
    <w:rsid w:val="00B16334"/>
    <w:rsid w:val="00B17253"/>
    <w:rsid w:val="00B17555"/>
    <w:rsid w:val="00B250D6"/>
    <w:rsid w:val="00B2583D"/>
    <w:rsid w:val="00B26A2D"/>
    <w:rsid w:val="00B278D9"/>
    <w:rsid w:val="00B31A41"/>
    <w:rsid w:val="00B321B6"/>
    <w:rsid w:val="00B34511"/>
    <w:rsid w:val="00B364F3"/>
    <w:rsid w:val="00B375D6"/>
    <w:rsid w:val="00B40199"/>
    <w:rsid w:val="00B4113B"/>
    <w:rsid w:val="00B44811"/>
    <w:rsid w:val="00B453D3"/>
    <w:rsid w:val="00B45400"/>
    <w:rsid w:val="00B46FD9"/>
    <w:rsid w:val="00B502FF"/>
    <w:rsid w:val="00B50B90"/>
    <w:rsid w:val="00B50E28"/>
    <w:rsid w:val="00B54481"/>
    <w:rsid w:val="00B55ACF"/>
    <w:rsid w:val="00B56A75"/>
    <w:rsid w:val="00B57298"/>
    <w:rsid w:val="00B6066D"/>
    <w:rsid w:val="00B621CA"/>
    <w:rsid w:val="00B6246D"/>
    <w:rsid w:val="00B63F86"/>
    <w:rsid w:val="00B643DF"/>
    <w:rsid w:val="00B65300"/>
    <w:rsid w:val="00B658B7"/>
    <w:rsid w:val="00B67422"/>
    <w:rsid w:val="00B70796"/>
    <w:rsid w:val="00B70BD4"/>
    <w:rsid w:val="00B712CA"/>
    <w:rsid w:val="00B73463"/>
    <w:rsid w:val="00B75110"/>
    <w:rsid w:val="00B767FC"/>
    <w:rsid w:val="00B76AB2"/>
    <w:rsid w:val="00B85550"/>
    <w:rsid w:val="00B85B9C"/>
    <w:rsid w:val="00B85EFE"/>
    <w:rsid w:val="00B90123"/>
    <w:rsid w:val="00B9016D"/>
    <w:rsid w:val="00B910D7"/>
    <w:rsid w:val="00B91187"/>
    <w:rsid w:val="00B92476"/>
    <w:rsid w:val="00B937D0"/>
    <w:rsid w:val="00B95B2B"/>
    <w:rsid w:val="00B95E83"/>
    <w:rsid w:val="00B9652D"/>
    <w:rsid w:val="00B97664"/>
    <w:rsid w:val="00BA0F98"/>
    <w:rsid w:val="00BA1517"/>
    <w:rsid w:val="00BA1B03"/>
    <w:rsid w:val="00BA1C02"/>
    <w:rsid w:val="00BA3F63"/>
    <w:rsid w:val="00BA4E39"/>
    <w:rsid w:val="00BA4F77"/>
    <w:rsid w:val="00BA566D"/>
    <w:rsid w:val="00BA5EEB"/>
    <w:rsid w:val="00BA649D"/>
    <w:rsid w:val="00BA67FD"/>
    <w:rsid w:val="00BA7C48"/>
    <w:rsid w:val="00BB188E"/>
    <w:rsid w:val="00BB222B"/>
    <w:rsid w:val="00BB3126"/>
    <w:rsid w:val="00BB56D1"/>
    <w:rsid w:val="00BB66EE"/>
    <w:rsid w:val="00BB747A"/>
    <w:rsid w:val="00BC038B"/>
    <w:rsid w:val="00BC080E"/>
    <w:rsid w:val="00BC251F"/>
    <w:rsid w:val="00BC27F6"/>
    <w:rsid w:val="00BC39F4"/>
    <w:rsid w:val="00BC5062"/>
    <w:rsid w:val="00BC7FE0"/>
    <w:rsid w:val="00BD0D9B"/>
    <w:rsid w:val="00BD150C"/>
    <w:rsid w:val="00BD1587"/>
    <w:rsid w:val="00BD4B48"/>
    <w:rsid w:val="00BD6A20"/>
    <w:rsid w:val="00BD7EE1"/>
    <w:rsid w:val="00BE0BA7"/>
    <w:rsid w:val="00BE3247"/>
    <w:rsid w:val="00BE5568"/>
    <w:rsid w:val="00BE5764"/>
    <w:rsid w:val="00BE66DD"/>
    <w:rsid w:val="00BF08AC"/>
    <w:rsid w:val="00BF1358"/>
    <w:rsid w:val="00BF3BAD"/>
    <w:rsid w:val="00C0106D"/>
    <w:rsid w:val="00C01385"/>
    <w:rsid w:val="00C07053"/>
    <w:rsid w:val="00C10D64"/>
    <w:rsid w:val="00C11F07"/>
    <w:rsid w:val="00C130C5"/>
    <w:rsid w:val="00C133BE"/>
    <w:rsid w:val="00C1400A"/>
    <w:rsid w:val="00C1455E"/>
    <w:rsid w:val="00C158D6"/>
    <w:rsid w:val="00C222B4"/>
    <w:rsid w:val="00C23673"/>
    <w:rsid w:val="00C262E4"/>
    <w:rsid w:val="00C33E20"/>
    <w:rsid w:val="00C34433"/>
    <w:rsid w:val="00C34472"/>
    <w:rsid w:val="00C35CF6"/>
    <w:rsid w:val="00C3725B"/>
    <w:rsid w:val="00C401B7"/>
    <w:rsid w:val="00C42D38"/>
    <w:rsid w:val="00C4650C"/>
    <w:rsid w:val="00C473B5"/>
    <w:rsid w:val="00C47A25"/>
    <w:rsid w:val="00C504FD"/>
    <w:rsid w:val="00C512B1"/>
    <w:rsid w:val="00C51645"/>
    <w:rsid w:val="00C52223"/>
    <w:rsid w:val="00C522BE"/>
    <w:rsid w:val="00C52413"/>
    <w:rsid w:val="00C52461"/>
    <w:rsid w:val="00C533EC"/>
    <w:rsid w:val="00C534E6"/>
    <w:rsid w:val="00C5470E"/>
    <w:rsid w:val="00C54B5B"/>
    <w:rsid w:val="00C55214"/>
    <w:rsid w:val="00C554BC"/>
    <w:rsid w:val="00C55EFB"/>
    <w:rsid w:val="00C56585"/>
    <w:rsid w:val="00C56B3F"/>
    <w:rsid w:val="00C623DC"/>
    <w:rsid w:val="00C62DF5"/>
    <w:rsid w:val="00C65492"/>
    <w:rsid w:val="00C65C1D"/>
    <w:rsid w:val="00C65C4C"/>
    <w:rsid w:val="00C677AA"/>
    <w:rsid w:val="00C67C67"/>
    <w:rsid w:val="00C7022C"/>
    <w:rsid w:val="00C7024D"/>
    <w:rsid w:val="00C70718"/>
    <w:rsid w:val="00C71032"/>
    <w:rsid w:val="00C716E5"/>
    <w:rsid w:val="00C773D9"/>
    <w:rsid w:val="00C80307"/>
    <w:rsid w:val="00C806DA"/>
    <w:rsid w:val="00C80ACE"/>
    <w:rsid w:val="00C80B0C"/>
    <w:rsid w:val="00C81162"/>
    <w:rsid w:val="00C82D77"/>
    <w:rsid w:val="00C82EC7"/>
    <w:rsid w:val="00C83258"/>
    <w:rsid w:val="00C83666"/>
    <w:rsid w:val="00C843AC"/>
    <w:rsid w:val="00C870B5"/>
    <w:rsid w:val="00C9007B"/>
    <w:rsid w:val="00C907DF"/>
    <w:rsid w:val="00C91630"/>
    <w:rsid w:val="00C9558A"/>
    <w:rsid w:val="00C966EB"/>
    <w:rsid w:val="00C9773B"/>
    <w:rsid w:val="00CA004F"/>
    <w:rsid w:val="00CA04B1"/>
    <w:rsid w:val="00CA1E56"/>
    <w:rsid w:val="00CA2DFC"/>
    <w:rsid w:val="00CA35C1"/>
    <w:rsid w:val="00CA4EC9"/>
    <w:rsid w:val="00CA5BD8"/>
    <w:rsid w:val="00CA6BB3"/>
    <w:rsid w:val="00CB03D4"/>
    <w:rsid w:val="00CB0617"/>
    <w:rsid w:val="00CB137B"/>
    <w:rsid w:val="00CB15C3"/>
    <w:rsid w:val="00CB19EF"/>
    <w:rsid w:val="00CB1D11"/>
    <w:rsid w:val="00CB4F37"/>
    <w:rsid w:val="00CB59F3"/>
    <w:rsid w:val="00CB5A35"/>
    <w:rsid w:val="00CB6FFE"/>
    <w:rsid w:val="00CB7D0F"/>
    <w:rsid w:val="00CC35EF"/>
    <w:rsid w:val="00CC5048"/>
    <w:rsid w:val="00CC61A5"/>
    <w:rsid w:val="00CC6246"/>
    <w:rsid w:val="00CD0232"/>
    <w:rsid w:val="00CD0B81"/>
    <w:rsid w:val="00CD1F60"/>
    <w:rsid w:val="00CD25CD"/>
    <w:rsid w:val="00CD6859"/>
    <w:rsid w:val="00CD7B66"/>
    <w:rsid w:val="00CE0B23"/>
    <w:rsid w:val="00CE42CC"/>
    <w:rsid w:val="00CE5E46"/>
    <w:rsid w:val="00CF06D2"/>
    <w:rsid w:val="00CF10E3"/>
    <w:rsid w:val="00CF49CC"/>
    <w:rsid w:val="00CF6783"/>
    <w:rsid w:val="00CF6EC7"/>
    <w:rsid w:val="00D0140B"/>
    <w:rsid w:val="00D03A27"/>
    <w:rsid w:val="00D04F0B"/>
    <w:rsid w:val="00D05F04"/>
    <w:rsid w:val="00D07440"/>
    <w:rsid w:val="00D118E7"/>
    <w:rsid w:val="00D1190C"/>
    <w:rsid w:val="00D120AF"/>
    <w:rsid w:val="00D1463A"/>
    <w:rsid w:val="00D15F11"/>
    <w:rsid w:val="00D16362"/>
    <w:rsid w:val="00D17D86"/>
    <w:rsid w:val="00D20485"/>
    <w:rsid w:val="00D22F63"/>
    <w:rsid w:val="00D23DFA"/>
    <w:rsid w:val="00D252C9"/>
    <w:rsid w:val="00D260DE"/>
    <w:rsid w:val="00D270FA"/>
    <w:rsid w:val="00D31EC9"/>
    <w:rsid w:val="00D32DDF"/>
    <w:rsid w:val="00D3342D"/>
    <w:rsid w:val="00D36206"/>
    <w:rsid w:val="00D365BE"/>
    <w:rsid w:val="00D36E93"/>
    <w:rsid w:val="00D3700C"/>
    <w:rsid w:val="00D400DA"/>
    <w:rsid w:val="00D41940"/>
    <w:rsid w:val="00D43DE9"/>
    <w:rsid w:val="00D5043E"/>
    <w:rsid w:val="00D512ED"/>
    <w:rsid w:val="00D55A15"/>
    <w:rsid w:val="00D603BF"/>
    <w:rsid w:val="00D638E0"/>
    <w:rsid w:val="00D653B1"/>
    <w:rsid w:val="00D656A2"/>
    <w:rsid w:val="00D67C73"/>
    <w:rsid w:val="00D740A5"/>
    <w:rsid w:val="00D74AE1"/>
    <w:rsid w:val="00D75D42"/>
    <w:rsid w:val="00D7646E"/>
    <w:rsid w:val="00D80A15"/>
    <w:rsid w:val="00D80B20"/>
    <w:rsid w:val="00D845A3"/>
    <w:rsid w:val="00D86436"/>
    <w:rsid w:val="00D865A8"/>
    <w:rsid w:val="00D87148"/>
    <w:rsid w:val="00D9012A"/>
    <w:rsid w:val="00D92C2D"/>
    <w:rsid w:val="00D9361E"/>
    <w:rsid w:val="00D94F38"/>
    <w:rsid w:val="00D96F91"/>
    <w:rsid w:val="00D970B7"/>
    <w:rsid w:val="00DA005A"/>
    <w:rsid w:val="00DA1027"/>
    <w:rsid w:val="00DA17CD"/>
    <w:rsid w:val="00DA32D8"/>
    <w:rsid w:val="00DA60CD"/>
    <w:rsid w:val="00DB122E"/>
    <w:rsid w:val="00DB25B3"/>
    <w:rsid w:val="00DB51ED"/>
    <w:rsid w:val="00DB6CD4"/>
    <w:rsid w:val="00DC0969"/>
    <w:rsid w:val="00DC1C10"/>
    <w:rsid w:val="00DC40EB"/>
    <w:rsid w:val="00DC6F92"/>
    <w:rsid w:val="00DC76E2"/>
    <w:rsid w:val="00DD0213"/>
    <w:rsid w:val="00DD1183"/>
    <w:rsid w:val="00DD3399"/>
    <w:rsid w:val="00DD60F2"/>
    <w:rsid w:val="00DD69FB"/>
    <w:rsid w:val="00DE0893"/>
    <w:rsid w:val="00DE2814"/>
    <w:rsid w:val="00DE2E58"/>
    <w:rsid w:val="00DE54CA"/>
    <w:rsid w:val="00DE6796"/>
    <w:rsid w:val="00DE7B3A"/>
    <w:rsid w:val="00DF0CF9"/>
    <w:rsid w:val="00DF41B2"/>
    <w:rsid w:val="00DF47E2"/>
    <w:rsid w:val="00DF4C45"/>
    <w:rsid w:val="00DF52F4"/>
    <w:rsid w:val="00DF76E9"/>
    <w:rsid w:val="00E01272"/>
    <w:rsid w:val="00E03067"/>
    <w:rsid w:val="00E03814"/>
    <w:rsid w:val="00E03846"/>
    <w:rsid w:val="00E03A07"/>
    <w:rsid w:val="00E0510F"/>
    <w:rsid w:val="00E06421"/>
    <w:rsid w:val="00E0774A"/>
    <w:rsid w:val="00E10BDB"/>
    <w:rsid w:val="00E13CC9"/>
    <w:rsid w:val="00E16EB4"/>
    <w:rsid w:val="00E20A7D"/>
    <w:rsid w:val="00E21A27"/>
    <w:rsid w:val="00E22643"/>
    <w:rsid w:val="00E22D2C"/>
    <w:rsid w:val="00E27A2F"/>
    <w:rsid w:val="00E30A98"/>
    <w:rsid w:val="00E314F5"/>
    <w:rsid w:val="00E3192D"/>
    <w:rsid w:val="00E332DD"/>
    <w:rsid w:val="00E33556"/>
    <w:rsid w:val="00E41170"/>
    <w:rsid w:val="00E42134"/>
    <w:rsid w:val="00E42A94"/>
    <w:rsid w:val="00E458BF"/>
    <w:rsid w:val="00E47285"/>
    <w:rsid w:val="00E5035D"/>
    <w:rsid w:val="00E51C33"/>
    <w:rsid w:val="00E524D0"/>
    <w:rsid w:val="00E53EB8"/>
    <w:rsid w:val="00E54676"/>
    <w:rsid w:val="00E54924"/>
    <w:rsid w:val="00E54AD5"/>
    <w:rsid w:val="00E54BFB"/>
    <w:rsid w:val="00E54CD7"/>
    <w:rsid w:val="00E56044"/>
    <w:rsid w:val="00E60933"/>
    <w:rsid w:val="00E65479"/>
    <w:rsid w:val="00E706E7"/>
    <w:rsid w:val="00E72EF7"/>
    <w:rsid w:val="00E76B2C"/>
    <w:rsid w:val="00E77587"/>
    <w:rsid w:val="00E818AD"/>
    <w:rsid w:val="00E8366B"/>
    <w:rsid w:val="00E84229"/>
    <w:rsid w:val="00E843F0"/>
    <w:rsid w:val="00E84965"/>
    <w:rsid w:val="00E86147"/>
    <w:rsid w:val="00E877DC"/>
    <w:rsid w:val="00E90E4E"/>
    <w:rsid w:val="00E92E1C"/>
    <w:rsid w:val="00E9391E"/>
    <w:rsid w:val="00E93C0D"/>
    <w:rsid w:val="00E960B2"/>
    <w:rsid w:val="00EA1052"/>
    <w:rsid w:val="00EA218F"/>
    <w:rsid w:val="00EA3D68"/>
    <w:rsid w:val="00EA438C"/>
    <w:rsid w:val="00EA4F29"/>
    <w:rsid w:val="00EA5B27"/>
    <w:rsid w:val="00EA5F83"/>
    <w:rsid w:val="00EA6F9D"/>
    <w:rsid w:val="00EB1BBB"/>
    <w:rsid w:val="00EB2273"/>
    <w:rsid w:val="00EB4C48"/>
    <w:rsid w:val="00EB4CA9"/>
    <w:rsid w:val="00EB527C"/>
    <w:rsid w:val="00EB688B"/>
    <w:rsid w:val="00EB6C62"/>
    <w:rsid w:val="00EB6F3C"/>
    <w:rsid w:val="00EC0A6E"/>
    <w:rsid w:val="00EC0CF9"/>
    <w:rsid w:val="00EC1E2C"/>
    <w:rsid w:val="00EC254E"/>
    <w:rsid w:val="00EC2B9A"/>
    <w:rsid w:val="00EC35BE"/>
    <w:rsid w:val="00EC3723"/>
    <w:rsid w:val="00EC44A2"/>
    <w:rsid w:val="00EC568A"/>
    <w:rsid w:val="00EC6EA8"/>
    <w:rsid w:val="00EC7AC0"/>
    <w:rsid w:val="00EC7C87"/>
    <w:rsid w:val="00EC7CDF"/>
    <w:rsid w:val="00ED030E"/>
    <w:rsid w:val="00ED2672"/>
    <w:rsid w:val="00ED2A8D"/>
    <w:rsid w:val="00ED3784"/>
    <w:rsid w:val="00ED4450"/>
    <w:rsid w:val="00ED7692"/>
    <w:rsid w:val="00EE132C"/>
    <w:rsid w:val="00EE170C"/>
    <w:rsid w:val="00EE2455"/>
    <w:rsid w:val="00EE2F17"/>
    <w:rsid w:val="00EE54CB"/>
    <w:rsid w:val="00EE6424"/>
    <w:rsid w:val="00EE706C"/>
    <w:rsid w:val="00EF09DB"/>
    <w:rsid w:val="00EF1890"/>
    <w:rsid w:val="00EF1936"/>
    <w:rsid w:val="00EF1C16"/>
    <w:rsid w:val="00EF1C54"/>
    <w:rsid w:val="00EF2D72"/>
    <w:rsid w:val="00EF404B"/>
    <w:rsid w:val="00EF5A22"/>
    <w:rsid w:val="00EF5B78"/>
    <w:rsid w:val="00F00376"/>
    <w:rsid w:val="00F01F0C"/>
    <w:rsid w:val="00F02A5A"/>
    <w:rsid w:val="00F02C10"/>
    <w:rsid w:val="00F02D10"/>
    <w:rsid w:val="00F06ECB"/>
    <w:rsid w:val="00F1078D"/>
    <w:rsid w:val="00F11368"/>
    <w:rsid w:val="00F11764"/>
    <w:rsid w:val="00F118B2"/>
    <w:rsid w:val="00F157E2"/>
    <w:rsid w:val="00F16C7D"/>
    <w:rsid w:val="00F21960"/>
    <w:rsid w:val="00F21B7F"/>
    <w:rsid w:val="00F22682"/>
    <w:rsid w:val="00F2304F"/>
    <w:rsid w:val="00F23723"/>
    <w:rsid w:val="00F24970"/>
    <w:rsid w:val="00F259E2"/>
    <w:rsid w:val="00F30739"/>
    <w:rsid w:val="00F32C5E"/>
    <w:rsid w:val="00F346A3"/>
    <w:rsid w:val="00F360FD"/>
    <w:rsid w:val="00F404B9"/>
    <w:rsid w:val="00F40CD9"/>
    <w:rsid w:val="00F40DC3"/>
    <w:rsid w:val="00F41F0B"/>
    <w:rsid w:val="00F47A49"/>
    <w:rsid w:val="00F50222"/>
    <w:rsid w:val="00F518E5"/>
    <w:rsid w:val="00F518EF"/>
    <w:rsid w:val="00F52277"/>
    <w:rsid w:val="00F527AC"/>
    <w:rsid w:val="00F5503F"/>
    <w:rsid w:val="00F55AD7"/>
    <w:rsid w:val="00F56CA4"/>
    <w:rsid w:val="00F61D83"/>
    <w:rsid w:val="00F628DA"/>
    <w:rsid w:val="00F636EF"/>
    <w:rsid w:val="00F64BE0"/>
    <w:rsid w:val="00F65DD1"/>
    <w:rsid w:val="00F67490"/>
    <w:rsid w:val="00F707B3"/>
    <w:rsid w:val="00F71135"/>
    <w:rsid w:val="00F730DC"/>
    <w:rsid w:val="00F732A1"/>
    <w:rsid w:val="00F741EE"/>
    <w:rsid w:val="00F74309"/>
    <w:rsid w:val="00F7743F"/>
    <w:rsid w:val="00F778CE"/>
    <w:rsid w:val="00F77CB7"/>
    <w:rsid w:val="00F81DFE"/>
    <w:rsid w:val="00F828E7"/>
    <w:rsid w:val="00F82C35"/>
    <w:rsid w:val="00F83068"/>
    <w:rsid w:val="00F85647"/>
    <w:rsid w:val="00F856EF"/>
    <w:rsid w:val="00F85D38"/>
    <w:rsid w:val="00F90461"/>
    <w:rsid w:val="00F908CC"/>
    <w:rsid w:val="00F91B03"/>
    <w:rsid w:val="00F95190"/>
    <w:rsid w:val="00FA06B2"/>
    <w:rsid w:val="00FA0C13"/>
    <w:rsid w:val="00FA370D"/>
    <w:rsid w:val="00FA3FBC"/>
    <w:rsid w:val="00FA4EDF"/>
    <w:rsid w:val="00FA5F89"/>
    <w:rsid w:val="00FA66F1"/>
    <w:rsid w:val="00FB116A"/>
    <w:rsid w:val="00FB2774"/>
    <w:rsid w:val="00FB3B61"/>
    <w:rsid w:val="00FB5308"/>
    <w:rsid w:val="00FB5647"/>
    <w:rsid w:val="00FB5D0C"/>
    <w:rsid w:val="00FB7BDB"/>
    <w:rsid w:val="00FC09AB"/>
    <w:rsid w:val="00FC141F"/>
    <w:rsid w:val="00FC378B"/>
    <w:rsid w:val="00FC3977"/>
    <w:rsid w:val="00FC4954"/>
    <w:rsid w:val="00FC5F8B"/>
    <w:rsid w:val="00FD2566"/>
    <w:rsid w:val="00FD25C7"/>
    <w:rsid w:val="00FD2F16"/>
    <w:rsid w:val="00FD2F54"/>
    <w:rsid w:val="00FD6065"/>
    <w:rsid w:val="00FD6563"/>
    <w:rsid w:val="00FE1D34"/>
    <w:rsid w:val="00FE244F"/>
    <w:rsid w:val="00FE2A6F"/>
    <w:rsid w:val="00FE3095"/>
    <w:rsid w:val="00FF15C6"/>
    <w:rsid w:val="00FF232E"/>
    <w:rsid w:val="00FF2C98"/>
    <w:rsid w:val="00FF418D"/>
    <w:rsid w:val="00FF5185"/>
    <w:rsid w:val="00FF6538"/>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A649D"/>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1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80350"/>
    <w:pPr>
      <w:spacing w:after="0" w:line="240" w:lineRule="exact"/>
    </w:pPr>
    <w:rPr>
      <w:sz w:val="20"/>
      <w:lang w:val="en-GB"/>
    </w:rPr>
  </w:style>
  <w:style w:type="character" w:customStyle="1" w:styleId="HeaderChar">
    <w:name w:val="Header Char"/>
    <w:basedOn w:val="DefaultParagraphFont"/>
    <w:link w:val="Header"/>
    <w:uiPriority w:val="99"/>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3"/>
      </w:numPr>
      <w:spacing w:after="120"/>
    </w:pPr>
    <w:rPr>
      <w:color w:val="000000" w:themeColor="text1"/>
      <w:sz w:val="22"/>
    </w:rPr>
  </w:style>
  <w:style w:type="paragraph" w:customStyle="1" w:styleId="Bullet2">
    <w:name w:val="Bullet 2"/>
    <w:basedOn w:val="Normal"/>
    <w:link w:val="Bullet2Char"/>
    <w:qFormat/>
    <w:rsid w:val="000B1A90"/>
    <w:pPr>
      <w:numPr>
        <w:numId w:val="14"/>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8C178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1"/>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3"/>
      </w:numPr>
      <w:tabs>
        <w:tab w:val="left" w:pos="851"/>
      </w:tabs>
      <w:spacing w:before="240" w:after="240"/>
      <w:jc w:val="center"/>
    </w:pPr>
    <w:rPr>
      <w:b w:val="0"/>
      <w:u w:val="none"/>
    </w:rPr>
  </w:style>
  <w:style w:type="paragraph" w:styleId="ListNumber">
    <w:name w:val="List Number"/>
    <w:basedOn w:val="Normal"/>
    <w:semiHidden/>
    <w:rsid w:val="006E10BF"/>
    <w:pPr>
      <w:numPr>
        <w:numId w:val="7"/>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7"/>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4"/>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7"/>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20"/>
      </w:numPr>
      <w:jc w:val="center"/>
    </w:pPr>
    <w:rPr>
      <w:i/>
      <w:color w:val="00558C"/>
      <w:lang w:eastAsia="en-GB"/>
    </w:rPr>
  </w:style>
  <w:style w:type="paragraph" w:customStyle="1" w:styleId="Figurecaption">
    <w:name w:val="Figure caption"/>
    <w:basedOn w:val="Caption"/>
    <w:next w:val="BodyText"/>
    <w:qFormat/>
    <w:rsid w:val="00DD69FB"/>
    <w:pPr>
      <w:numPr>
        <w:numId w:val="6"/>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0"/>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1"/>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21"/>
      </w:numPr>
    </w:pPr>
    <w:rPr>
      <w:b/>
      <w:caps/>
      <w:color w:val="407EC9"/>
      <w:sz w:val="24"/>
    </w:rPr>
  </w:style>
  <w:style w:type="paragraph" w:customStyle="1" w:styleId="AnnexBHead3">
    <w:name w:val="Annex B Head 3"/>
    <w:basedOn w:val="Normal"/>
    <w:next w:val="BodyText"/>
    <w:rsid w:val="00EB1BBB"/>
    <w:pPr>
      <w:numPr>
        <w:ilvl w:val="2"/>
        <w:numId w:val="21"/>
      </w:numPr>
    </w:pPr>
    <w:rPr>
      <w:b/>
      <w:smallCaps/>
      <w:color w:val="407EC9"/>
      <w:sz w:val="22"/>
    </w:rPr>
  </w:style>
  <w:style w:type="paragraph" w:customStyle="1" w:styleId="AnnexBHead4">
    <w:name w:val="Annex B Head 4"/>
    <w:basedOn w:val="Normal"/>
    <w:next w:val="BodyText"/>
    <w:rsid w:val="00EB1BBB"/>
    <w:pPr>
      <w:numPr>
        <w:ilvl w:val="3"/>
        <w:numId w:val="21"/>
      </w:numPr>
    </w:pPr>
    <w:rPr>
      <w:b/>
      <w:color w:val="407EC9"/>
      <w:sz w:val="22"/>
    </w:rPr>
  </w:style>
  <w:style w:type="paragraph" w:styleId="ListBullet">
    <w:name w:val="List Bullet"/>
    <w:basedOn w:val="Normal"/>
    <w:unhideWhenUsed/>
    <w:rsid w:val="002E6470"/>
    <w:pPr>
      <w:numPr>
        <w:numId w:val="12"/>
      </w:numPr>
      <w:spacing w:after="120" w:line="240" w:lineRule="auto"/>
    </w:pPr>
    <w:rPr>
      <w:sz w:val="22"/>
    </w:rPr>
  </w:style>
  <w:style w:type="character" w:customStyle="1" w:styleId="UnresolvedMention1">
    <w:name w:val="Unresolved Mention1"/>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qFormat/>
    <w:rsid w:val="008205C5"/>
    <w:pPr>
      <w:spacing w:after="200" w:line="276" w:lineRule="auto"/>
      <w:ind w:left="720"/>
      <w:contextualSpacing/>
    </w:pPr>
    <w:rPr>
      <w:rFonts w:eastAsiaTheme="minorEastAsia"/>
      <w:sz w:val="22"/>
      <w:lang w:val="en-AU"/>
    </w:rPr>
  </w:style>
  <w:style w:type="table" w:customStyle="1" w:styleId="TableGrid2">
    <w:name w:val="Table Grid2"/>
    <w:basedOn w:val="TableNormal"/>
    <w:next w:val="TableGrid"/>
    <w:uiPriority w:val="59"/>
    <w:rsid w:val="008205C5"/>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067216">
      <w:bodyDiv w:val="1"/>
      <w:marLeft w:val="0"/>
      <w:marRight w:val="0"/>
      <w:marTop w:val="0"/>
      <w:marBottom w:val="0"/>
      <w:divBdr>
        <w:top w:val="none" w:sz="0" w:space="0" w:color="auto"/>
        <w:left w:val="none" w:sz="0" w:space="0" w:color="auto"/>
        <w:bottom w:val="none" w:sz="0" w:space="0" w:color="auto"/>
        <w:right w:val="none" w:sz="0" w:space="0" w:color="auto"/>
      </w:divBdr>
    </w:div>
    <w:div w:id="664818121">
      <w:bodyDiv w:val="1"/>
      <w:marLeft w:val="0"/>
      <w:marRight w:val="0"/>
      <w:marTop w:val="0"/>
      <w:marBottom w:val="0"/>
      <w:divBdr>
        <w:top w:val="none" w:sz="0" w:space="0" w:color="auto"/>
        <w:left w:val="none" w:sz="0" w:space="0" w:color="auto"/>
        <w:bottom w:val="none" w:sz="0" w:space="0" w:color="auto"/>
        <w:right w:val="none" w:sz="0" w:space="0" w:color="auto"/>
      </w:divBdr>
    </w:div>
    <w:div w:id="8703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7.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89FC00B-ACDC-439B-9D1E-A5B228601537}">
  <ds:schemaRefs>
    <ds:schemaRef ds:uri="http://schemas.openxmlformats.org/officeDocument/2006/bibliography"/>
  </ds:schemaRefs>
</ds:datastoreItem>
</file>

<file path=customXml/itemProps2.xml><?xml version="1.0" encoding="utf-8"?>
<ds:datastoreItem xmlns:ds="http://schemas.openxmlformats.org/officeDocument/2006/customXml" ds:itemID="{F5CCBADE-2EDB-4922-AC77-231FB6C08209}"/>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4</TotalTime>
  <Pages>19</Pages>
  <Words>5414</Words>
  <Characters>31082</Characters>
  <Application>Microsoft Office Word</Application>
  <DocSecurity>0</DocSecurity>
  <Lines>840</Lines>
  <Paragraphs>467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36029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Trainor, Neil</cp:lastModifiedBy>
  <cp:revision>2</cp:revision>
  <cp:lastPrinted>2023-04-19T05:34:00Z</cp:lastPrinted>
  <dcterms:created xsi:type="dcterms:W3CDTF">2024-02-29T01:11:00Z</dcterms:created>
  <dcterms:modified xsi:type="dcterms:W3CDTF">2024-02-29T01:11:00Z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y fmtid="{D5CDD505-2E9C-101B-9397-08002B2CF9AE}" pid="5" name="TitusGUID">
    <vt:lpwstr>2122d7a7-08e0-484f-8db0-1672e9a4b695</vt:lpwstr>
  </property>
  <property fmtid="{D5CDD505-2E9C-101B-9397-08002B2CF9AE}" pid="6" name="ContentRemapped">
    <vt:lpwstr>true</vt:lpwstr>
  </property>
  <property fmtid="{D5CDD505-2E9C-101B-9397-08002B2CF9AE}" pid="7" name="Klassifikation">
    <vt:lpwstr>IKKE KLASSIFICERET</vt:lpwstr>
  </property>
  <property fmtid="{D5CDD505-2E9C-101B-9397-08002B2CF9AE}" pid="8" name="Maerkning">
    <vt:lpwstr/>
  </property>
</Properties>
</file>